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2563495</wp:posOffset>
                </wp:positionH>
                <wp:positionV relativeFrom="paragraph">
                  <wp:posOffset>967740</wp:posOffset>
                </wp:positionV>
                <wp:extent cx="146050" cy="7559675"/>
                <wp:effectExtent l="7620" t="0" r="0" b="0"/>
                <wp:wrapNone/>
                <wp:docPr id="84" name="同侧圆角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5769" cy="7559675"/>
                        </a:xfrm>
                        <a:prstGeom prst="round2Same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01.85pt;margin-top:76.2pt;height:595.25pt;width:11.5pt;rotation:-5898240f;z-index:251656192;v-text-anchor:middle;mso-width-relative:page;mso-height-relative:page;" fillcolor="#333F50" filled="t" stroked="f" coordsize="145769,7559675" o:gfxdata="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0WWcF2wAA&#10;AAwBAAAPAAAAAAAAAAEAIAAAACIAAABkcnMvZG93bnJldi54bWxQSwECFAAUAAAACACHTuJAs2Tr&#10;khsCAAD2AwAADgAAAAAAAAABACAAAAAqAQAAZHJzL2Uyb0RvYy54bWxQSwUGAAAAAAYABgBZAQAA&#10;twUAAAAA&#10;" path="m0,0l145769,0,145769,0,145769,7559675,145769,7559675,0,7559675,0,7559675,0,0,0,0xe">
                <v:path o:connectlocs="145769,3779837;72884,7559675;0,3779837;72884,0" o:connectangles="0,82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2563495</wp:posOffset>
                </wp:positionH>
                <wp:positionV relativeFrom="paragraph">
                  <wp:posOffset>-901700</wp:posOffset>
                </wp:positionV>
                <wp:extent cx="146050" cy="7559675"/>
                <wp:effectExtent l="7620" t="0" r="0" b="0"/>
                <wp:wrapNone/>
                <wp:docPr id="85" name="同侧圆角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5769" cy="7559675"/>
                        </a:xfrm>
                        <a:prstGeom prst="round2Same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01.85pt;margin-top:-71pt;height:595.25pt;width:11.5pt;rotation:-5898240f;z-index:251657216;v-text-anchor:middle;mso-width-relative:page;mso-height-relative:page;" fillcolor="#333F50" filled="t" stroked="f" coordsize="145769,7559675" o:gfxdata="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8wZb82wAA&#10;AA0BAAAPAAAAAAAAAAEAIAAAACIAAABkcnMvZG93bnJldi54bWxQSwECFAAUAAAACACHTuJADFKo&#10;cxsCAAD2AwAADgAAAAAAAAABACAAAAAqAQAAZHJzL2Uyb0RvYy54bWxQSwUGAAAAAAYABgBZAQAA&#10;twUAAAAA&#10;" path="m0,0l145769,0,145769,0,145769,7559675,145769,7559675,0,7559675,0,7559675,0,0,0,0xe">
                <v:path o:connectlocs="145769,3779837;72884,7559675;0,3779837;72884,0" o:connectangles="0,82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1950085</wp:posOffset>
                </wp:positionH>
                <wp:positionV relativeFrom="paragraph">
                  <wp:posOffset>34925</wp:posOffset>
                </wp:positionV>
                <wp:extent cx="1373505" cy="7559675"/>
                <wp:effectExtent l="0" t="7303" r="0" b="0"/>
                <wp:wrapNone/>
                <wp:docPr id="86" name="同侧圆角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73432" cy="7559675"/>
                        </a:xfrm>
                        <a:prstGeom prst="round2Same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53.55pt;margin-top:2.75pt;height:595.25pt;width:108.15pt;rotation:-5898240f;z-index:251658240;v-text-anchor:middle;mso-width-relative:page;mso-height-relative:page;" fillcolor="#333F50" filled="t" stroked="f" coordsize="1373432,7559675" o:gfxdata="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524fPaAAAA&#10;CgEAAA8AAAAAAAAAAQAgAAAAIgAAAGRycy9kb3ducmV2LnhtbFBLAQIUABQAAAAIAIdO4kDkZlfk&#10;GwIAAPcDAAAOAAAAAAAAAAEAIAAAACkBAABkcnMvZTJvRG9jLnhtbFBLBQYAAAAABgAGAFkBAAC2&#10;BQAAAAA=&#10;" path="m0,0l1373432,0,1373432,0,1373432,7559675,1373432,7559675,0,7559675,0,7559675,0,0,0,0xe">
                <v:path o:connectlocs="1373432,3779837;686716,7559675;0,3779837;686716,0" o:connectangles="0,82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3235960</wp:posOffset>
                </wp:positionH>
                <wp:positionV relativeFrom="paragraph">
                  <wp:posOffset>6063615</wp:posOffset>
                </wp:positionV>
                <wp:extent cx="1035050" cy="2292350"/>
                <wp:effectExtent l="0" t="0" r="0" b="0"/>
                <wp:wrapNone/>
                <wp:docPr id="8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4945" cy="22924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生日：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现居：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手机：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邮箱：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54.8pt;margin-top:477.45pt;height:180.5pt;width:81.5pt;z-index:251659264;mso-width-relative:page;mso-height-relative:page;" filled="f" stroked="f" coordsize="21600,21600" o:gfxdata="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LGjJDcAAAADAEA&#10;AA8AAAAAAAAAAQAgAAAAIgAAAGRycy9kb3ducmV2LnhtbFBLAQIUABQAAAAIAIdO4kDHOAHyFgIA&#10;APgD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8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>生日：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8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>现居：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8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>手机：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8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>邮箱：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4047490</wp:posOffset>
                </wp:positionH>
                <wp:positionV relativeFrom="paragraph">
                  <wp:posOffset>6063615</wp:posOffset>
                </wp:positionV>
                <wp:extent cx="1734820" cy="2292350"/>
                <wp:effectExtent l="0" t="0" r="0" b="0"/>
                <wp:wrapNone/>
                <wp:docPr id="8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4851" cy="22924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  <w:jc w:val="both"/>
                            </w:pPr>
                            <w:r>
                              <w:rPr>
                                <w:rFonts w:hAnsi="Calibri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1995.06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  <w:jc w:val="both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北京海淀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  <w:jc w:val="both"/>
                              <w:rPr>
                                <w:rFonts w:hint="eastAsia" w:eastAsia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Ansi="Calibri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 xml:space="preserve">152 0032 </w:t>
                            </w:r>
                            <w:r>
                              <w:rPr>
                                <w:rFonts w:hint="eastAsia" w:hAnsi="Calibri" w:eastAsia="微软雅黑" w:cs="Times New Roman" w:asciiTheme="minorHAnsi"/>
                                <w:color w:val="333F50"/>
                                <w:kern w:val="2"/>
                                <w:sz w:val="32"/>
                                <w:szCs w:val="32"/>
                                <w:lang w:val="en-US" w:eastAsia="zh-CN"/>
                              </w:rPr>
                              <w:t>1234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800" w:lineRule="exact"/>
                              <w:jc w:val="both"/>
                              <w:rPr>
                                <w:rFonts w:hint="eastAsia" w:hAnsi="Calibri" w:cs="Times New Roman" w:asciiTheme="minorHAnsi" w:eastAsiaTheme="minorEastAsia"/>
                                <w:color w:val="333F50"/>
                                <w:kern w:val="2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hAnsi="Calibri" w:cs="Times New Roman" w:asciiTheme="minorHAnsi" w:eastAsiaTheme="minorEastAsia"/>
                                <w:color w:val="333F50"/>
                                <w:kern w:val="2"/>
                                <w:sz w:val="32"/>
                                <w:szCs w:val="32"/>
                              </w:rPr>
                              <w:t>45446</w:t>
                            </w:r>
                            <w:r>
                              <w:rPr>
                                <w:rFonts w:hint="eastAsia" w:hAnsi="Calibri" w:cs="Times New Roman" w:asciiTheme="minorHAnsi" w:eastAsiaTheme="minorEastAsia"/>
                                <w:color w:val="333F50"/>
                                <w:kern w:val="2"/>
                                <w:sz w:val="32"/>
                                <w:szCs w:val="32"/>
                                <w:lang w:val="en-US" w:eastAsia="zh-CN"/>
                              </w:rPr>
                              <w:t>@qq.com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18.7pt;margin-top:477.45pt;height:180.5pt;width:136.6pt;z-index:251660288;mso-width-relative:page;mso-height-relative:page;" filled="f" stroked="f" coordsize="21600,21600" o:gfxdata="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ATj+HdAAAADAEA&#10;AA8AAAAAAAAAAQAgAAAAIgAAAGRycy9kb3ducmV2LnhtbFBLAQIUABQAAAAIAIdO4kAIFUh/FQIA&#10;APgD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800" w:lineRule="exact"/>
                        <w:jc w:val="both"/>
                      </w:pPr>
                      <w:r>
                        <w:rPr>
                          <w:rFonts w:hAnsi="Calibri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>1995.06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800" w:lineRule="exact"/>
                        <w:jc w:val="both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>北京海淀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800" w:lineRule="exact"/>
                        <w:jc w:val="both"/>
                        <w:rPr>
                          <w:rFonts w:hint="eastAsia" w:eastAsia="微软雅黑"/>
                          <w:lang w:val="en-US" w:eastAsia="zh-CN"/>
                        </w:rPr>
                      </w:pPr>
                      <w:r>
                        <w:rPr>
                          <w:rFonts w:hAnsi="Calibri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</w:rPr>
                        <w:t xml:space="preserve">152 0032 </w:t>
                      </w:r>
                      <w:r>
                        <w:rPr>
                          <w:rFonts w:hint="eastAsia" w:hAnsi="Calibri" w:eastAsia="微软雅黑" w:cs="Times New Roman" w:asciiTheme="minorHAnsi"/>
                          <w:color w:val="333F50"/>
                          <w:kern w:val="2"/>
                          <w:sz w:val="32"/>
                          <w:szCs w:val="32"/>
                          <w:lang w:val="en-US" w:eastAsia="zh-CN"/>
                        </w:rPr>
                        <w:t>1234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800" w:lineRule="exact"/>
                        <w:jc w:val="both"/>
                        <w:rPr>
                          <w:rFonts w:hint="eastAsia" w:hAnsi="Calibri" w:cs="Times New Roman" w:asciiTheme="minorHAnsi" w:eastAsiaTheme="minorEastAsia"/>
                          <w:color w:val="333F50"/>
                          <w:kern w:val="2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hAnsi="Calibri" w:cs="Times New Roman" w:asciiTheme="minorHAnsi" w:eastAsiaTheme="minorEastAsia"/>
                          <w:color w:val="333F50"/>
                          <w:kern w:val="2"/>
                          <w:sz w:val="32"/>
                          <w:szCs w:val="32"/>
                        </w:rPr>
                        <w:t>45446</w:t>
                      </w:r>
                      <w:r>
                        <w:rPr>
                          <w:rFonts w:hint="eastAsia" w:hAnsi="Calibri" w:cs="Times New Roman" w:asciiTheme="minorHAnsi" w:eastAsiaTheme="minorEastAsia"/>
                          <w:color w:val="333F50"/>
                          <w:kern w:val="2"/>
                          <w:sz w:val="32"/>
                          <w:szCs w:val="32"/>
                          <w:lang w:val="en-US" w:eastAsia="zh-CN"/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2854960</wp:posOffset>
                </wp:positionH>
                <wp:positionV relativeFrom="paragraph">
                  <wp:posOffset>6806565</wp:posOffset>
                </wp:positionV>
                <wp:extent cx="144145" cy="246380"/>
                <wp:effectExtent l="38100" t="0" r="27940" b="1905"/>
                <wp:wrapNone/>
                <wp:docPr id="89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2" cy="2462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1440" tIns="45720" rIns="91440" bIns="293927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24.8pt;margin-top:535.95pt;height:19.4pt;width:11.35pt;z-index:251661312;v-text-anchor:middle;mso-width-relative:page;mso-height-relative:page;" fillcolor="#333F50" filled="t" stroked="f" coordsize="559792,955625" o:gfxdata="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DtWBzNwAAAANAQAADwAAAAAAAAABACAAAAAiAAAAZHJzL2Rvd25yZXYueG1sUEsB&#10;AhQAFAAAAAgAh07iQCzrDl5HAwAAdwgAAA4AAAAAAAAAAQAgAAAAKwEAAGRycy9lMm9Eb2MueG1s&#10;UEsFBgAAAAAGAAYAWQEAAOQG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8.1646388888888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2817495</wp:posOffset>
                </wp:positionH>
                <wp:positionV relativeFrom="paragraph">
                  <wp:posOffset>7308850</wp:posOffset>
                </wp:positionV>
                <wp:extent cx="225425" cy="225425"/>
                <wp:effectExtent l="0" t="0" r="3810" b="3810"/>
                <wp:wrapNone/>
                <wp:docPr id="90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5336" cy="225336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21.85pt;margin-top:575.5pt;height:17.75pt;width:17.75pt;z-index:251662336;v-text-anchor:middle;mso-width-relative:page;mso-height-relative:page;" fillcolor="#333F50" filled="t" stroked="f" coordsize="5581,5581" o:gfxdata="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1604130040;@0,@0;@0,@0;@0,@0;@0,@0;160413004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2817495</wp:posOffset>
                </wp:positionH>
                <wp:positionV relativeFrom="paragraph">
                  <wp:posOffset>7788275</wp:posOffset>
                </wp:positionV>
                <wp:extent cx="226060" cy="233680"/>
                <wp:effectExtent l="0" t="0" r="3175" b="0"/>
                <wp:wrapNone/>
                <wp:docPr id="91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5750" cy="233532"/>
                        </a:xfrm>
                        <a:custGeom>
                          <a:avLst/>
                          <a:gdLst>
                            <a:gd name="T0" fmla="*/ 2147483646 w 90"/>
                            <a:gd name="T1" fmla="*/ 2147483646 h 93"/>
                            <a:gd name="T2" fmla="*/ 2147483646 w 90"/>
                            <a:gd name="T3" fmla="*/ 2147483646 h 93"/>
                            <a:gd name="T4" fmla="*/ 2147483646 w 90"/>
                            <a:gd name="T5" fmla="*/ 2147483646 h 93"/>
                            <a:gd name="T6" fmla="*/ 2147483646 w 90"/>
                            <a:gd name="T7" fmla="*/ 2147483646 h 93"/>
                            <a:gd name="T8" fmla="*/ 2147483646 w 90"/>
                            <a:gd name="T9" fmla="*/ 2147483646 h 93"/>
                            <a:gd name="T10" fmla="*/ 0 w 90"/>
                            <a:gd name="T11" fmla="*/ 2147483646 h 93"/>
                            <a:gd name="T12" fmla="*/ 0 w 90"/>
                            <a:gd name="T13" fmla="*/ 2147483646 h 93"/>
                            <a:gd name="T14" fmla="*/ 2147483646 w 90"/>
                            <a:gd name="T15" fmla="*/ 2147483646 h 93"/>
                            <a:gd name="T16" fmla="*/ 2147483646 w 90"/>
                            <a:gd name="T17" fmla="*/ 2147483646 h 93"/>
                            <a:gd name="T18" fmla="*/ 2147483646 w 90"/>
                            <a:gd name="T19" fmla="*/ 2147483646 h 93"/>
                            <a:gd name="T20" fmla="*/ 2147483646 w 90"/>
                            <a:gd name="T21" fmla="*/ 2147483646 h 93"/>
                            <a:gd name="T22" fmla="*/ 2147483646 w 90"/>
                            <a:gd name="T23" fmla="*/ 2147483646 h 93"/>
                            <a:gd name="T24" fmla="*/ 2147483646 w 90"/>
                            <a:gd name="T25" fmla="*/ 2147483646 h 93"/>
                            <a:gd name="T26" fmla="*/ 2147483646 w 90"/>
                            <a:gd name="T27" fmla="*/ 2147483646 h 93"/>
                            <a:gd name="T28" fmla="*/ 2147483646 w 90"/>
                            <a:gd name="T29" fmla="*/ 2147483646 h 93"/>
                            <a:gd name="T30" fmla="*/ 2147483646 w 90"/>
                            <a:gd name="T31" fmla="*/ 2147483646 h 93"/>
                            <a:gd name="T32" fmla="*/ 2147483646 w 90"/>
                            <a:gd name="T33" fmla="*/ 2147483646 h 93"/>
                            <a:gd name="T34" fmla="*/ 2147483646 w 90"/>
                            <a:gd name="T35" fmla="*/ 2147483646 h 93"/>
                            <a:gd name="T36" fmla="*/ 2147483646 w 90"/>
                            <a:gd name="T37" fmla="*/ 2147483646 h 93"/>
                            <a:gd name="T38" fmla="*/ 2147483646 w 90"/>
                            <a:gd name="T39" fmla="*/ 2147483646 h 93"/>
                            <a:gd name="T40" fmla="*/ 2147483646 w 90"/>
                            <a:gd name="T41" fmla="*/ 2147483646 h 93"/>
                            <a:gd name="T42" fmla="*/ 2147483646 w 90"/>
                            <a:gd name="T43" fmla="*/ 2147483646 h 93"/>
                            <a:gd name="T44" fmla="*/ 2147483646 w 90"/>
                            <a:gd name="T45" fmla="*/ 2147483646 h 93"/>
                            <a:gd name="T46" fmla="*/ 2147483646 w 90"/>
                            <a:gd name="T47" fmla="*/ 2147483646 h 93"/>
                            <a:gd name="T48" fmla="*/ 2147483646 w 90"/>
                            <a:gd name="T49" fmla="*/ 2147483646 h 93"/>
                            <a:gd name="T50" fmla="*/ 2147483646 w 90"/>
                            <a:gd name="T51" fmla="*/ 2147483646 h 93"/>
                            <a:gd name="T52" fmla="*/ 2147483646 w 90"/>
                            <a:gd name="T53" fmla="*/ 2147483646 h 93"/>
                            <a:gd name="T54" fmla="*/ 2147483646 w 90"/>
                            <a:gd name="T55" fmla="*/ 2147483646 h 93"/>
                            <a:gd name="T56" fmla="*/ 2147483646 w 90"/>
                            <a:gd name="T57" fmla="*/ 2147483646 h 93"/>
                            <a:gd name="T58" fmla="*/ 2147483646 w 90"/>
                            <a:gd name="T59" fmla="*/ 2147483646 h 93"/>
                            <a:gd name="T60" fmla="*/ 2147483646 w 90"/>
                            <a:gd name="T61" fmla="*/ 2147483646 h 93"/>
                            <a:gd name="T62" fmla="*/ 2147483646 w 90"/>
                            <a:gd name="T63" fmla="*/ 2147483646 h 93"/>
                            <a:gd name="T64" fmla="*/ 2147483646 w 90"/>
                            <a:gd name="T65" fmla="*/ 2147483646 h 93"/>
                            <a:gd name="T66" fmla="*/ 2147483646 w 90"/>
                            <a:gd name="T67" fmla="*/ 2147483646 h 93"/>
                            <a:gd name="T68" fmla="*/ 2147483646 w 90"/>
                            <a:gd name="T69" fmla="*/ 2147483646 h 93"/>
                            <a:gd name="T70" fmla="*/ 2147483646 w 90"/>
                            <a:gd name="T71" fmla="*/ 2147483646 h 93"/>
                            <a:gd name="T72" fmla="*/ 2147483646 w 90"/>
                            <a:gd name="T73" fmla="*/ 2147483646 h 93"/>
                            <a:gd name="T74" fmla="*/ 2147483646 w 90"/>
                            <a:gd name="T75" fmla="*/ 2147483646 h 93"/>
                            <a:gd name="T76" fmla="*/ 2147483646 w 90"/>
                            <a:gd name="T77" fmla="*/ 2147483646 h 93"/>
                            <a:gd name="T78" fmla="*/ 2147483646 w 90"/>
                            <a:gd name="T79" fmla="*/ 2147483646 h 93"/>
                            <a:gd name="T80" fmla="*/ 2147483646 w 90"/>
                            <a:gd name="T81" fmla="*/ 2147483646 h 93"/>
                            <a:gd name="T82" fmla="*/ 2147483646 w 90"/>
                            <a:gd name="T83" fmla="*/ 2147483646 h 93"/>
                            <a:gd name="T84" fmla="*/ 2147483646 w 90"/>
                            <a:gd name="T85" fmla="*/ 2147483646 h 93"/>
                            <a:gd name="T86" fmla="*/ 2147483646 w 90"/>
                            <a:gd name="T87" fmla="*/ 2147483646 h 93"/>
                            <a:gd name="T88" fmla="*/ 2147483646 w 90"/>
                            <a:gd name="T89" fmla="*/ 2147483646 h 93"/>
                            <a:gd name="T90" fmla="*/ 2147483646 w 90"/>
                            <a:gd name="T91" fmla="*/ 2147483646 h 93"/>
                            <a:gd name="T92" fmla="*/ 2147483646 w 90"/>
                            <a:gd name="T93" fmla="*/ 2147483646 h 93"/>
                            <a:gd name="T94" fmla="*/ 2147483646 w 90"/>
                            <a:gd name="T95" fmla="*/ 2147483646 h 93"/>
                            <a:gd name="T96" fmla="*/ 2147483646 w 90"/>
                            <a:gd name="T97" fmla="*/ 2147483646 h 9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21.85pt;margin-top:613.25pt;height:18.4pt;width:17.8pt;z-index:251663360;v-text-anchor:middle;mso-width-relative:page;mso-height-relative:page;" fillcolor="#333F50" filled="t" stroked="f" coordsize="90,93" o:gfxdata="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2804795</wp:posOffset>
                </wp:positionH>
                <wp:positionV relativeFrom="paragraph">
                  <wp:posOffset>6643370</wp:posOffset>
                </wp:positionV>
                <wp:extent cx="2851785" cy="0"/>
                <wp:effectExtent l="0" t="0" r="24765" b="19050"/>
                <wp:wrapNone/>
                <wp:docPr id="92" name="直接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187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33F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85pt;margin-top:523.1pt;height:0pt;width:224.55pt;z-index:251664384;mso-width-relative:page;mso-height-relative:page;" filled="f" stroked="t" coordsize="21600,21600" o:gfxdata="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hsYGtgAAAANAQAADwAAAAAAAAABACAA&#10;AAAiAAAAZHJzL2Rvd25yZXYueG1sUEsBAhQAFAAAAAgAh07iQBJet+nUAQAAcwMAAA4AAAAAAAAA&#10;AQAgAAAAJwEAAGRycy9lMm9Eb2MueG1sUEsFBgAAAAAGAAYAWQEAAG0FAAAAAA==&#10;">
                <v:fill on="f" focussize="0,0"/>
                <v:stroke color="#333F5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2804795</wp:posOffset>
                </wp:positionH>
                <wp:positionV relativeFrom="paragraph">
                  <wp:posOffset>7159625</wp:posOffset>
                </wp:positionV>
                <wp:extent cx="2851785" cy="0"/>
                <wp:effectExtent l="0" t="0" r="24765" b="19050"/>
                <wp:wrapNone/>
                <wp:docPr id="93" name="直接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187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33F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85pt;margin-top:563.75pt;height:0pt;width:224.55pt;z-index:251665408;mso-width-relative:page;mso-height-relative:page;" filled="f" stroked="t" coordsize="21600,21600" o:gfxdata="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c3rMdgAAAANAQAADwAAAAAAAAABACAA&#10;AAAiAAAAZHJzL2Rvd25yZXYueG1sUEsBAhQAFAAAAAgAh07iQOtlhePUAQAAcwMAAA4AAAAAAAAA&#10;AQAgAAAAJwEAAGRycy9lMm9Eb2MueG1sUEsFBgAAAAAGAAYAWQEAAG0FAAAAAA==&#10;">
                <v:fill on="f" focussize="0,0"/>
                <v:stroke color="#333F5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2804795</wp:posOffset>
                </wp:positionH>
                <wp:positionV relativeFrom="paragraph">
                  <wp:posOffset>7675880</wp:posOffset>
                </wp:positionV>
                <wp:extent cx="2851785" cy="0"/>
                <wp:effectExtent l="0" t="0" r="24765" b="19050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187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33F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85pt;margin-top:604.4pt;height:0pt;width:224.55pt;z-index:251666432;mso-width-relative:page;mso-height-relative:page;" filled="f" stroked="t" coordsize="21600,21600" o:gfxdata="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mNHovWAAAADQEAAA8AAAAAAAAAAQAgAAAA&#10;IgAAAGRycy9kb3ducmV2LnhtbFBLAQIUABQAAAAIAIdO4kAExhvV1AEAAHMDAAAOAAAAAAAAAAEA&#10;IAAAACUBAABkcnMvZTJvRG9jLnhtbFBLBQYAAAAABgAGAFkBAABrBQAAAAA=&#10;">
                <v:fill on="f" focussize="0,0"/>
                <v:stroke color="#333F5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2804795</wp:posOffset>
                </wp:positionH>
                <wp:positionV relativeFrom="paragraph">
                  <wp:posOffset>8192770</wp:posOffset>
                </wp:positionV>
                <wp:extent cx="2851785" cy="0"/>
                <wp:effectExtent l="0" t="0" r="24765" b="1905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187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33F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85pt;margin-top:645.1pt;height:0pt;width:224.55pt;z-index:251667456;mso-width-relative:page;mso-height-relative:page;" filled="f" stroked="t" coordsize="21600,21600" o:gfxdata="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HiRVq2AAAAA0BAAAPAAAAAAAAAAEAIAAA&#10;ACIAAABkcnMvZG93bnJldi54bWxQSwECFAAUAAAACACHTuJA/f0p39MBAABzAwAADgAAAAAAAAAB&#10;ACAAAAAnAQAAZHJzL2Uyb0RvYy54bWxQSwUGAAAAAAYABgBZAQAAbAUAAAAA&#10;">
                <v:fill on="f" focussize="0,0"/>
                <v:stroke color="#333F5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2817495</wp:posOffset>
                </wp:positionH>
                <wp:positionV relativeFrom="paragraph">
                  <wp:posOffset>6279515</wp:posOffset>
                </wp:positionV>
                <wp:extent cx="212725" cy="269240"/>
                <wp:effectExtent l="0" t="0" r="0" b="0"/>
                <wp:wrapNone/>
                <wp:docPr id="9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600" cy="269114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21.85pt;margin-top:494.45pt;height:21.2pt;width:16.75pt;z-index:251668480;v-text-anchor:middle;mso-width-relative:page;mso-height-relative:page;" fillcolor="#333F50" filled="t" stroked="f" coordsize="1679575,2125662" o:gfxdata="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64363,118188;81687,127153;80751,132409;79670,138710;81759,145407;116912,212662;112158,144002;113490,137162;112050,131545;116084,126576;132724,117395;147959,118224;159160,129277;168813,141662;176881,155416;183148,170789;187614,187819;190099,206649;182248,220583;157287,231276;131103,238153;104090,241105;75492,239809;47218,233940;20169,223679;0,212230;1944,192248;5978,174282;11957,158152;19737,143786;29210,131077;40231,119808;54134,108934;105295,648;117358,3929;128269,9696;137596,17590;144978,27251;150200,38425;152901,50789;152576,65064;148399,79338;140873,91810;130466,101867;115846,109797;105979,112393;95320,113113;83400,111563;72453,107634;62622,101651;53727,93252;46453,82438;41844,70074;40151,56556;41592,43760;45769,32081;52251,21663;60749,12904;70976,6199;82608,1766;95212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-713105</wp:posOffset>
                </wp:positionH>
                <wp:positionV relativeFrom="paragraph">
                  <wp:posOffset>0</wp:posOffset>
                </wp:positionV>
                <wp:extent cx="6529705" cy="883920"/>
                <wp:effectExtent l="0" t="0" r="0" b="0"/>
                <wp:wrapNone/>
                <wp:docPr id="9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9705" cy="883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Impact" w:hAnsi="Impact" w:eastAsiaTheme="minorEastAsia" w:cstheme="minorBidi"/>
                                <w:color w:val="333F50"/>
                                <w:kern w:val="24"/>
                                <w:sz w:val="88"/>
                                <w:szCs w:val="88"/>
                              </w:rPr>
                              <w:t>PERSONAL RESUME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6.15pt;margin-top:0pt;height:69.6pt;width:514.15pt;z-index:251669504;mso-width-relative:page;mso-height-relative:page;" filled="f" stroked="f" coordsize="21600,21600" o:gfxdata="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K9ubrXWAAAACQEAAA8AAAAAAAAA&#10;AQAgAAAAIgAAAGRycy9kb3ducmV2LnhtbFBLAQIUABQAAAAIAIdO4kCYxWn7oQEAABEDAAAOAAAA&#10;AAAAAAEAIAAAACU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="Impact" w:hAnsi="Impact" w:eastAsiaTheme="minorEastAsia" w:cstheme="minorBidi"/>
                          <w:color w:val="333F50"/>
                          <w:kern w:val="24"/>
                          <w:sz w:val="88"/>
                          <w:szCs w:val="88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-713105</wp:posOffset>
                </wp:positionH>
                <wp:positionV relativeFrom="paragraph">
                  <wp:posOffset>891540</wp:posOffset>
                </wp:positionV>
                <wp:extent cx="6529705" cy="1097280"/>
                <wp:effectExtent l="0" t="0" r="0" b="0"/>
                <wp:wrapNone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9705" cy="1097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1584" w:lineRule="exact"/>
                              <w:jc w:val="right"/>
                            </w:pPr>
                            <w:r>
                              <w:rPr>
                                <w:rFonts w:hint="eastAsia" w:ascii="方正粗谭黑简体" w:eastAsia="方正粗谭黑简体" w:cstheme="minorBidi"/>
                                <w:color w:val="333F50"/>
                                <w:kern w:val="24"/>
                                <w:sz w:val="144"/>
                                <w:szCs w:val="144"/>
                              </w:rPr>
                              <w:t>求职简历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6.15pt;margin-top:70.2pt;height:86.4pt;width:514.15pt;z-index:251670528;mso-width-relative:page;mso-height-relative:page;" filled="f" stroked="f" coordsize="21600,21600" o:gfxdata="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NpiB8LYAAAADAEAAA8AAAAA&#10;AAAAAQAgAAAAIgAAAGRycy9kb3ducmV2LnhtbFBLAQIUABQAAAAIAIdO4kBDoe+XogEAABI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1584" w:lineRule="exact"/>
                        <w:jc w:val="right"/>
                      </w:pPr>
                      <w:r>
                        <w:rPr>
                          <w:rFonts w:hint="eastAsia" w:ascii="方正粗谭黑简体" w:eastAsia="方正粗谭黑简体" w:cstheme="minorBidi"/>
                          <w:color w:val="333F50"/>
                          <w:kern w:val="24"/>
                          <w:sz w:val="144"/>
                          <w:szCs w:val="144"/>
                        </w:rPr>
                        <w:t>求职简历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3887470</wp:posOffset>
                </wp:positionH>
                <wp:positionV relativeFrom="paragraph">
                  <wp:posOffset>3291840</wp:posOffset>
                </wp:positionV>
                <wp:extent cx="1828800" cy="883920"/>
                <wp:effectExtent l="0" t="0" r="0" b="0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83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jc w:val="right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64"/>
                                <w:szCs w:val="64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6.1pt;margin-top:259.2pt;height:69.6pt;width:144pt;z-index:251671552;mso-width-relative:page;mso-height-relative:page;" filled="f" stroked="f" coordsize="21600,21600" o:gfxdata="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H2FqttgAAAALAQAADwAAAAAAAAAB&#10;ACAAAAAiAAAAZHJzL2Rvd25yZXYueG1sUEsBAhQAFAAAAAgAh07iQFTXRyeeAQAAEQMAAA4AAAAA&#10;AAAAAQAgAAAAJw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/>
                        <w:jc w:val="right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64"/>
                          <w:szCs w:val="64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3961765</wp:posOffset>
                </wp:positionV>
                <wp:extent cx="2840990" cy="396240"/>
                <wp:effectExtent l="0" t="0" r="0" b="0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0990" cy="396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80" w:lineRule="exact"/>
                              <w:jc w:val="righ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求职意向：产品经理岗位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6.45pt;margin-top:311.95pt;height:31.2pt;width:223.7pt;z-index:251672576;mso-width-relative:page;mso-height-relative:page;" filled="f" stroked="f" coordsize="21600,21600" o:gfxdata="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EmJuo7YAAAACwEAAA8AAAAAAAAA&#10;AQAgAAAAIgAAAGRycy9kb3ducmV2LnhtbFBLAQIUABQAAAAIAIdO4kDDW/NQnwEAABMDAAAOAAAA&#10;AAAAAAEAIAAAACc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480" w:lineRule="exact"/>
                        <w:jc w:val="righ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/>
                          <w:kern w:val="24"/>
                          <w:sz w:val="28"/>
                          <w:szCs w:val="28"/>
                        </w:rPr>
                        <w:t>求职意向：产品经理岗位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6320" behindDoc="0" locked="0" layoutInCell="1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3413125</wp:posOffset>
                </wp:positionV>
                <wp:extent cx="87630" cy="150495"/>
                <wp:effectExtent l="38100" t="0" r="45720" b="1905"/>
                <wp:wrapNone/>
                <wp:docPr id="3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" cy="150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1440" tIns="45720" rIns="91440" bIns="293927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77.8pt;margin-top:268.75pt;height:11.85pt;width:6.9pt;z-index:251576320;v-text-anchor:middle;mso-width-relative:page;mso-height-relative:page;" fillcolor="#FFFFFF" filled="t" stroked="f" coordsize="559792,955625" o:gfxdata="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DTns+E1gAAAAsBAAAPAAAAAAAAAAEAIAAAACIAAABkcnMvZG93bnJldi54bWxQSwECFAAU&#10;AAAACACHTuJAH05djUkDAACGCAAADgAAAAAAAAABACAAAAAlAQAAZHJzL2Uyb0RvYy54bWxQSwUG&#10;AAAAAAYABgBZAQAA4AYAAAAA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8.1646388888888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7344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3807460</wp:posOffset>
                </wp:positionV>
                <wp:extent cx="137795" cy="137795"/>
                <wp:effectExtent l="0" t="0" r="0" b="0"/>
                <wp:wrapNone/>
                <wp:docPr id="3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7795" cy="137795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76pt;margin-top:299.8pt;height:10.85pt;width:10.85pt;z-index:251577344;v-text-anchor:middle;mso-width-relative:page;mso-height-relative:page;" fillcolor="#FFFFFF" filled="t" stroked="f" coordsize="5581,5581" o:gfxdata="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980940013;@0,@0;@0,@0;@0,@0;@0,@0;980940013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8368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4186555</wp:posOffset>
                </wp:positionV>
                <wp:extent cx="137795" cy="142875"/>
                <wp:effectExtent l="0" t="0" r="0" b="9525"/>
                <wp:wrapNone/>
                <wp:docPr id="3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7795" cy="142875"/>
                        </a:xfrm>
                        <a:custGeom>
                          <a:avLst/>
                          <a:gdLst>
                            <a:gd name="T0" fmla="*/ 2147483646 w 90"/>
                            <a:gd name="T1" fmla="*/ 2147483646 h 93"/>
                            <a:gd name="T2" fmla="*/ 2147483646 w 90"/>
                            <a:gd name="T3" fmla="*/ 2147483646 h 93"/>
                            <a:gd name="T4" fmla="*/ 2147483646 w 90"/>
                            <a:gd name="T5" fmla="*/ 2147483646 h 93"/>
                            <a:gd name="T6" fmla="*/ 2147483646 w 90"/>
                            <a:gd name="T7" fmla="*/ 2147483646 h 93"/>
                            <a:gd name="T8" fmla="*/ 2147483646 w 90"/>
                            <a:gd name="T9" fmla="*/ 2147483646 h 93"/>
                            <a:gd name="T10" fmla="*/ 0 w 90"/>
                            <a:gd name="T11" fmla="*/ 2147483646 h 93"/>
                            <a:gd name="T12" fmla="*/ 0 w 90"/>
                            <a:gd name="T13" fmla="*/ 2147483646 h 93"/>
                            <a:gd name="T14" fmla="*/ 2147483646 w 90"/>
                            <a:gd name="T15" fmla="*/ 2147483646 h 93"/>
                            <a:gd name="T16" fmla="*/ 2147483646 w 90"/>
                            <a:gd name="T17" fmla="*/ 2147483646 h 93"/>
                            <a:gd name="T18" fmla="*/ 2147483646 w 90"/>
                            <a:gd name="T19" fmla="*/ 2147483646 h 93"/>
                            <a:gd name="T20" fmla="*/ 2147483646 w 90"/>
                            <a:gd name="T21" fmla="*/ 2147483646 h 93"/>
                            <a:gd name="T22" fmla="*/ 2147483646 w 90"/>
                            <a:gd name="T23" fmla="*/ 2147483646 h 93"/>
                            <a:gd name="T24" fmla="*/ 2147483646 w 90"/>
                            <a:gd name="T25" fmla="*/ 2147483646 h 93"/>
                            <a:gd name="T26" fmla="*/ 2147483646 w 90"/>
                            <a:gd name="T27" fmla="*/ 2147483646 h 93"/>
                            <a:gd name="T28" fmla="*/ 2147483646 w 90"/>
                            <a:gd name="T29" fmla="*/ 2147483646 h 93"/>
                            <a:gd name="T30" fmla="*/ 2147483646 w 90"/>
                            <a:gd name="T31" fmla="*/ 2147483646 h 93"/>
                            <a:gd name="T32" fmla="*/ 2147483646 w 90"/>
                            <a:gd name="T33" fmla="*/ 2147483646 h 93"/>
                            <a:gd name="T34" fmla="*/ 2147483646 w 90"/>
                            <a:gd name="T35" fmla="*/ 2147483646 h 93"/>
                            <a:gd name="T36" fmla="*/ 2147483646 w 90"/>
                            <a:gd name="T37" fmla="*/ 2147483646 h 93"/>
                            <a:gd name="T38" fmla="*/ 2147483646 w 90"/>
                            <a:gd name="T39" fmla="*/ 2147483646 h 93"/>
                            <a:gd name="T40" fmla="*/ 2147483646 w 90"/>
                            <a:gd name="T41" fmla="*/ 2147483646 h 93"/>
                            <a:gd name="T42" fmla="*/ 2147483646 w 90"/>
                            <a:gd name="T43" fmla="*/ 2147483646 h 93"/>
                            <a:gd name="T44" fmla="*/ 2147483646 w 90"/>
                            <a:gd name="T45" fmla="*/ 2147483646 h 93"/>
                            <a:gd name="T46" fmla="*/ 2147483646 w 90"/>
                            <a:gd name="T47" fmla="*/ 2147483646 h 93"/>
                            <a:gd name="T48" fmla="*/ 2147483646 w 90"/>
                            <a:gd name="T49" fmla="*/ 2147483646 h 93"/>
                            <a:gd name="T50" fmla="*/ 2147483646 w 90"/>
                            <a:gd name="T51" fmla="*/ 2147483646 h 93"/>
                            <a:gd name="T52" fmla="*/ 2147483646 w 90"/>
                            <a:gd name="T53" fmla="*/ 2147483646 h 93"/>
                            <a:gd name="T54" fmla="*/ 2147483646 w 90"/>
                            <a:gd name="T55" fmla="*/ 2147483646 h 93"/>
                            <a:gd name="T56" fmla="*/ 2147483646 w 90"/>
                            <a:gd name="T57" fmla="*/ 2147483646 h 93"/>
                            <a:gd name="T58" fmla="*/ 2147483646 w 90"/>
                            <a:gd name="T59" fmla="*/ 2147483646 h 93"/>
                            <a:gd name="T60" fmla="*/ 2147483646 w 90"/>
                            <a:gd name="T61" fmla="*/ 2147483646 h 93"/>
                            <a:gd name="T62" fmla="*/ 2147483646 w 90"/>
                            <a:gd name="T63" fmla="*/ 2147483646 h 93"/>
                            <a:gd name="T64" fmla="*/ 2147483646 w 90"/>
                            <a:gd name="T65" fmla="*/ 2147483646 h 93"/>
                            <a:gd name="T66" fmla="*/ 2147483646 w 90"/>
                            <a:gd name="T67" fmla="*/ 2147483646 h 93"/>
                            <a:gd name="T68" fmla="*/ 2147483646 w 90"/>
                            <a:gd name="T69" fmla="*/ 2147483646 h 93"/>
                            <a:gd name="T70" fmla="*/ 2147483646 w 90"/>
                            <a:gd name="T71" fmla="*/ 2147483646 h 93"/>
                            <a:gd name="T72" fmla="*/ 2147483646 w 90"/>
                            <a:gd name="T73" fmla="*/ 2147483646 h 93"/>
                            <a:gd name="T74" fmla="*/ 2147483646 w 90"/>
                            <a:gd name="T75" fmla="*/ 2147483646 h 93"/>
                            <a:gd name="T76" fmla="*/ 2147483646 w 90"/>
                            <a:gd name="T77" fmla="*/ 2147483646 h 93"/>
                            <a:gd name="T78" fmla="*/ 2147483646 w 90"/>
                            <a:gd name="T79" fmla="*/ 2147483646 h 93"/>
                            <a:gd name="T80" fmla="*/ 2147483646 w 90"/>
                            <a:gd name="T81" fmla="*/ 2147483646 h 93"/>
                            <a:gd name="T82" fmla="*/ 2147483646 w 90"/>
                            <a:gd name="T83" fmla="*/ 2147483646 h 93"/>
                            <a:gd name="T84" fmla="*/ 2147483646 w 90"/>
                            <a:gd name="T85" fmla="*/ 2147483646 h 93"/>
                            <a:gd name="T86" fmla="*/ 2147483646 w 90"/>
                            <a:gd name="T87" fmla="*/ 2147483646 h 93"/>
                            <a:gd name="T88" fmla="*/ 2147483646 w 90"/>
                            <a:gd name="T89" fmla="*/ 2147483646 h 93"/>
                            <a:gd name="T90" fmla="*/ 2147483646 w 90"/>
                            <a:gd name="T91" fmla="*/ 2147483646 h 93"/>
                            <a:gd name="T92" fmla="*/ 2147483646 w 90"/>
                            <a:gd name="T93" fmla="*/ 2147483646 h 93"/>
                            <a:gd name="T94" fmla="*/ 2147483646 w 90"/>
                            <a:gd name="T95" fmla="*/ 2147483646 h 93"/>
                            <a:gd name="T96" fmla="*/ 2147483646 w 90"/>
                            <a:gd name="T97" fmla="*/ 2147483646 h 9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76pt;margin-top:329.65pt;height:11.25pt;width:10.85pt;z-index:251578368;v-text-anchor:middle;mso-width-relative:page;mso-height-relative:page;" fillcolor="#FFFFFF" filled="t" stroked="f" coordsize="90,93" o:gfxdata="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br w:type="page"/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2782570</wp:posOffset>
                </wp:positionV>
                <wp:extent cx="2162810" cy="0"/>
                <wp:effectExtent l="0" t="0" r="2857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62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2pt;margin-top:219.1pt;height:0pt;width:170.3pt;z-index:251590656;mso-width-relative:page;mso-height-relative:page;" filled="f" stroked="t" coordsize="21600,21600" o:gfxdata="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RoV9bZAAAADAEAAA8AAAAA&#10;AAAAAQAgAAAAIgAAAGRycy9kb3ducmV2LnhtbFBLAQIUABQAAAAIAIdO4kCysjul2gEAAIMDAAAO&#10;AAAAAAAAAAEAIAAAACgBAABkcnMvZTJvRG9jLnhtbFBLBQYAAAAABgAGAFkBAAB0BQAAAAA=&#10;">
                <v:fill on="f" focussize="0,0"/>
                <v:stroke color="#FFFFF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3165475</wp:posOffset>
                </wp:positionV>
                <wp:extent cx="2162810" cy="0"/>
                <wp:effectExtent l="0" t="0" r="2857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62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2pt;margin-top:249.25pt;height:0pt;width:170.3pt;z-index:251591680;mso-width-relative:page;mso-height-relative:page;" filled="f" stroked="t" coordsize="21600,21600" o:gfxdata="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sKk7dkAAAAMAQAADwAAAAAA&#10;AAABACAAAAAiAAAAZHJzL2Rvd25yZXYueG1sUEsBAhQAFAAAAAgAh07iQJEDb5nZAQAAgwMAAA4A&#10;AAAAAAAAAQAgAAAAKAEAAGRycy9lMm9Eb2MueG1sUEsFBgAAAAAGAAYAWQEAAHMFAAAAAA==&#10;">
                <v:fill on="f" focussize="0,0"/>
                <v:stroke color="#FFFFF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3548380</wp:posOffset>
                </wp:positionV>
                <wp:extent cx="2162810" cy="0"/>
                <wp:effectExtent l="0" t="0" r="28575" b="190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62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2pt;margin-top:279.4pt;height:0pt;width:170.3pt;z-index:251592704;mso-width-relative:page;mso-height-relative:page;" filled="f" stroked="t" coordsize="21600,21600" o:gfxdata="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HOmOf2gAAAAwBAAAPAAAA&#10;AAAAAAEAIAAAACIAAABkcnMvZG93bnJldi54bWxQSwECFAAUAAAACACHTuJA9NCS3doBAACDAwAA&#10;DgAAAAAAAAABACAAAAApAQAAZHJzL2Uyb0RvYy54bWxQSwUGAAAAAAYABgBZAQAAdQUAAAAA&#10;">
                <v:fill on="f" focussize="0,0"/>
                <v:stroke color="#FFFFF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3930650</wp:posOffset>
                </wp:positionV>
                <wp:extent cx="2162810" cy="0"/>
                <wp:effectExtent l="0" t="0" r="28575" b="190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62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2pt;margin-top:309.5pt;height:0pt;width:170.3pt;z-index:251593728;mso-width-relative:page;mso-height-relative:page;" filled="f" stroked="t" coordsize="21600,21600" o:gfxdata="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5940LZAAAADAEAAA8AAAAA&#10;AAAAAQAgAAAAIgAAAGRycy9kb3ducmV2LnhtbFBLAQIUABQAAAAIAIdO4kDXYcbh2gEAAIMDAAAO&#10;AAAAAAAAAAEAIAAAACgBAABkcnMvZTJvRG9jLnhtbFBLBQYAAAAABgAGAFkBAAB0BQAAAAA=&#10;">
                <v:fill on="f" focussize="0,0"/>
                <v:stroke color="#FFFFF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4313555</wp:posOffset>
                </wp:positionV>
                <wp:extent cx="2162810" cy="0"/>
                <wp:effectExtent l="0" t="0" r="28575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62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2pt;margin-top:339.65pt;height:0pt;width:170.3pt;z-index:251594752;mso-width-relative:page;mso-height-relative:page;" filled="f" stroked="t" coordsize="21600,21600" o:gfxdata="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b+rjHaAAAADAEAAA8AAAAA&#10;AAAAAQAgAAAAIgAAAGRycy9kb3ducmV2LnhtbFBLAQIUABQAAAAIAIdO4kBn+b1t2QEAAIMDAAAO&#10;AAAAAAAAAAEAIAAAACkBAABkcnMvZTJvRG9jLnhtbFBLBQYAAAAABgAGAFkBAAB0BQAAAAA=&#10;">
                <v:fill on="f" focussize="0,0"/>
                <v:stroke color="#FFFFF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4696460</wp:posOffset>
                </wp:positionV>
                <wp:extent cx="2162810" cy="0"/>
                <wp:effectExtent l="0" t="0" r="28575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62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2pt;margin-top:369.8pt;height:0pt;width:170.3pt;z-index:251595776;mso-width-relative:page;mso-height-relative:page;" filled="f" stroked="t" coordsize="21600,21600" o:gfxdata="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16Eeq2gAAAAwBAAAPAAAA&#10;AAAAAAEAIAAAACIAAABkcnMvZG93bnJldi54bWxQSwECFAAUAAAACACHTuJAREjpUdoBAACDAwAA&#10;DgAAAAAAAAABACAAAAApAQAAZHJzL2Uyb0RvYy54bWxQSwUGAAAAAAYABgBZAQAAdQUAAAAA&#10;">
                <v:fill on="f" focussize="0,0"/>
                <v:stroke color="#FFFFF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5078730</wp:posOffset>
                </wp:positionV>
                <wp:extent cx="2162810" cy="0"/>
                <wp:effectExtent l="0" t="0" r="28575" b="1905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62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2pt;margin-top:399.9pt;height:0pt;width:170.3pt;z-index:251596800;mso-width-relative:page;mso-height-relative:page;" filled="f" stroked="t" coordsize="21600,21600" o:gfxdata="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9loRPZAAAADAEAAA8AAAAA&#10;AAAAAQAgAAAAIgAAAGRycy9kb3ducmV2LnhtbFBLAQIUABQAAAAIAIdO4kAZr6FV2gEAAIMDAAAO&#10;AAAAAAAAAAEAIAAAACgBAABkcnMvZTJvRG9jLnhtbFBLBQYAAAAABgAGAFkBAAB0BQAAAAA=&#10;">
                <v:fill on="f" focussize="0,0"/>
                <v:stroke color="#FFFFF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5461635</wp:posOffset>
                </wp:positionV>
                <wp:extent cx="2162810" cy="0"/>
                <wp:effectExtent l="0" t="0" r="28575" b="1905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62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2pt;margin-top:430.05pt;height:0pt;width:170.3pt;z-index:251597824;mso-width-relative:page;mso-height-relative:page;" filled="f" stroked="t" coordsize="21600,21600" o:gfxdata="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AuNWjZAAAADAEAAA8AAAAA&#10;AAAAAQAgAAAAIgAAAGRycy9kb3ducmV2LnhtbFBLAQIUABQAAAAIAIdO4kB8fFwR2gEAAIMDAAAO&#10;AAAAAAAAAAEAIAAAACgBAABkcnMvZTJvRG9jLnhtbFBLBQYAAAAABgAGAFkBAAB0BQAAAAA=&#10;">
                <v:fill on="f" focussize="0,0"/>
                <v:stroke color="#FFFFF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2400300</wp:posOffset>
                </wp:positionV>
                <wp:extent cx="2162810" cy="0"/>
                <wp:effectExtent l="0" t="0" r="28575" b="1905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62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2pt;margin-top:189pt;height:0pt;width:170.3pt;z-index:251598848;mso-width-relative:page;mso-height-relative:page;" filled="f" stroked="t" coordsize="21600,21600" o:gfxdata="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DpzoU2gAAAAwBAAAPAAAA&#10;AAAAAAEAIAAAACIAAABkcnMvZG93bnJldi54bWxQSwECFAAUAAAACACHTuJAX80ILdoBAACDAwAA&#10;DgAAAAAAAAABACAAAAApAQAAZHJzL2Uyb0RvYy54bWxQSwUGAAAAAAYABgBZAQAAdQUAAAAA&#10;">
                <v:fill on="f" focussize="0,0"/>
                <v:stroke color="#FFFFF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2533650</wp:posOffset>
                </wp:positionV>
                <wp:extent cx="59055" cy="127635"/>
                <wp:effectExtent l="0" t="0" r="0" b="5715"/>
                <wp:wrapNone/>
                <wp:docPr id="37" name="燕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04" cy="127691"/>
                        </a:xfrm>
                        <a:prstGeom prst="chevron">
                          <a:avLst>
                            <a:gd name="adj" fmla="val 78155"/>
                          </a:avLst>
                        </a:prstGeom>
                        <a:solidFill>
                          <a:srgbClr val="44546A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87pt;margin-top:199.5pt;height:10.05pt;width:4.65pt;z-index:251609088;v-text-anchor:middle;mso-width-relative:page;mso-height-relative:page;" fillcolor="#333F50" filled="t" stroked="f" coordsize="21600,21600" o:gfxdata="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BMbk3ZAAAACwEAAA8AAAAAAAAAAQAgAAAAIgAA&#10;AGRycy9kb3ducmV2LnhtbFBLAQIUABQAAAAIAIdO4kDMjA0uBwIAANoDAAAOAAAAAAAAAAEAIAAA&#10;ACgBAABkcnMvZTJvRG9jLnhtbFBLBQYAAAAABgAGAFkBAAChBQAAAAA=&#10;" adj="4719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5197475</wp:posOffset>
                </wp:positionV>
                <wp:extent cx="59055" cy="127635"/>
                <wp:effectExtent l="0" t="0" r="0" b="5715"/>
                <wp:wrapNone/>
                <wp:docPr id="38" name="燕尾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04" cy="127691"/>
                        </a:xfrm>
                        <a:prstGeom prst="chevron">
                          <a:avLst>
                            <a:gd name="adj" fmla="val 78155"/>
                          </a:avLst>
                        </a:prstGeom>
                        <a:solidFill>
                          <a:srgbClr val="44546A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87pt;margin-top:409.25pt;height:10.05pt;width:4.65pt;z-index:251610112;v-text-anchor:middle;mso-width-relative:page;mso-height-relative:page;" fillcolor="#333F50" filled="t" stroked="f" coordsize="21600,21600" o:gfxdata="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pIuSdkAAAALAQAADwAAAAAAAAABACAAAAAiAAAA&#10;ZHJzL2Rvd25yZXYueG1sUEsBAhQAFAAAAAgAh07iQCdswLMGAgAA2gMAAA4AAAAAAAAAAQAgAAAA&#10;KAEAAGRycy9lMm9Eb2MueG1sUEsFBgAAAAAGAAYAWQEAAKAFAAAAAA==&#10;" adj="4719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2914015</wp:posOffset>
                </wp:positionV>
                <wp:extent cx="59055" cy="127635"/>
                <wp:effectExtent l="0" t="0" r="0" b="5715"/>
                <wp:wrapNone/>
                <wp:docPr id="39" name="燕尾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04" cy="127691"/>
                        </a:xfrm>
                        <a:prstGeom prst="chevron">
                          <a:avLst>
                            <a:gd name="adj" fmla="val 78155"/>
                          </a:avLst>
                        </a:prstGeom>
                        <a:solidFill>
                          <a:srgbClr val="44546A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87pt;margin-top:229.45pt;height:10.05pt;width:4.65pt;z-index:251611136;v-text-anchor:middle;mso-width-relative:page;mso-height-relative:page;" fillcolor="#333F50" filled="t" stroked="f" coordsize="21600,21600" o:gfxdata="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EAty/2gAAAAsBAAAPAAAAAAAAAAEAIAAAACIA&#10;AABkcnMvZG93bnJldi54bWxQSwECFAAUAAAACACHTuJAExroVwcCAADaAwAADgAAAAAAAAABACAA&#10;AAApAQAAZHJzL2Uyb0RvYy54bWxQSwUGAAAAAAYABgBZAQAAogUAAAAA&#10;" adj="4719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3294380</wp:posOffset>
                </wp:positionV>
                <wp:extent cx="59055" cy="127635"/>
                <wp:effectExtent l="0" t="0" r="0" b="5715"/>
                <wp:wrapNone/>
                <wp:docPr id="40" name="燕尾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04" cy="127691"/>
                        </a:xfrm>
                        <a:prstGeom prst="chevron">
                          <a:avLst>
                            <a:gd name="adj" fmla="val 78155"/>
                          </a:avLst>
                        </a:prstGeom>
                        <a:solidFill>
                          <a:srgbClr val="44546A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87pt;margin-top:259.4pt;height:10.05pt;width:4.65pt;z-index:251612160;v-text-anchor:middle;mso-width-relative:page;mso-height-relative:page;" fillcolor="#333F50" filled="t" stroked="f" coordsize="21600,21600" o:gfxdata="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2WnIz9kAAAALAQAADwAAAAAAAAABACAAAAAiAAAA&#10;ZHJzL2Rvd25yZXYueG1sUEsBAhQAFAAAAAgAh07iQMrS9RkGAgAA2gMAAA4AAAAAAAAAAQAgAAAA&#10;KAEAAGRycy9lMm9Eb2MueG1sUEsFBgAAAAAGAAYAWQEAAKAFAAAAAA==&#10;" adj="4719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3675380</wp:posOffset>
                </wp:positionV>
                <wp:extent cx="59055" cy="127635"/>
                <wp:effectExtent l="0" t="0" r="0" b="5715"/>
                <wp:wrapNone/>
                <wp:docPr id="41" name="燕尾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04" cy="127691"/>
                        </a:xfrm>
                        <a:prstGeom prst="chevron">
                          <a:avLst>
                            <a:gd name="adj" fmla="val 78155"/>
                          </a:avLst>
                        </a:prstGeom>
                        <a:solidFill>
                          <a:srgbClr val="44546A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87pt;margin-top:289.4pt;height:10.05pt;width:4.65pt;z-index:251613184;v-text-anchor:middle;mso-width-relative:page;mso-height-relative:page;" fillcolor="#333F50" filled="t" stroked="f" coordsize="21600,21600" o:gfxdata="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lXrly2QAAAAsBAAAPAAAAAAAAAAEAIAAAACIAAABk&#10;cnMvZG93bnJldi54bWxQSwECFAAUAAAACACHTuJA/qTd/QUCAADaAwAADgAAAAAAAAABACAAAAAo&#10;AQAAZHJzL2Uyb0RvYy54bWxQSwUGAAAAAAYABgBZAQAAnwUAAAAA&#10;" adj="4719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4055745</wp:posOffset>
                </wp:positionV>
                <wp:extent cx="59055" cy="127635"/>
                <wp:effectExtent l="0" t="0" r="0" b="5715"/>
                <wp:wrapNone/>
                <wp:docPr id="42" name="燕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04" cy="127691"/>
                        </a:xfrm>
                        <a:prstGeom prst="chevron">
                          <a:avLst>
                            <a:gd name="adj" fmla="val 78155"/>
                          </a:avLst>
                        </a:prstGeom>
                        <a:solidFill>
                          <a:srgbClr val="44546A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87pt;margin-top:319.35pt;height:10.05pt;width:4.65pt;z-index:251614208;v-text-anchor:middle;mso-width-relative:page;mso-height-relative:page;" fillcolor="#333F50" filled="t" stroked="f" coordsize="21600,21600" o:gfxdata="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wiVYjaAAAACwEAAA8AAAAAAAAAAQAgAAAAIgAA&#10;AGRycy9kb3ducmV2LnhtbFBLAQIUABQAAAAIAIdO4kDjONQKBgIAANoDAAAOAAAAAAAAAAEAIAAA&#10;ACkBAABkcnMvZTJvRG9jLnhtbFBLBQYAAAAABgAGAFkBAAChBQAAAAA=&#10;" adj="4719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4436110</wp:posOffset>
                </wp:positionV>
                <wp:extent cx="59055" cy="127635"/>
                <wp:effectExtent l="0" t="0" r="0" b="5715"/>
                <wp:wrapNone/>
                <wp:docPr id="43" name="燕尾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04" cy="127691"/>
                        </a:xfrm>
                        <a:prstGeom prst="chevron">
                          <a:avLst>
                            <a:gd name="adj" fmla="val 78155"/>
                          </a:avLst>
                        </a:prstGeom>
                        <a:solidFill>
                          <a:srgbClr val="44546A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87pt;margin-top:349.3pt;height:10.05pt;width:4.65pt;z-index:251615232;v-text-anchor:middle;mso-width-relative:page;mso-height-relative:page;" fillcolor="#333F50" filled="t" stroked="f" coordsize="21600,21600" o:gfxdata="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+DIsraAAAACwEAAA8AAAAAAAAAAQAgAAAAIgAA&#10;AGRycy9kb3ducmV2LnhtbFBLAQIUABQAAAAIAIdO4kDXTvzuBgIAANoDAAAOAAAAAAAAAAEAIAAA&#10;ACkBAABkcnMvZTJvRG9jLnhtbFBLBQYAAAAABgAGAFkBAAChBQAAAAA=&#10;" adj="4719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4817110</wp:posOffset>
                </wp:positionV>
                <wp:extent cx="59055" cy="127635"/>
                <wp:effectExtent l="0" t="0" r="0" b="5715"/>
                <wp:wrapNone/>
                <wp:docPr id="44" name="燕尾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04" cy="127691"/>
                        </a:xfrm>
                        <a:prstGeom prst="chevron">
                          <a:avLst>
                            <a:gd name="adj" fmla="val 78155"/>
                          </a:avLst>
                        </a:prstGeom>
                        <a:solidFill>
                          <a:srgbClr val="44546A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87pt;margin-top:379.3pt;height:10.05pt;width:4.65pt;z-index:251616256;v-text-anchor:middle;mso-width-relative:page;mso-height-relative:page;" fillcolor="#333F50" filled="t" stroked="f" coordsize="21600,21600" o:gfxdata="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ga9Vr2gAAAAsBAAAPAAAAAAAAAAEAIAAAACIAAABk&#10;cnMvZG93bnJldi54bWxQSwECFAAUAAAACACHTuJAmAa2PwQCAADaAwAADgAAAAAAAAABACAAAAAp&#10;AQAAZHJzL2Uyb0RvYy54bWxQSwUGAAAAAAYABgBZAQAAnwUAAAAA&#10;" adj="4719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-910590</wp:posOffset>
                </wp:positionH>
                <wp:positionV relativeFrom="paragraph">
                  <wp:posOffset>-914400</wp:posOffset>
                </wp:positionV>
                <wp:extent cx="2162810" cy="10696575"/>
                <wp:effectExtent l="0" t="0" r="9525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629" cy="1069635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1.7pt;margin-top:-72pt;height:842.25pt;width:170.3pt;z-index:251582464;v-text-anchor:middle;mso-width-relative:page;mso-height-relative:page;" fillcolor="#F2F2F2" filled="t" stroked="f" coordsize="21600,21600" o:gfxdata="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kGaLjeAAAADgEAAA8AAAAAAAAAAQAgAAAAIgAAAGRycy9kb3ducmV2LnhtbFBL&#10;AQIUABQAAAAIAIdO4kAOtfgh8AEAALkDAAAOAAAAAAAAAAEAIAAAAC0BAABkcnMvZTJvRG9jLnht&#10;bFBLBQYAAAAABgAGAFkBAACP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3488" behindDoc="0" locked="0" layoutInCell="1" allowOverlap="1">
                <wp:simplePos x="0" y="0"/>
                <wp:positionH relativeFrom="column">
                  <wp:posOffset>-982345</wp:posOffset>
                </wp:positionH>
                <wp:positionV relativeFrom="paragraph">
                  <wp:posOffset>2399665</wp:posOffset>
                </wp:positionV>
                <wp:extent cx="2229485" cy="3075940"/>
                <wp:effectExtent l="0" t="0" r="0" b="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9309" cy="3076081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7.35pt;margin-top:188.95pt;height:242.2pt;width:175.55pt;z-index:251583488;v-text-anchor:middle;mso-width-relative:page;mso-height-relative:page;" fillcolor="#EAEAEA" filled="t" stroked="f" coordsize="21600,21600" o:gfxdata="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WxmcSdsAAAAMAQAADwAAAAAA&#10;AAABACAAAAAiAAAAZHJzL2Rvd25yZXYueG1sUEsBAhQAFAAAAAgAh07iQNfnlFfXAQAAhwMAAA4A&#10;AAAAAAAAAQAgAAAAKgEAAGRycy9lMm9Eb2MueG1sUEsFBgAAAAAGAAYAWQEAAHM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column">
                  <wp:posOffset>-911225</wp:posOffset>
                </wp:positionH>
                <wp:positionV relativeFrom="paragraph">
                  <wp:posOffset>9102725</wp:posOffset>
                </wp:positionV>
                <wp:extent cx="2157730" cy="365760"/>
                <wp:effectExtent l="0" t="0" r="0" b="0"/>
                <wp:wrapNone/>
                <wp:docPr id="8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7730" cy="365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32" w:lineRule="exact"/>
                              <w:jc w:val="center"/>
                            </w:pPr>
                            <w:r>
                              <w:rPr>
                                <w:rFonts w:ascii="Impact" w:hAnsi="Impact" w:eastAsiaTheme="minorEastAsia" w:cstheme="minorBidi"/>
                                <w:color w:val="333F50"/>
                                <w:kern w:val="24"/>
                                <w:sz w:val="36"/>
                                <w:szCs w:val="36"/>
                              </w:rPr>
                              <w:t>PERSONAL RESUME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-71.75pt;margin-top:716.75pt;height:28.8pt;width:169.9pt;z-index:251584512;mso-width-relative:page;mso-height-relative:page;" filled="f" stroked="f" coordsize="21600,21600" o:gfxdata="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FIc392QAAAA4BAAAPAAAAAAAA&#10;AAEAIAAAACIAAABkcnMvZG93bnJldi54bWxQSwECFAAUAAAACACHTuJAl4tmip8BAAAQ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432" w:lineRule="exact"/>
                        <w:jc w:val="center"/>
                      </w:pPr>
                      <w:r>
                        <w:rPr>
                          <w:rFonts w:ascii="Impact" w:hAnsi="Impact" w:eastAsiaTheme="minorEastAsia" w:cstheme="minorBidi"/>
                          <w:color w:val="333F50"/>
                          <w:kern w:val="24"/>
                          <w:sz w:val="36"/>
                          <w:szCs w:val="36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column">
                  <wp:posOffset>-911225</wp:posOffset>
                </wp:positionH>
                <wp:positionV relativeFrom="paragraph">
                  <wp:posOffset>1332865</wp:posOffset>
                </wp:positionV>
                <wp:extent cx="2162810" cy="472440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810" cy="472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hAnsi="微软雅黑" w:eastAsia="微软雅黑"/>
                                <w:color w:val="333F50"/>
                                <w:kern w:val="24"/>
                                <w:sz w:val="44"/>
                                <w:szCs w:val="44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1.75pt;margin-top:104.95pt;height:37.2pt;width:170.3pt;z-index:251585536;mso-width-relative:page;mso-height-relative:page;" filled="f" stroked="f" coordsize="21600,21600" o:gfxdata="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A8W8rX2wAAAAwBAAAPAAAAAAAAAAEAIAAAACIAAABkcnMv&#10;ZG93bnJldi54bWxQSwECFAAUAAAACACHTuJAvtYgGY4BAAD3AgAADgAAAAAAAAABACAAAAAqAQAA&#10;ZHJzL2Uyb0RvYy54bWxQSwUGAAAAAAYABgBZAQAAK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600" w:lineRule="exact"/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hAnsi="微软雅黑" w:eastAsia="微软雅黑"/>
                          <w:color w:val="333F50"/>
                          <w:kern w:val="24"/>
                          <w:sz w:val="44"/>
                          <w:szCs w:val="44"/>
                          <w:lang w:eastAsia="zh-CN"/>
                        </w:rPr>
                        <w:t>幸运日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-910590</wp:posOffset>
                </wp:positionH>
                <wp:positionV relativeFrom="paragraph">
                  <wp:posOffset>1798320</wp:posOffset>
                </wp:positionV>
                <wp:extent cx="2162810" cy="297815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629" cy="29751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20" w:lineRule="exact"/>
                              <w:jc w:val="center"/>
                            </w:pPr>
                            <w:r>
                              <w:rPr>
                                <w:rFonts w:hint="eastAsia" w:hAnsi="微软雅黑" w:eastAsia="微软雅黑" w:cs="Times New Roman"/>
                                <w:color w:val="333F50"/>
                                <w:kern w:val="24"/>
                              </w:rPr>
                              <w:t>求职意向：产品经理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1.7pt;margin-top:141.6pt;height:23.45pt;width:170.3pt;z-index:251586560;mso-width-relative:page;mso-height-relative:page;" filled="f" stroked="f" coordsize="21600,21600" o:gfxdata="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PMHXTHbAAAADAEAAA8AAAAAAAAAAQAgAAAAIgAAAGRycy9k&#10;b3ducmV2LnhtbFBLAQIUABQAAAAIAIdO4kCGTPm7jQEAAPkCAAAOAAAAAAAAAAEAIAAAACoBAABk&#10;cnMvZTJvRG9jLnhtbFBLBQYAAAAABgAGAFkBAAAp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20" w:lineRule="exact"/>
                        <w:jc w:val="center"/>
                      </w:pPr>
                      <w:r>
                        <w:rPr>
                          <w:rFonts w:hint="eastAsia" w:hAnsi="微软雅黑" w:eastAsia="微软雅黑" w:cs="Times New Roman"/>
                          <w:color w:val="333F50"/>
                          <w:kern w:val="24"/>
                        </w:rPr>
                        <w:t>求职意向：产品经理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column">
                  <wp:posOffset>-534670</wp:posOffset>
                </wp:positionH>
                <wp:positionV relativeFrom="paragraph">
                  <wp:posOffset>2308225</wp:posOffset>
                </wp:positionV>
                <wp:extent cx="617220" cy="3167380"/>
                <wp:effectExtent l="0" t="0" r="0" b="0"/>
                <wp:wrapNone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472" cy="31676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生日：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现居：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学历：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专业：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手机：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微信：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微博：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邮箱：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42.1pt;margin-top:181.75pt;height:249.4pt;width:48.6pt;z-index:251587584;mso-width-relative:page;mso-height-relative:page;" filled="f" stroked="f" coordsize="21600,21600" o:gfxdata="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CaqUw2wAAAAoBAAAP&#10;AAAAAAAAAAEAIAAAACIAAABkcnMvZG93bnJldi54bWxQSwECFAAUAAAACACHTuJAJIbQ4hUCAAD3&#10;Aw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生日：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现居：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学历：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专业：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手机：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微信：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微博：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邮箱：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2308225</wp:posOffset>
                </wp:positionV>
                <wp:extent cx="1267460" cy="3167380"/>
                <wp:effectExtent l="0" t="0" r="0" b="0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7230" cy="31676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  <w:jc w:val="both"/>
                            </w:pPr>
                            <w:r>
                              <w:rPr>
                                <w:rFonts w:hAnsi="Calibri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1995.06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  <w:jc w:val="both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北京海淀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  <w:jc w:val="both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大学本科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  <w:jc w:val="both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视觉传达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  <w:jc w:val="both"/>
                              <w:rPr>
                                <w:rFonts w:hint="eastAsia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Ansi="Calibri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152 0032 000</w:t>
                            </w:r>
                            <w:r>
                              <w:rPr>
                                <w:rFonts w:hint="eastAsia" w:hAnsi="Calibri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0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  <w:jc w:val="both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xingyunri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  <w:jc w:val="both"/>
                              <w:rPr>
                                <w:rFonts w:hint="eastAsia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D0D0D"/>
                                <w:kern w:val="2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600" w:lineRule="exact"/>
                              <w:jc w:val="both"/>
                              <w:rPr>
                                <w:rFonts w:hAnsi="Calibri" w:cs="Times New Roman" w:asciiTheme="minorHAnsi" w:eastAsiaTheme="minorEastAsia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hAnsi="Calibri" w:cs="Times New Roman" w:asciiTheme="minorHAnsi" w:eastAsiaTheme="minorEastAsia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www.</w:t>
                            </w:r>
                            <w:r>
                              <w:rPr>
                                <w:rFonts w:hint="eastAsia" w:hAnsi="Calibri" w:cs="Times New Roman" w:asciiTheme="minorHAnsi" w:eastAsiaTheme="minorEastAsia"/>
                                <w:color w:val="0D0D0D"/>
                                <w:kern w:val="2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000</w:t>
                            </w:r>
                            <w:r>
                              <w:rPr>
                                <w:rFonts w:hint="eastAsia" w:hAnsi="Calibri" w:cs="Times New Roman" w:asciiTheme="minorHAnsi" w:eastAsiaTheme="minorEastAsia"/>
                                <w:color w:val="0D0D0D"/>
                                <w:kern w:val="2"/>
                                <w:sz w:val="22"/>
                                <w:szCs w:val="22"/>
                                <w14:textFill>
                                  <w14:solidFill>
                                    <w14:srgbClr w14:val="0D0D0D"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66.com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0.8pt;margin-top:181.75pt;height:249.4pt;width:99.8pt;z-index:251588608;mso-width-relative:page;mso-height-relative:page;" filled="f" stroked="f" coordsize="21600,21600" o:gfxdata="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m6bY2wAAAAoBAAAP&#10;AAAAAAAAAAEAIAAAACIAAABkcnMvZG93bnJldi54bWxQSwECFAAUAAAACACHTuJAiaID2RUCAAD4&#10;Aw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600" w:lineRule="exact"/>
                        <w:jc w:val="both"/>
                      </w:pPr>
                      <w:r>
                        <w:rPr>
                          <w:rFonts w:hAnsi="Calibri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1995.06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  <w:jc w:val="both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北京海淀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  <w:jc w:val="both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大学本科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  <w:jc w:val="both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视觉传达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  <w:jc w:val="both"/>
                        <w:rPr>
                          <w:rFonts w:hint="eastAsia" w:eastAsia="微软雅黑"/>
                          <w:lang w:eastAsia="zh-CN"/>
                        </w:rPr>
                      </w:pPr>
                      <w:r>
                        <w:rPr>
                          <w:rFonts w:hAnsi="Calibri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152 0032 000</w:t>
                      </w:r>
                      <w:r>
                        <w:rPr>
                          <w:rFonts w:hint="eastAsia" w:hAnsi="Calibri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0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  <w:jc w:val="both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xingyunri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  <w:jc w:val="both"/>
                        <w:rPr>
                          <w:rFonts w:hint="eastAsia" w:eastAsia="微软雅黑"/>
                          <w:lang w:eastAsia="zh-CN"/>
                        </w:rPr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D0D0D"/>
                          <w:kern w:val="2"/>
                          <w:sz w:val="22"/>
                          <w:szCs w:val="22"/>
                          <w:lang w:eastAsia="zh-CN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600" w:lineRule="exact"/>
                        <w:jc w:val="both"/>
                        <w:rPr>
                          <w:rFonts w:hAnsi="Calibri" w:cs="Times New Roman" w:asciiTheme="minorHAnsi" w:eastAsiaTheme="minorEastAsia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hAnsi="Calibri" w:cs="Times New Roman" w:asciiTheme="minorHAnsi" w:eastAsiaTheme="minorEastAsia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www.</w:t>
                      </w:r>
                      <w:r>
                        <w:rPr>
                          <w:rFonts w:hint="eastAsia" w:hAnsi="Calibri" w:cs="Times New Roman" w:asciiTheme="minorHAnsi" w:eastAsiaTheme="minorEastAsia"/>
                          <w:color w:val="0D0D0D"/>
                          <w:kern w:val="2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000</w:t>
                      </w:r>
                      <w:r>
                        <w:rPr>
                          <w:rFonts w:hint="eastAsia" w:hAnsi="Calibri" w:cs="Times New Roman" w:asciiTheme="minorHAnsi" w:eastAsiaTheme="minorEastAsia"/>
                          <w:color w:val="0D0D0D"/>
                          <w:kern w:val="2"/>
                          <w:sz w:val="22"/>
                          <w:szCs w:val="22"/>
                          <w14:textFill>
                            <w14:solidFill>
                              <w14:srgbClr w14:val="0D0D0D">
                                <w14:lumMod w14:val="95000"/>
                                <w14:lumOff w14:val="5000"/>
                              </w14:srgbClr>
                            </w14:solidFill>
                          </w14:textFill>
                        </w:rPr>
                        <w:t>66.com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-746760</wp:posOffset>
                </wp:positionH>
                <wp:positionV relativeFrom="paragraph">
                  <wp:posOffset>4434840</wp:posOffset>
                </wp:positionV>
                <wp:extent cx="123825" cy="120015"/>
                <wp:effectExtent l="0" t="0" r="9525" b="0"/>
                <wp:wrapNone/>
                <wp:docPr id="24" name="微信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90" cy="12006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9654" h="903534">
                              <a:moveTo>
                                <a:pt x="813088" y="487443"/>
                              </a:moveTo>
                              <a:cubicBezTo>
                                <a:pt x="793206" y="487443"/>
                                <a:pt x="777088" y="503561"/>
                                <a:pt x="777088" y="523443"/>
                              </a:cubicBezTo>
                              <a:cubicBezTo>
                                <a:pt x="777088" y="543325"/>
                                <a:pt x="793206" y="559443"/>
                                <a:pt x="813088" y="559443"/>
                              </a:cubicBezTo>
                              <a:cubicBezTo>
                                <a:pt x="832970" y="559443"/>
                                <a:pt x="849088" y="543325"/>
                                <a:pt x="849088" y="523443"/>
                              </a:cubicBezTo>
                              <a:cubicBezTo>
                                <a:pt x="849088" y="503561"/>
                                <a:pt x="832970" y="487443"/>
                                <a:pt x="813088" y="487443"/>
                              </a:cubicBezTo>
                              <a:close/>
                              <a:moveTo>
                                <a:pt x="606961" y="487443"/>
                              </a:moveTo>
                              <a:cubicBezTo>
                                <a:pt x="587079" y="487443"/>
                                <a:pt x="570961" y="503561"/>
                                <a:pt x="570961" y="523443"/>
                              </a:cubicBezTo>
                              <a:cubicBezTo>
                                <a:pt x="570961" y="543325"/>
                                <a:pt x="587079" y="559443"/>
                                <a:pt x="606961" y="559443"/>
                              </a:cubicBezTo>
                              <a:cubicBezTo>
                                <a:pt x="626843" y="559443"/>
                                <a:pt x="642961" y="543325"/>
                                <a:pt x="642961" y="523443"/>
                              </a:cubicBezTo>
                              <a:cubicBezTo>
                                <a:pt x="642961" y="503561"/>
                                <a:pt x="626843" y="487443"/>
                                <a:pt x="606961" y="487443"/>
                              </a:cubicBezTo>
                              <a:close/>
                              <a:moveTo>
                                <a:pt x="691345" y="336511"/>
                              </a:moveTo>
                              <a:cubicBezTo>
                                <a:pt x="769490" y="335080"/>
                                <a:pt x="847112" y="364668"/>
                                <a:pt x="901758" y="422110"/>
                              </a:cubicBezTo>
                              <a:cubicBezTo>
                                <a:pt x="999759" y="525126"/>
                                <a:pt x="990612" y="681640"/>
                                <a:pt x="881173" y="774306"/>
                              </a:cubicBezTo>
                              <a:lnTo>
                                <a:pt x="905846" y="903534"/>
                              </a:lnTo>
                              <a:lnTo>
                                <a:pt x="792422" y="824563"/>
                              </a:lnTo>
                              <a:cubicBezTo>
                                <a:pt x="666952" y="867914"/>
                                <a:pt x="525982" y="820668"/>
                                <a:pt x="459770" y="713074"/>
                              </a:cubicBezTo>
                              <a:cubicBezTo>
                                <a:pt x="386891" y="594648"/>
                                <a:pt x="429055" y="444146"/>
                                <a:pt x="554971" y="373268"/>
                              </a:cubicBezTo>
                              <a:cubicBezTo>
                                <a:pt x="597384" y="349394"/>
                                <a:pt x="644458" y="337369"/>
                                <a:pt x="691345" y="336511"/>
                              </a:cubicBezTo>
                              <a:close/>
                              <a:moveTo>
                                <a:pt x="547874" y="187267"/>
                              </a:moveTo>
                              <a:cubicBezTo>
                                <a:pt x="518051" y="187267"/>
                                <a:pt x="493874" y="211444"/>
                                <a:pt x="493874" y="241267"/>
                              </a:cubicBezTo>
                              <a:cubicBezTo>
                                <a:pt x="493874" y="271090"/>
                                <a:pt x="518051" y="295267"/>
                                <a:pt x="547874" y="295267"/>
                              </a:cubicBezTo>
                              <a:cubicBezTo>
                                <a:pt x="577697" y="295267"/>
                                <a:pt x="601874" y="271090"/>
                                <a:pt x="601874" y="241267"/>
                              </a:cubicBezTo>
                              <a:cubicBezTo>
                                <a:pt x="601874" y="211444"/>
                                <a:pt x="577697" y="187267"/>
                                <a:pt x="547874" y="187267"/>
                              </a:cubicBezTo>
                              <a:close/>
                              <a:moveTo>
                                <a:pt x="294449" y="187267"/>
                              </a:moveTo>
                              <a:cubicBezTo>
                                <a:pt x="264626" y="187267"/>
                                <a:pt x="240449" y="211444"/>
                                <a:pt x="240449" y="241267"/>
                              </a:cubicBezTo>
                              <a:cubicBezTo>
                                <a:pt x="240449" y="271090"/>
                                <a:pt x="264626" y="295267"/>
                                <a:pt x="294449" y="295267"/>
                              </a:cubicBezTo>
                              <a:cubicBezTo>
                                <a:pt x="324272" y="295267"/>
                                <a:pt x="348449" y="271090"/>
                                <a:pt x="348449" y="241267"/>
                              </a:cubicBezTo>
                              <a:cubicBezTo>
                                <a:pt x="348449" y="211444"/>
                                <a:pt x="324272" y="187267"/>
                                <a:pt x="294449" y="187267"/>
                              </a:cubicBezTo>
                              <a:close/>
                              <a:moveTo>
                                <a:pt x="408549" y="168"/>
                              </a:moveTo>
                              <a:cubicBezTo>
                                <a:pt x="456533" y="-1113"/>
                                <a:pt x="505397" y="4870"/>
                                <a:pt x="553141" y="18800"/>
                              </a:cubicBezTo>
                              <a:cubicBezTo>
                                <a:pt x="730896" y="70663"/>
                                <a:pt x="843952" y="217556"/>
                                <a:pt x="840274" y="375462"/>
                              </a:cubicBezTo>
                              <a:cubicBezTo>
                                <a:pt x="754752" y="310337"/>
                                <a:pt x="632797" y="302687"/>
                                <a:pt x="535419" y="357502"/>
                              </a:cubicBezTo>
                              <a:cubicBezTo>
                                <a:pt x="409503" y="428380"/>
                                <a:pt x="367339" y="578882"/>
                                <a:pt x="440218" y="697308"/>
                              </a:cubicBezTo>
                              <a:cubicBezTo>
                                <a:pt x="450352" y="713775"/>
                                <a:pt x="462237" y="728829"/>
                                <a:pt x="478397" y="739559"/>
                              </a:cubicBezTo>
                              <a:cubicBezTo>
                                <a:pt x="442192" y="745523"/>
                                <a:pt x="404623" y="745773"/>
                                <a:pt x="366675" y="741395"/>
                              </a:cubicBezTo>
                              <a:lnTo>
                                <a:pt x="245711" y="837584"/>
                              </a:lnTo>
                              <a:lnTo>
                                <a:pt x="214226" y="696474"/>
                              </a:lnTo>
                              <a:cubicBezTo>
                                <a:pt x="11680" y="595442"/>
                                <a:pt x="-59861" y="368389"/>
                                <a:pt x="54436" y="189343"/>
                              </a:cubicBezTo>
                              <a:cubicBezTo>
                                <a:pt x="128564" y="73222"/>
                                <a:pt x="264598" y="4010"/>
                                <a:pt x="408549" y="1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微信" o:spid="_x0000_s1026" o:spt="100" style="position:absolute;left:0pt;margin-left:-58.8pt;margin-top:349.2pt;height:9.45pt;width:9.75pt;z-index:251599872;mso-width-relative:page;mso-height-relative:page;" fillcolor="#333F50" filled="t" stroked="f" coordsize="969654,903534" o:gfxdata="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" path="m813088,487443c793206,487443,777088,503561,777088,523443c777088,543325,793206,559443,813088,559443c832970,559443,849088,543325,849088,523443c849088,503561,832970,487443,813088,487443xm606961,487443c587079,487443,570961,503561,570961,523443c570961,543325,587079,559443,606961,559443c626843,559443,642961,543325,642961,523443c642961,503561,626843,487443,606961,487443xm691345,336511c769490,335080,847112,364668,901758,422110c999759,525126,990612,681640,881173,774306l905846,903534,792422,824563c666952,867914,525982,820668,459770,713074c386891,594648,429055,444146,554971,373268c597384,349394,644458,337369,691345,336511xm547874,187267c518051,187267,493874,211444,493874,241267c493874,271090,518051,295267,547874,295267c577697,295267,601874,271090,601874,241267c601874,211444,577697,187267,547874,187267xm294449,187267c264626,187267,240449,211444,240449,241267c240449,271090,264626,295267,294449,295267c324272,295267,348449,271090,348449,241267c348449,211444,324272,187267,294449,187267xm408549,168c456533,-1113,505397,4870,553141,18800c730896,70663,843952,217556,840274,375462c754752,310337,632797,302687,535419,357502c409503,428380,367339,578882,440218,697308c450352,713775,462237,728829,478397,739559c442192,745523,404623,745773,366675,741395l245711,837584,214226,696474c11680,595442,-59861,368389,54436,189343c128564,73222,264598,4010,408549,168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-756285</wp:posOffset>
                </wp:positionH>
                <wp:positionV relativeFrom="paragraph">
                  <wp:posOffset>4810125</wp:posOffset>
                </wp:positionV>
                <wp:extent cx="133350" cy="120015"/>
                <wp:effectExtent l="0" t="0" r="635" b="0"/>
                <wp:wrapNone/>
                <wp:docPr id="25" name="微博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51" cy="12029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4048" h="556307">
                              <a:moveTo>
                                <a:pt x="222901" y="383453"/>
                              </a:moveTo>
                              <a:cubicBezTo>
                                <a:pt x="218315" y="383977"/>
                                <a:pt x="213613" y="385281"/>
                                <a:pt x="209039" y="387420"/>
                              </a:cubicBezTo>
                              <a:cubicBezTo>
                                <a:pt x="190739" y="395979"/>
                                <a:pt x="181407" y="414680"/>
                                <a:pt x="188193" y="429191"/>
                              </a:cubicBezTo>
                              <a:cubicBezTo>
                                <a:pt x="194980" y="443702"/>
                                <a:pt x="215317" y="448527"/>
                                <a:pt x="233616" y="439969"/>
                              </a:cubicBezTo>
                              <a:cubicBezTo>
                                <a:pt x="251915" y="431410"/>
                                <a:pt x="261248" y="412709"/>
                                <a:pt x="254461" y="398198"/>
                              </a:cubicBezTo>
                              <a:cubicBezTo>
                                <a:pt x="249371" y="387315"/>
                                <a:pt x="236659" y="381879"/>
                                <a:pt x="222901" y="383453"/>
                              </a:cubicBezTo>
                              <a:close/>
                              <a:moveTo>
                                <a:pt x="284035" y="369073"/>
                              </a:moveTo>
                              <a:cubicBezTo>
                                <a:pt x="281538" y="368297"/>
                                <a:pt x="278657" y="368441"/>
                                <a:pt x="275985" y="369691"/>
                              </a:cubicBezTo>
                              <a:cubicBezTo>
                                <a:pt x="270641" y="372190"/>
                                <a:pt x="268154" y="378164"/>
                                <a:pt x="270432" y="383034"/>
                              </a:cubicBezTo>
                              <a:cubicBezTo>
                                <a:pt x="272710" y="387904"/>
                                <a:pt x="278888" y="389825"/>
                                <a:pt x="284233" y="387325"/>
                              </a:cubicBezTo>
                              <a:cubicBezTo>
                                <a:pt x="289577" y="384826"/>
                                <a:pt x="292063" y="378852"/>
                                <a:pt x="289785" y="373982"/>
                              </a:cubicBezTo>
                              <a:cubicBezTo>
                                <a:pt x="288647" y="371547"/>
                                <a:pt x="286533" y="369850"/>
                                <a:pt x="284035" y="369073"/>
                              </a:cubicBezTo>
                              <a:close/>
                              <a:moveTo>
                                <a:pt x="266604" y="297070"/>
                              </a:moveTo>
                              <a:cubicBezTo>
                                <a:pt x="319078" y="300338"/>
                                <a:pt x="362309" y="335548"/>
                                <a:pt x="367763" y="383070"/>
                              </a:cubicBezTo>
                              <a:cubicBezTo>
                                <a:pt x="373996" y="437381"/>
                                <a:pt x="328527" y="487207"/>
                                <a:pt x="266205" y="494360"/>
                              </a:cubicBezTo>
                              <a:cubicBezTo>
                                <a:pt x="203883" y="501513"/>
                                <a:pt x="148308" y="463284"/>
                                <a:pt x="142074" y="408972"/>
                              </a:cubicBezTo>
                              <a:cubicBezTo>
                                <a:pt x="135841" y="354661"/>
                                <a:pt x="181310" y="304835"/>
                                <a:pt x="243632" y="297682"/>
                              </a:cubicBezTo>
                              <a:cubicBezTo>
                                <a:pt x="251423" y="296788"/>
                                <a:pt x="259108" y="296603"/>
                                <a:pt x="266604" y="297070"/>
                              </a:cubicBezTo>
                              <a:close/>
                              <a:moveTo>
                                <a:pt x="297042" y="252387"/>
                              </a:moveTo>
                              <a:cubicBezTo>
                                <a:pt x="283618" y="252176"/>
                                <a:pt x="269820" y="252839"/>
                                <a:pt x="255793" y="254449"/>
                              </a:cubicBezTo>
                              <a:cubicBezTo>
                                <a:pt x="143583" y="267328"/>
                                <a:pt x="59288" y="335880"/>
                                <a:pt x="67516" y="407566"/>
                              </a:cubicBezTo>
                              <a:cubicBezTo>
                                <a:pt x="75743" y="479252"/>
                                <a:pt x="173377" y="526925"/>
                                <a:pt x="285587" y="514046"/>
                              </a:cubicBezTo>
                              <a:cubicBezTo>
                                <a:pt x="397797" y="501168"/>
                                <a:pt x="482091" y="432615"/>
                                <a:pt x="473864" y="360929"/>
                              </a:cubicBezTo>
                              <a:cubicBezTo>
                                <a:pt x="466665" y="298204"/>
                                <a:pt x="391015" y="253864"/>
                                <a:pt x="297042" y="252387"/>
                              </a:cubicBezTo>
                              <a:close/>
                              <a:moveTo>
                                <a:pt x="509416" y="97868"/>
                              </a:moveTo>
                              <a:cubicBezTo>
                                <a:pt x="544841" y="99182"/>
                                <a:pt x="588107" y="127580"/>
                                <a:pt x="590257" y="183051"/>
                              </a:cubicBezTo>
                              <a:cubicBezTo>
                                <a:pt x="592352" y="199448"/>
                                <a:pt x="588214" y="215684"/>
                                <a:pt x="579852" y="229407"/>
                              </a:cubicBezTo>
                              <a:lnTo>
                                <a:pt x="580228" y="229581"/>
                              </a:lnTo>
                              <a:cubicBezTo>
                                <a:pt x="580244" y="229743"/>
                                <a:pt x="580186" y="229872"/>
                                <a:pt x="580126" y="230000"/>
                              </a:cubicBezTo>
                              <a:lnTo>
                                <a:pt x="578707" y="232024"/>
                              </a:lnTo>
                              <a:cubicBezTo>
                                <a:pt x="578590" y="232839"/>
                                <a:pt x="578192" y="233485"/>
                                <a:pt x="577787" y="234126"/>
                              </a:cubicBezTo>
                              <a:lnTo>
                                <a:pt x="577385" y="233908"/>
                              </a:lnTo>
                              <a:cubicBezTo>
                                <a:pt x="572286" y="241165"/>
                                <a:pt x="563167" y="244302"/>
                                <a:pt x="554750" y="241632"/>
                              </a:cubicBezTo>
                              <a:lnTo>
                                <a:pt x="548315" y="238643"/>
                              </a:lnTo>
                              <a:cubicBezTo>
                                <a:pt x="539522" y="233101"/>
                                <a:pt x="536249" y="221620"/>
                                <a:pt x="540834" y="211750"/>
                              </a:cubicBezTo>
                              <a:lnTo>
                                <a:pt x="541088" y="211402"/>
                              </a:lnTo>
                              <a:lnTo>
                                <a:pt x="541243" y="211474"/>
                              </a:lnTo>
                              <a:cubicBezTo>
                                <a:pt x="549302" y="193084"/>
                                <a:pt x="546794" y="175359"/>
                                <a:pt x="541863" y="165391"/>
                              </a:cubicBezTo>
                              <a:cubicBezTo>
                                <a:pt x="534763" y="151042"/>
                                <a:pt x="514479" y="135118"/>
                                <a:pt x="480142" y="145181"/>
                              </a:cubicBezTo>
                              <a:lnTo>
                                <a:pt x="480025" y="144483"/>
                              </a:lnTo>
                              <a:cubicBezTo>
                                <a:pt x="471706" y="144624"/>
                                <a:pt x="464282" y="140887"/>
                                <a:pt x="461009" y="134412"/>
                              </a:cubicBezTo>
                              <a:lnTo>
                                <a:pt x="458966" y="128175"/>
                              </a:lnTo>
                              <a:cubicBezTo>
                                <a:pt x="457496" y="119354"/>
                                <a:pt x="463572" y="110158"/>
                                <a:pt x="473636" y="106144"/>
                              </a:cubicBezTo>
                              <a:lnTo>
                                <a:pt x="473571" y="105761"/>
                              </a:lnTo>
                              <a:cubicBezTo>
                                <a:pt x="485121" y="99922"/>
                                <a:pt x="497817" y="97438"/>
                                <a:pt x="509416" y="97868"/>
                              </a:cubicBezTo>
                              <a:close/>
                              <a:moveTo>
                                <a:pt x="286518" y="82088"/>
                              </a:moveTo>
                              <a:cubicBezTo>
                                <a:pt x="376738" y="91976"/>
                                <a:pt x="317665" y="163994"/>
                                <a:pt x="337363" y="184000"/>
                              </a:cubicBezTo>
                              <a:cubicBezTo>
                                <a:pt x="387081" y="179119"/>
                                <a:pt x="437510" y="146098"/>
                                <a:pt x="486517" y="169358"/>
                              </a:cubicBezTo>
                              <a:cubicBezTo>
                                <a:pt x="533076" y="203014"/>
                                <a:pt x="494312" y="233925"/>
                                <a:pt x="501054" y="264835"/>
                              </a:cubicBezTo>
                              <a:cubicBezTo>
                                <a:pt x="649340" y="323962"/>
                                <a:pt x="585744" y="409170"/>
                                <a:pt x="562675" y="436725"/>
                              </a:cubicBezTo>
                              <a:cubicBezTo>
                                <a:pt x="354965" y="648778"/>
                                <a:pt x="45454" y="533772"/>
                                <a:pt x="10807" y="435328"/>
                              </a:cubicBezTo>
                              <a:cubicBezTo>
                                <a:pt x="-41075" y="330306"/>
                                <a:pt x="100878" y="89491"/>
                                <a:pt x="286518" y="82088"/>
                              </a:cubicBezTo>
                              <a:close/>
                              <a:moveTo>
                                <a:pt x="489068" y="0"/>
                              </a:moveTo>
                              <a:cubicBezTo>
                                <a:pt x="596753" y="0"/>
                                <a:pt x="684048" y="87296"/>
                                <a:pt x="684048" y="194980"/>
                              </a:cubicBezTo>
                              <a:cubicBezTo>
                                <a:pt x="684048" y="216847"/>
                                <a:pt x="680448" y="237874"/>
                                <a:pt x="672966" y="257215"/>
                              </a:cubicBezTo>
                              <a:lnTo>
                                <a:pt x="672379" y="257003"/>
                              </a:lnTo>
                              <a:cubicBezTo>
                                <a:pt x="668967" y="265617"/>
                                <a:pt x="657523" y="269364"/>
                                <a:pt x="645725" y="265916"/>
                              </a:cubicBezTo>
                              <a:lnTo>
                                <a:pt x="637884" y="262819"/>
                              </a:lnTo>
                              <a:cubicBezTo>
                                <a:pt x="627530" y="257587"/>
                                <a:pt x="621785" y="247890"/>
                                <a:pt x="624308" y="239644"/>
                              </a:cubicBezTo>
                              <a:lnTo>
                                <a:pt x="623975" y="239524"/>
                              </a:lnTo>
                              <a:cubicBezTo>
                                <a:pt x="629260" y="225659"/>
                                <a:pt x="631774" y="210613"/>
                                <a:pt x="631774" y="194980"/>
                              </a:cubicBezTo>
                              <a:cubicBezTo>
                                <a:pt x="631774" y="116165"/>
                                <a:pt x="567883" y="52274"/>
                                <a:pt x="489068" y="52274"/>
                              </a:cubicBezTo>
                              <a:lnTo>
                                <a:pt x="469942" y="54202"/>
                              </a:lnTo>
                              <a:lnTo>
                                <a:pt x="469951" y="54239"/>
                              </a:lnTo>
                              <a:cubicBezTo>
                                <a:pt x="469861" y="54366"/>
                                <a:pt x="469744" y="54397"/>
                                <a:pt x="469627" y="54427"/>
                              </a:cubicBezTo>
                              <a:cubicBezTo>
                                <a:pt x="460634" y="56697"/>
                                <a:pt x="450861" y="49439"/>
                                <a:pt x="446718" y="37636"/>
                              </a:cubicBezTo>
                              <a:lnTo>
                                <a:pt x="444619" y="29323"/>
                              </a:lnTo>
                              <a:cubicBezTo>
                                <a:pt x="442667" y="16995"/>
                                <a:pt x="447797" y="5987"/>
                                <a:pt x="456757" y="3699"/>
                              </a:cubicBezTo>
                              <a:lnTo>
                                <a:pt x="456661" y="3267"/>
                              </a:lnTo>
                              <a:cubicBezTo>
                                <a:pt x="467135" y="923"/>
                                <a:pt x="477994" y="0"/>
                                <a:pt x="48906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微博" o:spid="_x0000_s1026" o:spt="100" style="position:absolute;left:0pt;margin-left:-59.55pt;margin-top:378.75pt;height:9.45pt;width:10.5pt;z-index:251600896;mso-width-relative:page;mso-height-relative:page;" fillcolor="#333F50" filled="t" stroked="f" coordsize="684048,556307" o:gfxdata="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" path="m222901,383453c218315,383977,213613,385281,209039,387420c190739,395979,181407,414680,188193,429191c194980,443702,215317,448527,233616,439969c251915,431410,261248,412709,254461,398198c249371,387315,236659,381879,222901,383453xm284035,369073c281538,368297,278657,368441,275985,369691c270641,372190,268154,378164,270432,383034c272710,387904,278888,389825,284233,387325c289577,384826,292063,378852,289785,373982c288647,371547,286533,369850,284035,369073xm266604,297070c319078,300338,362309,335548,367763,383070c373996,437381,328527,487207,266205,494360c203883,501513,148308,463284,142074,408972c135841,354661,181310,304835,243632,297682c251423,296788,259108,296603,266604,297070xm297042,252387c283618,252176,269820,252839,255793,254449c143583,267328,59288,335880,67516,407566c75743,479252,173377,526925,285587,514046c397797,501168,482091,432615,473864,360929c466665,298204,391015,253864,297042,252387xm509416,97868c544841,99182,588107,127580,590257,183051c592352,199448,588214,215684,579852,229407l580228,229581c580244,229743,580186,229872,580126,230000l578707,232024c578590,232839,578192,233485,577787,234126l577385,233908c572286,241165,563167,244302,554750,241632l548315,238643c539522,233101,536249,221620,540834,211750l541088,211402,541243,211474c549302,193084,546794,175359,541863,165391c534763,151042,514479,135118,480142,145181l480025,144483c471706,144624,464282,140887,461009,134412l458966,128175c457496,119354,463572,110158,473636,106144l473571,105761c485121,99922,497817,97438,509416,97868xm286518,82088c376738,91976,317665,163994,337363,184000c387081,179119,437510,146098,486517,169358c533076,203014,494312,233925,501054,264835c649340,323962,585744,409170,562675,436725c354965,648778,45454,533772,10807,435328c-41075,330306,100878,89491,286518,82088xm489068,0c596753,0,684048,87296,684048,194980c684048,216847,680448,237874,672966,257215l672379,257003c668967,265617,657523,269364,645725,265916l637884,262819c627530,257587,621785,247890,624308,239644l623975,239524c629260,225659,631774,210613,631774,194980c631774,116165,567883,52274,489068,52274l469942,54202,469951,54239c469861,54366,469744,54397,469627,54427c460634,56697,450861,49439,446718,37636l444619,29323c442667,16995,447797,5987,456757,3699l456661,3267c467135,923,477994,0,489068,0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-727075</wp:posOffset>
                </wp:positionH>
                <wp:positionV relativeFrom="paragraph">
                  <wp:posOffset>2907665</wp:posOffset>
                </wp:positionV>
                <wp:extent cx="81280" cy="138430"/>
                <wp:effectExtent l="19050" t="0" r="14605" b="0"/>
                <wp:wrapNone/>
                <wp:docPr id="2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30" cy="13851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1440" tIns="45720" rIns="91440" bIns="293927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7.25pt;margin-top:228.95pt;height:10.9pt;width:6.4pt;z-index:251601920;v-text-anchor:middle;mso-width-relative:page;mso-height-relative:page;" fillcolor="#333F50" filled="t" stroked="f" coordsize="559792,955625" o:gfxdata="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8.1646388888888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-748030</wp:posOffset>
                </wp:positionH>
                <wp:positionV relativeFrom="paragraph">
                  <wp:posOffset>4053840</wp:posOffset>
                </wp:positionV>
                <wp:extent cx="127000" cy="127000"/>
                <wp:effectExtent l="0" t="0" r="6985" b="6985"/>
                <wp:wrapNone/>
                <wp:docPr id="2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6726" cy="126726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8.9pt;margin-top:319.2pt;height:10pt;width:10pt;z-index:251602944;v-text-anchor:middle;mso-width-relative:page;mso-height-relative:page;" fillcolor="#333F50" filled="t" stroked="f" coordsize="5581,5581" o:gfxdata="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902141617;@0,@0;@0,@0;@0,@0;@0,@0;902141617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-756285</wp:posOffset>
                </wp:positionH>
                <wp:positionV relativeFrom="paragraph">
                  <wp:posOffset>2531110</wp:posOffset>
                </wp:positionV>
                <wp:extent cx="134620" cy="126365"/>
                <wp:effectExtent l="0" t="0" r="0" b="6985"/>
                <wp:wrapNone/>
                <wp:docPr id="28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738" cy="126653"/>
                        </a:xfrm>
                        <a:custGeom>
                          <a:avLst/>
                          <a:gdLst>
                            <a:gd name="T0" fmla="*/ 186557 w 1993900"/>
                            <a:gd name="T1" fmla="*/ 1472016 h 1873250"/>
                            <a:gd name="T2" fmla="*/ 1296550 w 1993900"/>
                            <a:gd name="T3" fmla="*/ 576666 h 1873250"/>
                            <a:gd name="T4" fmla="*/ 1153710 w 1993900"/>
                            <a:gd name="T5" fmla="*/ 1135821 h 1873250"/>
                            <a:gd name="T6" fmla="*/ 1097106 w 1993900"/>
                            <a:gd name="T7" fmla="*/ 797974 h 1873250"/>
                            <a:gd name="T8" fmla="*/ 1032144 w 1993900"/>
                            <a:gd name="T9" fmla="*/ 704592 h 1873250"/>
                            <a:gd name="T10" fmla="*/ 1078871 w 1993900"/>
                            <a:gd name="T11" fmla="*/ 694343 h 1873250"/>
                            <a:gd name="T12" fmla="*/ 1116861 w 1993900"/>
                            <a:gd name="T13" fmla="*/ 676502 h 1873250"/>
                            <a:gd name="T14" fmla="*/ 1146872 w 1993900"/>
                            <a:gd name="T15" fmla="*/ 652207 h 1873250"/>
                            <a:gd name="T16" fmla="*/ 1168526 w 1993900"/>
                            <a:gd name="T17" fmla="*/ 620700 h 1873250"/>
                            <a:gd name="T18" fmla="*/ 1184861 w 1993900"/>
                            <a:gd name="T19" fmla="*/ 576666 h 1873250"/>
                            <a:gd name="T20" fmla="*/ 568770 w 1993900"/>
                            <a:gd name="T21" fmla="*/ 1239833 h 1873250"/>
                            <a:gd name="T22" fmla="*/ 673241 w 1993900"/>
                            <a:gd name="T23" fmla="*/ 791901 h 1873250"/>
                            <a:gd name="T24" fmla="*/ 568770 w 1993900"/>
                            <a:gd name="T25" fmla="*/ 802909 h 1873250"/>
                            <a:gd name="T26" fmla="*/ 609419 w 1993900"/>
                            <a:gd name="T27" fmla="*/ 698519 h 1873250"/>
                            <a:gd name="T28" fmla="*/ 650068 w 1993900"/>
                            <a:gd name="T29" fmla="*/ 682954 h 1873250"/>
                            <a:gd name="T30" fmla="*/ 682739 w 1993900"/>
                            <a:gd name="T31" fmla="*/ 660938 h 1873250"/>
                            <a:gd name="T32" fmla="*/ 707052 w 1993900"/>
                            <a:gd name="T33" fmla="*/ 632088 h 1873250"/>
                            <a:gd name="T34" fmla="*/ 724147 w 1993900"/>
                            <a:gd name="T35" fmla="*/ 596405 h 1873250"/>
                            <a:gd name="T36" fmla="*/ 214659 w 1993900"/>
                            <a:gd name="T37" fmla="*/ 266708 h 1873250"/>
                            <a:gd name="T38" fmla="*/ 171803 w 1993900"/>
                            <a:gd name="T39" fmla="*/ 295920 h 1873250"/>
                            <a:gd name="T40" fmla="*/ 151323 w 1993900"/>
                            <a:gd name="T41" fmla="*/ 344102 h 1873250"/>
                            <a:gd name="T42" fmla="*/ 158150 w 1993900"/>
                            <a:gd name="T43" fmla="*/ 1583935 h 1873250"/>
                            <a:gd name="T44" fmla="*/ 190766 w 1993900"/>
                            <a:gd name="T45" fmla="*/ 1623770 h 1873250"/>
                            <a:gd name="T46" fmla="*/ 241586 w 1993900"/>
                            <a:gd name="T47" fmla="*/ 1639325 h 1873250"/>
                            <a:gd name="T48" fmla="*/ 1706270 w 1993900"/>
                            <a:gd name="T49" fmla="*/ 1627944 h 1873250"/>
                            <a:gd name="T50" fmla="*/ 1743058 w 1993900"/>
                            <a:gd name="T51" fmla="*/ 1591902 h 1873250"/>
                            <a:gd name="T52" fmla="*/ 1754056 w 1993900"/>
                            <a:gd name="T53" fmla="*/ 353207 h 1873250"/>
                            <a:gd name="T54" fmla="*/ 1738127 w 1993900"/>
                            <a:gd name="T55" fmla="*/ 302749 h 1873250"/>
                            <a:gd name="T56" fmla="*/ 1698306 w 1993900"/>
                            <a:gd name="T57" fmla="*/ 269743 h 1873250"/>
                            <a:gd name="T58" fmla="*/ 1541294 w 1993900"/>
                            <a:gd name="T59" fmla="*/ 323995 h 1873250"/>
                            <a:gd name="T60" fmla="*/ 334125 w 1993900"/>
                            <a:gd name="T61" fmla="*/ 262534 h 1873250"/>
                            <a:gd name="T62" fmla="*/ 1334979 w 1993900"/>
                            <a:gd name="T63" fmla="*/ 206006 h 1873250"/>
                            <a:gd name="T64" fmla="*/ 1663414 w 1993900"/>
                            <a:gd name="T65" fmla="*/ 111160 h 1873250"/>
                            <a:gd name="T66" fmla="*/ 1735094 w 1993900"/>
                            <a:gd name="T67" fmla="*/ 122162 h 1873250"/>
                            <a:gd name="T68" fmla="*/ 1798429 w 1993900"/>
                            <a:gd name="T69" fmla="*/ 152513 h 1873250"/>
                            <a:gd name="T70" fmla="*/ 1849629 w 1993900"/>
                            <a:gd name="T71" fmla="*/ 199557 h 1873250"/>
                            <a:gd name="T72" fmla="*/ 1886037 w 1993900"/>
                            <a:gd name="T73" fmla="*/ 259120 h 1873250"/>
                            <a:gd name="T74" fmla="*/ 1903862 w 1993900"/>
                            <a:gd name="T75" fmla="*/ 328927 h 1873250"/>
                            <a:gd name="T76" fmla="*/ 1902346 w 1993900"/>
                            <a:gd name="T77" fmla="*/ 1585453 h 1873250"/>
                            <a:gd name="T78" fmla="*/ 1881107 w 1993900"/>
                            <a:gd name="T79" fmla="*/ 1653362 h 1873250"/>
                            <a:gd name="T80" fmla="*/ 1842044 w 1993900"/>
                            <a:gd name="T81" fmla="*/ 1711029 h 1873250"/>
                            <a:gd name="T82" fmla="*/ 1788568 w 1993900"/>
                            <a:gd name="T83" fmla="*/ 1755417 h 1873250"/>
                            <a:gd name="T84" fmla="*/ 1723716 w 1993900"/>
                            <a:gd name="T85" fmla="*/ 1782733 h 1873250"/>
                            <a:gd name="T86" fmla="*/ 241586 w 1993900"/>
                            <a:gd name="T87" fmla="*/ 1790700 h 1873250"/>
                            <a:gd name="T88" fmla="*/ 169906 w 1993900"/>
                            <a:gd name="T89" fmla="*/ 1779698 h 1873250"/>
                            <a:gd name="T90" fmla="*/ 106191 w 1993900"/>
                            <a:gd name="T91" fmla="*/ 1748968 h 1873250"/>
                            <a:gd name="T92" fmla="*/ 54992 w 1993900"/>
                            <a:gd name="T93" fmla="*/ 1702303 h 1873250"/>
                            <a:gd name="T94" fmla="*/ 18963 w 1993900"/>
                            <a:gd name="T95" fmla="*/ 1642740 h 1873250"/>
                            <a:gd name="T96" fmla="*/ 1138 w 1993900"/>
                            <a:gd name="T97" fmla="*/ 1573312 h 1873250"/>
                            <a:gd name="T98" fmla="*/ 2655 w 1993900"/>
                            <a:gd name="T99" fmla="*/ 316408 h 1873250"/>
                            <a:gd name="T100" fmla="*/ 23514 w 1993900"/>
                            <a:gd name="T101" fmla="*/ 248497 h 1873250"/>
                            <a:gd name="T102" fmla="*/ 62577 w 1993900"/>
                            <a:gd name="T103" fmla="*/ 190451 h 1873250"/>
                            <a:gd name="T104" fmla="*/ 116432 w 1993900"/>
                            <a:gd name="T105" fmla="*/ 146064 h 1873250"/>
                            <a:gd name="T106" fmla="*/ 181284 w 1993900"/>
                            <a:gd name="T107" fmla="*/ 118748 h 1873250"/>
                            <a:gd name="T108" fmla="*/ 363706 w 1993900"/>
                            <a:gd name="T109" fmla="*/ 111160 h 1873250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</a:gdLst>
                          <a:ahLst/>
                          <a:cxnLst>
                            <a:cxn ang="T110">
                              <a:pos x="T0" y="T1"/>
                            </a:cxn>
                            <a:cxn ang="T111">
                              <a:pos x="T2" y="T3"/>
                            </a:cxn>
                            <a:cxn ang="T112">
                              <a:pos x="T4" y="T5"/>
                            </a:cxn>
                            <a:cxn ang="T113">
                              <a:pos x="T6" y="T7"/>
                            </a:cxn>
                            <a:cxn ang="T114">
                              <a:pos x="T8" y="T9"/>
                            </a:cxn>
                            <a:cxn ang="T115">
                              <a:pos x="T10" y="T11"/>
                            </a:cxn>
                            <a:cxn ang="T116">
                              <a:pos x="T12" y="T13"/>
                            </a:cxn>
                            <a:cxn ang="T117">
                              <a:pos x="T14" y="T15"/>
                            </a:cxn>
                            <a:cxn ang="T118">
                              <a:pos x="T16" y="T17"/>
                            </a:cxn>
                            <a:cxn ang="T119">
                              <a:pos x="T18" y="T19"/>
                            </a:cxn>
                            <a:cxn ang="T120">
                              <a:pos x="T20" y="T21"/>
                            </a:cxn>
                            <a:cxn ang="T121">
                              <a:pos x="T22" y="T23"/>
                            </a:cxn>
                            <a:cxn ang="T122">
                              <a:pos x="T24" y="T25"/>
                            </a:cxn>
                            <a:cxn ang="T123">
                              <a:pos x="T26" y="T27"/>
                            </a:cxn>
                            <a:cxn ang="T124">
                              <a:pos x="T28" y="T29"/>
                            </a:cxn>
                            <a:cxn ang="T125">
                              <a:pos x="T30" y="T31"/>
                            </a:cxn>
                            <a:cxn ang="T126">
                              <a:pos x="T32" y="T33"/>
                            </a:cxn>
                            <a:cxn ang="T127">
                              <a:pos x="T34" y="T35"/>
                            </a:cxn>
                            <a:cxn ang="T128">
                              <a:pos x="T36" y="T37"/>
                            </a:cxn>
                            <a:cxn ang="T129">
                              <a:pos x="T38" y="T39"/>
                            </a:cxn>
                            <a:cxn ang="T130">
                              <a:pos x="T40" y="T41"/>
                            </a:cxn>
                            <a:cxn ang="T131">
                              <a:pos x="T42" y="T43"/>
                            </a:cxn>
                            <a:cxn ang="T132">
                              <a:pos x="T44" y="T45"/>
                            </a:cxn>
                            <a:cxn ang="T133">
                              <a:pos x="T46" y="T47"/>
                            </a:cxn>
                            <a:cxn ang="T134">
                              <a:pos x="T48" y="T49"/>
                            </a:cxn>
                            <a:cxn ang="T135">
                              <a:pos x="T50" y="T51"/>
                            </a:cxn>
                            <a:cxn ang="T136">
                              <a:pos x="T52" y="T53"/>
                            </a:cxn>
                            <a:cxn ang="T137">
                              <a:pos x="T54" y="T55"/>
                            </a:cxn>
                            <a:cxn ang="T138">
                              <a:pos x="T56" y="T57"/>
                            </a:cxn>
                            <a:cxn ang="T139">
                              <a:pos x="T58" y="T59"/>
                            </a:cxn>
                            <a:cxn ang="T140">
                              <a:pos x="T60" y="T61"/>
                            </a:cxn>
                            <a:cxn ang="T141">
                              <a:pos x="T62" y="T63"/>
                            </a:cxn>
                            <a:cxn ang="T142">
                              <a:pos x="T64" y="T65"/>
                            </a:cxn>
                            <a:cxn ang="T143">
                              <a:pos x="T66" y="T67"/>
                            </a:cxn>
                            <a:cxn ang="T144">
                              <a:pos x="T68" y="T69"/>
                            </a:cxn>
                            <a:cxn ang="T145">
                              <a:pos x="T70" y="T71"/>
                            </a:cxn>
                            <a:cxn ang="T146">
                              <a:pos x="T72" y="T73"/>
                            </a:cxn>
                            <a:cxn ang="T147">
                              <a:pos x="T74" y="T75"/>
                            </a:cxn>
                            <a:cxn ang="T148">
                              <a:pos x="T76" y="T77"/>
                            </a:cxn>
                            <a:cxn ang="T149">
                              <a:pos x="T78" y="T79"/>
                            </a:cxn>
                            <a:cxn ang="T150">
                              <a:pos x="T80" y="T81"/>
                            </a:cxn>
                            <a:cxn ang="T151">
                              <a:pos x="T82" y="T83"/>
                            </a:cxn>
                            <a:cxn ang="T152">
                              <a:pos x="T84" y="T85"/>
                            </a:cxn>
                            <a:cxn ang="T153">
                              <a:pos x="T86" y="T87"/>
                            </a:cxn>
                            <a:cxn ang="T154">
                              <a:pos x="T88" y="T89"/>
                            </a:cxn>
                            <a:cxn ang="T155">
                              <a:pos x="T90" y="T91"/>
                            </a:cxn>
                            <a:cxn ang="T156">
                              <a:pos x="T92" y="T93"/>
                            </a:cxn>
                            <a:cxn ang="T157">
                              <a:pos x="T94" y="T95"/>
                            </a:cxn>
                            <a:cxn ang="T158">
                              <a:pos x="T96" y="T97"/>
                            </a:cxn>
                            <a:cxn ang="T159">
                              <a:pos x="T98" y="T99"/>
                            </a:cxn>
                            <a:cxn ang="T160">
                              <a:pos x="T100" y="T101"/>
                            </a:cxn>
                            <a:cxn ang="T161">
                              <a:pos x="T102" y="T103"/>
                            </a:cxn>
                            <a:cxn ang="T162">
                              <a:pos x="T104" y="T105"/>
                            </a:cxn>
                            <a:cxn ang="T163">
                              <a:pos x="T106" y="T107"/>
                            </a:cxn>
                            <a:cxn ang="T164">
                              <a:pos x="T108" y="T109"/>
                            </a:cxn>
                          </a:cxnLst>
                          <a:rect l="0" t="0" r="r" b="b"/>
                          <a:pathLst>
                            <a:path w="1993900" h="1873250">
                              <a:moveTo>
                                <a:pt x="195263" y="1631950"/>
                              </a:moveTo>
                              <a:lnTo>
                                <a:pt x="1766888" y="1631950"/>
                              </a:lnTo>
                              <a:lnTo>
                                <a:pt x="1766888" y="1663700"/>
                              </a:lnTo>
                              <a:lnTo>
                                <a:pt x="195263" y="1663700"/>
                              </a:lnTo>
                              <a:lnTo>
                                <a:pt x="195263" y="1631950"/>
                              </a:lnTo>
                              <a:close/>
                              <a:moveTo>
                                <a:pt x="195263" y="1539875"/>
                              </a:moveTo>
                              <a:lnTo>
                                <a:pt x="1766888" y="1539875"/>
                              </a:lnTo>
                              <a:lnTo>
                                <a:pt x="1766888" y="1570038"/>
                              </a:lnTo>
                              <a:lnTo>
                                <a:pt x="195263" y="1570038"/>
                              </a:lnTo>
                              <a:lnTo>
                                <a:pt x="195263" y="1539875"/>
                              </a:lnTo>
                              <a:close/>
                              <a:moveTo>
                                <a:pt x="1240155" y="603250"/>
                              </a:moveTo>
                              <a:lnTo>
                                <a:pt x="1357056" y="603250"/>
                              </a:lnTo>
                              <a:lnTo>
                                <a:pt x="1357056" y="1188182"/>
                              </a:lnTo>
                              <a:lnTo>
                                <a:pt x="1493838" y="1188182"/>
                              </a:lnTo>
                              <a:lnTo>
                                <a:pt x="1493838" y="1296988"/>
                              </a:lnTo>
                              <a:lnTo>
                                <a:pt x="1071563" y="1296988"/>
                              </a:lnTo>
                              <a:lnTo>
                                <a:pt x="1071563" y="1188182"/>
                              </a:lnTo>
                              <a:lnTo>
                                <a:pt x="1207550" y="1188182"/>
                              </a:lnTo>
                              <a:lnTo>
                                <a:pt x="1207550" y="820068"/>
                              </a:lnTo>
                              <a:lnTo>
                                <a:pt x="1201586" y="822053"/>
                              </a:lnTo>
                              <a:lnTo>
                                <a:pt x="1194826" y="824833"/>
                              </a:lnTo>
                              <a:lnTo>
                                <a:pt x="1180909" y="828407"/>
                              </a:lnTo>
                              <a:lnTo>
                                <a:pt x="1165402" y="831981"/>
                              </a:lnTo>
                              <a:lnTo>
                                <a:pt x="1148304" y="834760"/>
                              </a:lnTo>
                              <a:lnTo>
                                <a:pt x="1130809" y="837143"/>
                              </a:lnTo>
                              <a:lnTo>
                                <a:pt x="1111723" y="838732"/>
                              </a:lnTo>
                              <a:lnTo>
                                <a:pt x="1091842" y="839526"/>
                              </a:lnTo>
                              <a:lnTo>
                                <a:pt x="1071563" y="839923"/>
                              </a:lnTo>
                              <a:lnTo>
                                <a:pt x="1071563" y="738265"/>
                              </a:lnTo>
                              <a:lnTo>
                                <a:pt x="1080311" y="737073"/>
                              </a:lnTo>
                              <a:lnTo>
                                <a:pt x="1089456" y="735882"/>
                              </a:lnTo>
                              <a:lnTo>
                                <a:pt x="1097806" y="734294"/>
                              </a:lnTo>
                              <a:lnTo>
                                <a:pt x="1106156" y="732705"/>
                              </a:lnTo>
                              <a:lnTo>
                                <a:pt x="1114109" y="730720"/>
                              </a:lnTo>
                              <a:lnTo>
                                <a:pt x="1121664" y="728734"/>
                              </a:lnTo>
                              <a:lnTo>
                                <a:pt x="1129218" y="726352"/>
                              </a:lnTo>
                              <a:lnTo>
                                <a:pt x="1136376" y="723969"/>
                              </a:lnTo>
                              <a:lnTo>
                                <a:pt x="1143931" y="720792"/>
                              </a:lnTo>
                              <a:lnTo>
                                <a:pt x="1150690" y="718012"/>
                              </a:lnTo>
                              <a:lnTo>
                                <a:pt x="1156654" y="714438"/>
                              </a:lnTo>
                              <a:lnTo>
                                <a:pt x="1163016" y="711262"/>
                              </a:lnTo>
                              <a:lnTo>
                                <a:pt x="1168981" y="707688"/>
                              </a:lnTo>
                              <a:lnTo>
                                <a:pt x="1174945" y="704114"/>
                              </a:lnTo>
                              <a:lnTo>
                                <a:pt x="1180512" y="699746"/>
                              </a:lnTo>
                              <a:lnTo>
                                <a:pt x="1186079" y="695775"/>
                              </a:lnTo>
                              <a:lnTo>
                                <a:pt x="1191248" y="691407"/>
                              </a:lnTo>
                              <a:lnTo>
                                <a:pt x="1195621" y="686641"/>
                              </a:lnTo>
                              <a:lnTo>
                                <a:pt x="1200393" y="682273"/>
                              </a:lnTo>
                              <a:lnTo>
                                <a:pt x="1204767" y="677111"/>
                              </a:lnTo>
                              <a:lnTo>
                                <a:pt x="1208743" y="671551"/>
                              </a:lnTo>
                              <a:lnTo>
                                <a:pt x="1213117" y="666389"/>
                              </a:lnTo>
                              <a:lnTo>
                                <a:pt x="1216298" y="661227"/>
                              </a:lnTo>
                              <a:lnTo>
                                <a:pt x="1220274" y="655270"/>
                              </a:lnTo>
                              <a:lnTo>
                                <a:pt x="1223057" y="649314"/>
                              </a:lnTo>
                              <a:lnTo>
                                <a:pt x="1226636" y="643357"/>
                              </a:lnTo>
                              <a:lnTo>
                                <a:pt x="1229022" y="637003"/>
                              </a:lnTo>
                              <a:lnTo>
                                <a:pt x="1231407" y="630650"/>
                              </a:lnTo>
                              <a:lnTo>
                                <a:pt x="1234191" y="623899"/>
                              </a:lnTo>
                              <a:lnTo>
                                <a:pt x="1236179" y="617148"/>
                              </a:lnTo>
                              <a:lnTo>
                                <a:pt x="1240155" y="603250"/>
                              </a:lnTo>
                              <a:close/>
                              <a:moveTo>
                                <a:pt x="763507" y="603250"/>
                              </a:moveTo>
                              <a:lnTo>
                                <a:pt x="880806" y="603250"/>
                              </a:lnTo>
                              <a:lnTo>
                                <a:pt x="880806" y="1188182"/>
                              </a:lnTo>
                              <a:lnTo>
                                <a:pt x="1017588" y="1188182"/>
                              </a:lnTo>
                              <a:lnTo>
                                <a:pt x="1017588" y="1296988"/>
                              </a:lnTo>
                              <a:lnTo>
                                <a:pt x="595313" y="1296988"/>
                              </a:lnTo>
                              <a:lnTo>
                                <a:pt x="595313" y="1188182"/>
                              </a:lnTo>
                              <a:lnTo>
                                <a:pt x="731300" y="1188182"/>
                              </a:lnTo>
                              <a:lnTo>
                                <a:pt x="731300" y="820068"/>
                              </a:lnTo>
                              <a:lnTo>
                                <a:pt x="725336" y="822053"/>
                              </a:lnTo>
                              <a:lnTo>
                                <a:pt x="718576" y="824833"/>
                              </a:lnTo>
                              <a:lnTo>
                                <a:pt x="704659" y="828407"/>
                              </a:lnTo>
                              <a:lnTo>
                                <a:pt x="688754" y="831981"/>
                              </a:lnTo>
                              <a:lnTo>
                                <a:pt x="672054" y="834760"/>
                              </a:lnTo>
                              <a:lnTo>
                                <a:pt x="654161" y="837143"/>
                              </a:lnTo>
                              <a:lnTo>
                                <a:pt x="635473" y="838732"/>
                              </a:lnTo>
                              <a:lnTo>
                                <a:pt x="615592" y="839526"/>
                              </a:lnTo>
                              <a:lnTo>
                                <a:pt x="595313" y="839923"/>
                              </a:lnTo>
                              <a:lnTo>
                                <a:pt x="595313" y="738265"/>
                              </a:lnTo>
                              <a:lnTo>
                                <a:pt x="604061" y="737073"/>
                              </a:lnTo>
                              <a:lnTo>
                                <a:pt x="612809" y="735882"/>
                              </a:lnTo>
                              <a:lnTo>
                                <a:pt x="621159" y="734294"/>
                              </a:lnTo>
                              <a:lnTo>
                                <a:pt x="629906" y="732705"/>
                              </a:lnTo>
                              <a:lnTo>
                                <a:pt x="637859" y="730720"/>
                              </a:lnTo>
                              <a:lnTo>
                                <a:pt x="645414" y="728734"/>
                              </a:lnTo>
                              <a:lnTo>
                                <a:pt x="652968" y="726352"/>
                              </a:lnTo>
                              <a:lnTo>
                                <a:pt x="660126" y="723969"/>
                              </a:lnTo>
                              <a:lnTo>
                                <a:pt x="667283" y="720792"/>
                              </a:lnTo>
                              <a:lnTo>
                                <a:pt x="674042" y="718012"/>
                              </a:lnTo>
                              <a:lnTo>
                                <a:pt x="680404" y="714438"/>
                              </a:lnTo>
                              <a:lnTo>
                                <a:pt x="686766" y="711262"/>
                              </a:lnTo>
                              <a:lnTo>
                                <a:pt x="692731" y="707688"/>
                              </a:lnTo>
                              <a:lnTo>
                                <a:pt x="698695" y="704114"/>
                              </a:lnTo>
                              <a:lnTo>
                                <a:pt x="704262" y="699746"/>
                              </a:lnTo>
                              <a:lnTo>
                                <a:pt x="709431" y="695775"/>
                              </a:lnTo>
                              <a:lnTo>
                                <a:pt x="714600" y="691407"/>
                              </a:lnTo>
                              <a:lnTo>
                                <a:pt x="719371" y="686641"/>
                              </a:lnTo>
                              <a:lnTo>
                                <a:pt x="724143" y="682273"/>
                              </a:lnTo>
                              <a:lnTo>
                                <a:pt x="728119" y="677111"/>
                              </a:lnTo>
                              <a:lnTo>
                                <a:pt x="732493" y="671551"/>
                              </a:lnTo>
                              <a:lnTo>
                                <a:pt x="736469" y="666389"/>
                              </a:lnTo>
                              <a:lnTo>
                                <a:pt x="740048" y="661227"/>
                              </a:lnTo>
                              <a:lnTo>
                                <a:pt x="744024" y="655270"/>
                              </a:lnTo>
                              <a:lnTo>
                                <a:pt x="746807" y="649314"/>
                              </a:lnTo>
                              <a:lnTo>
                                <a:pt x="749988" y="643357"/>
                              </a:lnTo>
                              <a:lnTo>
                                <a:pt x="752772" y="637003"/>
                              </a:lnTo>
                              <a:lnTo>
                                <a:pt x="755157" y="630650"/>
                              </a:lnTo>
                              <a:lnTo>
                                <a:pt x="757941" y="623899"/>
                              </a:lnTo>
                              <a:lnTo>
                                <a:pt x="759929" y="617148"/>
                              </a:lnTo>
                              <a:lnTo>
                                <a:pt x="763507" y="603250"/>
                              </a:lnTo>
                              <a:close/>
                              <a:moveTo>
                                <a:pt x="252860" y="274637"/>
                              </a:moveTo>
                              <a:lnTo>
                                <a:pt x="243333" y="275431"/>
                              </a:lnTo>
                              <a:lnTo>
                                <a:pt x="233806" y="276622"/>
                              </a:lnTo>
                              <a:lnTo>
                                <a:pt x="224676" y="279003"/>
                              </a:lnTo>
                              <a:lnTo>
                                <a:pt x="216340" y="282178"/>
                              </a:lnTo>
                              <a:lnTo>
                                <a:pt x="207607" y="286147"/>
                              </a:lnTo>
                              <a:lnTo>
                                <a:pt x="199668" y="290909"/>
                              </a:lnTo>
                              <a:lnTo>
                                <a:pt x="192523" y="296465"/>
                              </a:lnTo>
                              <a:lnTo>
                                <a:pt x="185774" y="302815"/>
                              </a:lnTo>
                              <a:lnTo>
                                <a:pt x="179820" y="309562"/>
                              </a:lnTo>
                              <a:lnTo>
                                <a:pt x="174263" y="316706"/>
                              </a:lnTo>
                              <a:lnTo>
                                <a:pt x="169499" y="324644"/>
                              </a:lnTo>
                              <a:lnTo>
                                <a:pt x="165530" y="332581"/>
                              </a:lnTo>
                              <a:lnTo>
                                <a:pt x="162354" y="341312"/>
                              </a:lnTo>
                              <a:lnTo>
                                <a:pt x="159972" y="350837"/>
                              </a:lnTo>
                              <a:lnTo>
                                <a:pt x="158385" y="359965"/>
                              </a:lnTo>
                              <a:lnTo>
                                <a:pt x="157988" y="369490"/>
                              </a:lnTo>
                              <a:lnTo>
                                <a:pt x="157988" y="1619647"/>
                              </a:lnTo>
                              <a:lnTo>
                                <a:pt x="158385" y="1629569"/>
                              </a:lnTo>
                              <a:lnTo>
                                <a:pt x="159972" y="1639094"/>
                              </a:lnTo>
                              <a:lnTo>
                                <a:pt x="162354" y="1647825"/>
                              </a:lnTo>
                              <a:lnTo>
                                <a:pt x="165530" y="1656953"/>
                              </a:lnTo>
                              <a:lnTo>
                                <a:pt x="169499" y="1665288"/>
                              </a:lnTo>
                              <a:lnTo>
                                <a:pt x="174263" y="1672828"/>
                              </a:lnTo>
                              <a:lnTo>
                                <a:pt x="179820" y="1679972"/>
                              </a:lnTo>
                              <a:lnTo>
                                <a:pt x="185774" y="1686719"/>
                              </a:lnTo>
                              <a:lnTo>
                                <a:pt x="192523" y="1693069"/>
                              </a:lnTo>
                              <a:lnTo>
                                <a:pt x="199668" y="1698625"/>
                              </a:lnTo>
                              <a:lnTo>
                                <a:pt x="207607" y="1702991"/>
                              </a:lnTo>
                              <a:lnTo>
                                <a:pt x="216340" y="1707356"/>
                              </a:lnTo>
                              <a:lnTo>
                                <a:pt x="224676" y="1710531"/>
                              </a:lnTo>
                              <a:lnTo>
                                <a:pt x="233806" y="1712913"/>
                              </a:lnTo>
                              <a:lnTo>
                                <a:pt x="243333" y="1714103"/>
                              </a:lnTo>
                              <a:lnTo>
                                <a:pt x="252860" y="1714897"/>
                              </a:lnTo>
                              <a:lnTo>
                                <a:pt x="1741040" y="1714897"/>
                              </a:lnTo>
                              <a:lnTo>
                                <a:pt x="1750567" y="1714103"/>
                              </a:lnTo>
                              <a:lnTo>
                                <a:pt x="1759697" y="1712913"/>
                              </a:lnTo>
                              <a:lnTo>
                                <a:pt x="1769224" y="1710531"/>
                              </a:lnTo>
                              <a:lnTo>
                                <a:pt x="1777560" y="1707356"/>
                              </a:lnTo>
                              <a:lnTo>
                                <a:pt x="1785896" y="1702991"/>
                              </a:lnTo>
                              <a:lnTo>
                                <a:pt x="1794232" y="1698625"/>
                              </a:lnTo>
                              <a:lnTo>
                                <a:pt x="1801377" y="1693069"/>
                              </a:lnTo>
                              <a:lnTo>
                                <a:pt x="1808126" y="1686719"/>
                              </a:lnTo>
                              <a:lnTo>
                                <a:pt x="1813683" y="1679972"/>
                              </a:lnTo>
                              <a:lnTo>
                                <a:pt x="1819240" y="1672828"/>
                              </a:lnTo>
                              <a:lnTo>
                                <a:pt x="1824401" y="1665288"/>
                              </a:lnTo>
                              <a:lnTo>
                                <a:pt x="1828370" y="1656953"/>
                              </a:lnTo>
                              <a:lnTo>
                                <a:pt x="1831546" y="1647825"/>
                              </a:lnTo>
                              <a:lnTo>
                                <a:pt x="1833531" y="1639094"/>
                              </a:lnTo>
                              <a:lnTo>
                                <a:pt x="1835516" y="1629569"/>
                              </a:lnTo>
                              <a:lnTo>
                                <a:pt x="1835912" y="1619647"/>
                              </a:lnTo>
                              <a:lnTo>
                                <a:pt x="1835912" y="369490"/>
                              </a:lnTo>
                              <a:lnTo>
                                <a:pt x="1835516" y="359965"/>
                              </a:lnTo>
                              <a:lnTo>
                                <a:pt x="1833531" y="350837"/>
                              </a:lnTo>
                              <a:lnTo>
                                <a:pt x="1831546" y="341312"/>
                              </a:lnTo>
                              <a:lnTo>
                                <a:pt x="1828370" y="332581"/>
                              </a:lnTo>
                              <a:lnTo>
                                <a:pt x="1824401" y="324644"/>
                              </a:lnTo>
                              <a:lnTo>
                                <a:pt x="1819240" y="316706"/>
                              </a:lnTo>
                              <a:lnTo>
                                <a:pt x="1813683" y="309562"/>
                              </a:lnTo>
                              <a:lnTo>
                                <a:pt x="1808126" y="302815"/>
                              </a:lnTo>
                              <a:lnTo>
                                <a:pt x="1801377" y="296465"/>
                              </a:lnTo>
                              <a:lnTo>
                                <a:pt x="1794232" y="290909"/>
                              </a:lnTo>
                              <a:lnTo>
                                <a:pt x="1785896" y="286147"/>
                              </a:lnTo>
                              <a:lnTo>
                                <a:pt x="1777560" y="282178"/>
                              </a:lnTo>
                              <a:lnTo>
                                <a:pt x="1769224" y="279003"/>
                              </a:lnTo>
                              <a:lnTo>
                                <a:pt x="1759697" y="276622"/>
                              </a:lnTo>
                              <a:lnTo>
                                <a:pt x="1750567" y="275431"/>
                              </a:lnTo>
                              <a:lnTo>
                                <a:pt x="1741040" y="274637"/>
                              </a:lnTo>
                              <a:lnTo>
                                <a:pt x="1613221" y="274637"/>
                              </a:lnTo>
                              <a:lnTo>
                                <a:pt x="1613221" y="338931"/>
                              </a:lnTo>
                              <a:lnTo>
                                <a:pt x="1366316" y="338931"/>
                              </a:lnTo>
                              <a:lnTo>
                                <a:pt x="1366316" y="274637"/>
                              </a:lnTo>
                              <a:lnTo>
                                <a:pt x="596622" y="274637"/>
                              </a:lnTo>
                              <a:lnTo>
                                <a:pt x="596622" y="338931"/>
                              </a:lnTo>
                              <a:lnTo>
                                <a:pt x="349717" y="338931"/>
                              </a:lnTo>
                              <a:lnTo>
                                <a:pt x="349717" y="274637"/>
                              </a:lnTo>
                              <a:lnTo>
                                <a:pt x="252860" y="274637"/>
                              </a:lnTo>
                              <a:close/>
                              <a:moveTo>
                                <a:pt x="442207" y="0"/>
                              </a:moveTo>
                              <a:lnTo>
                                <a:pt x="565660" y="0"/>
                              </a:lnTo>
                              <a:lnTo>
                                <a:pt x="565660" y="116284"/>
                              </a:lnTo>
                              <a:lnTo>
                                <a:pt x="1397278" y="116284"/>
                              </a:lnTo>
                              <a:lnTo>
                                <a:pt x="1397278" y="215503"/>
                              </a:lnTo>
                              <a:lnTo>
                                <a:pt x="1397278" y="307975"/>
                              </a:lnTo>
                              <a:lnTo>
                                <a:pt x="1461188" y="307975"/>
                              </a:lnTo>
                              <a:lnTo>
                                <a:pt x="1461188" y="0"/>
                              </a:lnTo>
                              <a:lnTo>
                                <a:pt x="1551296" y="0"/>
                              </a:lnTo>
                              <a:lnTo>
                                <a:pt x="1551296" y="116284"/>
                              </a:lnTo>
                              <a:lnTo>
                                <a:pt x="1741040" y="116284"/>
                              </a:lnTo>
                              <a:lnTo>
                                <a:pt x="1754140" y="116681"/>
                              </a:lnTo>
                              <a:lnTo>
                                <a:pt x="1766446" y="117475"/>
                              </a:lnTo>
                              <a:lnTo>
                                <a:pt x="1779148" y="119062"/>
                              </a:lnTo>
                              <a:lnTo>
                                <a:pt x="1791851" y="121840"/>
                              </a:lnTo>
                              <a:lnTo>
                                <a:pt x="1804156" y="124222"/>
                              </a:lnTo>
                              <a:lnTo>
                                <a:pt x="1816065" y="127794"/>
                              </a:lnTo>
                              <a:lnTo>
                                <a:pt x="1827973" y="131762"/>
                              </a:lnTo>
                              <a:lnTo>
                                <a:pt x="1839088" y="136525"/>
                              </a:lnTo>
                              <a:lnTo>
                                <a:pt x="1850600" y="141684"/>
                              </a:lnTo>
                              <a:lnTo>
                                <a:pt x="1861318" y="147240"/>
                              </a:lnTo>
                              <a:lnTo>
                                <a:pt x="1872035" y="152797"/>
                              </a:lnTo>
                              <a:lnTo>
                                <a:pt x="1882356" y="159544"/>
                              </a:lnTo>
                              <a:lnTo>
                                <a:pt x="1892280" y="167084"/>
                              </a:lnTo>
                              <a:lnTo>
                                <a:pt x="1901807" y="174228"/>
                              </a:lnTo>
                              <a:lnTo>
                                <a:pt x="1911334" y="182165"/>
                              </a:lnTo>
                              <a:lnTo>
                                <a:pt x="1919670" y="190500"/>
                              </a:lnTo>
                              <a:lnTo>
                                <a:pt x="1928006" y="199231"/>
                              </a:lnTo>
                              <a:lnTo>
                                <a:pt x="1935945" y="208756"/>
                              </a:lnTo>
                              <a:lnTo>
                                <a:pt x="1943884" y="218281"/>
                              </a:lnTo>
                              <a:lnTo>
                                <a:pt x="1951029" y="228203"/>
                              </a:lnTo>
                              <a:lnTo>
                                <a:pt x="1957380" y="238125"/>
                              </a:lnTo>
                              <a:lnTo>
                                <a:pt x="1963732" y="249237"/>
                              </a:lnTo>
                              <a:lnTo>
                                <a:pt x="1968892" y="259953"/>
                              </a:lnTo>
                              <a:lnTo>
                                <a:pt x="1974052" y="271065"/>
                              </a:lnTo>
                              <a:lnTo>
                                <a:pt x="1978816" y="282575"/>
                              </a:lnTo>
                              <a:lnTo>
                                <a:pt x="1982389" y="294084"/>
                              </a:lnTo>
                              <a:lnTo>
                                <a:pt x="1985961" y="306387"/>
                              </a:lnTo>
                              <a:lnTo>
                                <a:pt x="1988740" y="318690"/>
                              </a:lnTo>
                              <a:lnTo>
                                <a:pt x="1991122" y="330994"/>
                              </a:lnTo>
                              <a:lnTo>
                                <a:pt x="1992709" y="344090"/>
                              </a:lnTo>
                              <a:lnTo>
                                <a:pt x="1993503" y="356790"/>
                              </a:lnTo>
                              <a:lnTo>
                                <a:pt x="1993900" y="369490"/>
                              </a:lnTo>
                              <a:lnTo>
                                <a:pt x="1993900" y="1619647"/>
                              </a:lnTo>
                              <a:lnTo>
                                <a:pt x="1993503" y="1632744"/>
                              </a:lnTo>
                              <a:lnTo>
                                <a:pt x="1992709" y="1645841"/>
                              </a:lnTo>
                              <a:lnTo>
                                <a:pt x="1991122" y="1658541"/>
                              </a:lnTo>
                              <a:lnTo>
                                <a:pt x="1988740" y="1670844"/>
                              </a:lnTo>
                              <a:lnTo>
                                <a:pt x="1985961" y="1682750"/>
                              </a:lnTo>
                              <a:lnTo>
                                <a:pt x="1982389" y="1695053"/>
                              </a:lnTo>
                              <a:lnTo>
                                <a:pt x="1978816" y="1706960"/>
                              </a:lnTo>
                              <a:lnTo>
                                <a:pt x="1974052" y="1718469"/>
                              </a:lnTo>
                              <a:lnTo>
                                <a:pt x="1968892" y="1729581"/>
                              </a:lnTo>
                              <a:lnTo>
                                <a:pt x="1963732" y="1740694"/>
                              </a:lnTo>
                              <a:lnTo>
                                <a:pt x="1957380" y="1751410"/>
                              </a:lnTo>
                              <a:lnTo>
                                <a:pt x="1951029" y="1761331"/>
                              </a:lnTo>
                              <a:lnTo>
                                <a:pt x="1943884" y="1771650"/>
                              </a:lnTo>
                              <a:lnTo>
                                <a:pt x="1935945" y="1780778"/>
                              </a:lnTo>
                              <a:lnTo>
                                <a:pt x="1928006" y="1789906"/>
                              </a:lnTo>
                              <a:lnTo>
                                <a:pt x="1919670" y="1799035"/>
                              </a:lnTo>
                              <a:lnTo>
                                <a:pt x="1911334" y="1807369"/>
                              </a:lnTo>
                              <a:lnTo>
                                <a:pt x="1901807" y="1815306"/>
                              </a:lnTo>
                              <a:lnTo>
                                <a:pt x="1892280" y="1822847"/>
                              </a:lnTo>
                              <a:lnTo>
                                <a:pt x="1882356" y="1829594"/>
                              </a:lnTo>
                              <a:lnTo>
                                <a:pt x="1872035" y="1836341"/>
                              </a:lnTo>
                              <a:lnTo>
                                <a:pt x="1861318" y="1842294"/>
                              </a:lnTo>
                              <a:lnTo>
                                <a:pt x="1850600" y="1848247"/>
                              </a:lnTo>
                              <a:lnTo>
                                <a:pt x="1839088" y="1853406"/>
                              </a:lnTo>
                              <a:lnTo>
                                <a:pt x="1827973" y="1857375"/>
                              </a:lnTo>
                              <a:lnTo>
                                <a:pt x="1816065" y="1861741"/>
                              </a:lnTo>
                              <a:lnTo>
                                <a:pt x="1804156" y="1864916"/>
                              </a:lnTo>
                              <a:lnTo>
                                <a:pt x="1791851" y="1868091"/>
                              </a:lnTo>
                              <a:lnTo>
                                <a:pt x="1779148" y="1870075"/>
                              </a:lnTo>
                              <a:lnTo>
                                <a:pt x="1766446" y="1871663"/>
                              </a:lnTo>
                              <a:lnTo>
                                <a:pt x="1754140" y="1872456"/>
                              </a:lnTo>
                              <a:lnTo>
                                <a:pt x="1741040" y="1873250"/>
                              </a:lnTo>
                              <a:lnTo>
                                <a:pt x="252860" y="1873250"/>
                              </a:lnTo>
                              <a:lnTo>
                                <a:pt x="239760" y="1872456"/>
                              </a:lnTo>
                              <a:lnTo>
                                <a:pt x="227058" y="1871663"/>
                              </a:lnTo>
                              <a:lnTo>
                                <a:pt x="214355" y="1870075"/>
                              </a:lnTo>
                              <a:lnTo>
                                <a:pt x="201653" y="1868091"/>
                              </a:lnTo>
                              <a:lnTo>
                                <a:pt x="189744" y="1864916"/>
                              </a:lnTo>
                              <a:lnTo>
                                <a:pt x="177835" y="1861741"/>
                              </a:lnTo>
                              <a:lnTo>
                                <a:pt x="165927" y="1857375"/>
                              </a:lnTo>
                              <a:lnTo>
                                <a:pt x="154018" y="1853406"/>
                              </a:lnTo>
                              <a:lnTo>
                                <a:pt x="143300" y="1848247"/>
                              </a:lnTo>
                              <a:lnTo>
                                <a:pt x="132186" y="1842294"/>
                              </a:lnTo>
                              <a:lnTo>
                                <a:pt x="121865" y="1836341"/>
                              </a:lnTo>
                              <a:lnTo>
                                <a:pt x="111147" y="1829594"/>
                              </a:lnTo>
                              <a:lnTo>
                                <a:pt x="101620" y="1822847"/>
                              </a:lnTo>
                              <a:lnTo>
                                <a:pt x="91696" y="1815306"/>
                              </a:lnTo>
                              <a:lnTo>
                                <a:pt x="82566" y="1807369"/>
                              </a:lnTo>
                              <a:lnTo>
                                <a:pt x="74230" y="1799035"/>
                              </a:lnTo>
                              <a:lnTo>
                                <a:pt x="65497" y="1789906"/>
                              </a:lnTo>
                              <a:lnTo>
                                <a:pt x="57558" y="1780778"/>
                              </a:lnTo>
                              <a:lnTo>
                                <a:pt x="50016" y="1771650"/>
                              </a:lnTo>
                              <a:lnTo>
                                <a:pt x="42871" y="1761331"/>
                              </a:lnTo>
                              <a:lnTo>
                                <a:pt x="36520" y="1751410"/>
                              </a:lnTo>
                              <a:lnTo>
                                <a:pt x="30168" y="1740694"/>
                              </a:lnTo>
                              <a:lnTo>
                                <a:pt x="24611" y="1729581"/>
                              </a:lnTo>
                              <a:lnTo>
                                <a:pt x="19848" y="1718469"/>
                              </a:lnTo>
                              <a:lnTo>
                                <a:pt x="15084" y="1706960"/>
                              </a:lnTo>
                              <a:lnTo>
                                <a:pt x="11115" y="1695053"/>
                              </a:lnTo>
                              <a:lnTo>
                                <a:pt x="7939" y="1682750"/>
                              </a:lnTo>
                              <a:lnTo>
                                <a:pt x="4763" y="1670844"/>
                              </a:lnTo>
                              <a:lnTo>
                                <a:pt x="2779" y="1658541"/>
                              </a:lnTo>
                              <a:lnTo>
                                <a:pt x="1191" y="1645841"/>
                              </a:lnTo>
                              <a:lnTo>
                                <a:pt x="0" y="1632744"/>
                              </a:lnTo>
                              <a:lnTo>
                                <a:pt x="0" y="1619647"/>
                              </a:lnTo>
                              <a:lnTo>
                                <a:pt x="0" y="369490"/>
                              </a:lnTo>
                              <a:lnTo>
                                <a:pt x="0" y="356790"/>
                              </a:lnTo>
                              <a:lnTo>
                                <a:pt x="1191" y="344090"/>
                              </a:lnTo>
                              <a:lnTo>
                                <a:pt x="2779" y="330994"/>
                              </a:lnTo>
                              <a:lnTo>
                                <a:pt x="4763" y="318690"/>
                              </a:lnTo>
                              <a:lnTo>
                                <a:pt x="7939" y="306387"/>
                              </a:lnTo>
                              <a:lnTo>
                                <a:pt x="11115" y="294084"/>
                              </a:lnTo>
                              <a:lnTo>
                                <a:pt x="15084" y="282575"/>
                              </a:lnTo>
                              <a:lnTo>
                                <a:pt x="19848" y="271065"/>
                              </a:lnTo>
                              <a:lnTo>
                                <a:pt x="24611" y="259953"/>
                              </a:lnTo>
                              <a:lnTo>
                                <a:pt x="30168" y="249237"/>
                              </a:lnTo>
                              <a:lnTo>
                                <a:pt x="36520" y="238125"/>
                              </a:lnTo>
                              <a:lnTo>
                                <a:pt x="42871" y="228203"/>
                              </a:lnTo>
                              <a:lnTo>
                                <a:pt x="50016" y="218281"/>
                              </a:lnTo>
                              <a:lnTo>
                                <a:pt x="57558" y="208756"/>
                              </a:lnTo>
                              <a:lnTo>
                                <a:pt x="65497" y="199231"/>
                              </a:lnTo>
                              <a:lnTo>
                                <a:pt x="74230" y="190500"/>
                              </a:lnTo>
                              <a:lnTo>
                                <a:pt x="82566" y="182165"/>
                              </a:lnTo>
                              <a:lnTo>
                                <a:pt x="91696" y="174228"/>
                              </a:lnTo>
                              <a:lnTo>
                                <a:pt x="101620" y="167084"/>
                              </a:lnTo>
                              <a:lnTo>
                                <a:pt x="111147" y="159544"/>
                              </a:lnTo>
                              <a:lnTo>
                                <a:pt x="121865" y="152797"/>
                              </a:lnTo>
                              <a:lnTo>
                                <a:pt x="132186" y="147240"/>
                              </a:lnTo>
                              <a:lnTo>
                                <a:pt x="143300" y="141684"/>
                              </a:lnTo>
                              <a:lnTo>
                                <a:pt x="154018" y="136525"/>
                              </a:lnTo>
                              <a:lnTo>
                                <a:pt x="165927" y="131762"/>
                              </a:lnTo>
                              <a:lnTo>
                                <a:pt x="177835" y="127794"/>
                              </a:lnTo>
                              <a:lnTo>
                                <a:pt x="189744" y="124222"/>
                              </a:lnTo>
                              <a:lnTo>
                                <a:pt x="201653" y="121840"/>
                              </a:lnTo>
                              <a:lnTo>
                                <a:pt x="214355" y="119062"/>
                              </a:lnTo>
                              <a:lnTo>
                                <a:pt x="227058" y="117475"/>
                              </a:lnTo>
                              <a:lnTo>
                                <a:pt x="239760" y="116681"/>
                              </a:lnTo>
                              <a:lnTo>
                                <a:pt x="252860" y="116284"/>
                              </a:lnTo>
                              <a:lnTo>
                                <a:pt x="380679" y="116284"/>
                              </a:lnTo>
                              <a:lnTo>
                                <a:pt x="380679" y="215503"/>
                              </a:lnTo>
                              <a:lnTo>
                                <a:pt x="380679" y="307975"/>
                              </a:lnTo>
                              <a:lnTo>
                                <a:pt x="442207" y="307975"/>
                              </a:lnTo>
                              <a:lnTo>
                                <a:pt x="442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9.55pt;margin-top:199.3pt;height:9.95pt;width:10.6pt;z-index:251603968;v-text-anchor:middle;mso-width-relative:page;mso-height-relative:page;" fillcolor="#333F50" filled="t" stroked="f" coordsize="1993900,1873250" o:gfxdata="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" path="m195263,1631950l1766888,1631950,1766888,1663700,195263,1663700,195263,1631950xm195263,1539875l1766888,1539875,1766888,1570038,195263,1570038,195263,1539875xm1240155,603250l1357056,603250,1357056,1188182,1493838,1188182,1493838,1296988,1071563,1296988,1071563,1188182,1207550,1188182,1207550,820068,1201586,822053,1194826,824833,1180909,828407,1165402,831981,1148304,834760,1130809,837143,1111723,838732,1091842,839526,1071563,839923,1071563,738265,1080311,737073,1089456,735882,1097806,734294,1106156,732705,1114109,730720,1121664,728734,1129218,726352,1136376,723969,1143931,720792,1150690,718012,1156654,714438,1163016,711262,1168981,707688,1174945,704114,1180512,699746,1186079,695775,1191248,691407,1195621,686641,1200393,682273,1204767,677111,1208743,671551,1213117,666389,1216298,661227,1220274,655270,1223057,649314,1226636,643357,1229022,637003,1231407,630650,1234191,623899,1236179,617148,1240155,603250xm763507,603250l880806,603250,880806,1188182,1017588,1188182,1017588,1296988,595313,1296988,595313,1188182,731300,1188182,731300,820068,725336,822053,718576,824833,704659,828407,688754,831981,672054,834760,654161,837143,635473,838732,615592,839526,595313,839923,595313,738265,604061,737073,612809,735882,621159,734294,629906,732705,637859,730720,645414,728734,652968,726352,660126,723969,667283,720792,674042,718012,680404,714438,686766,711262,692731,707688,698695,704114,704262,699746,709431,695775,714600,691407,719371,686641,724143,682273,728119,677111,732493,671551,736469,666389,740048,661227,744024,655270,746807,649314,749988,643357,752772,637003,755157,630650,757941,623899,759929,617148,763507,603250xm252860,274637l243333,275431,233806,276622,224676,279003,216340,282178,207607,286147,199668,290909,192523,296465,185774,302815,179820,309562,174263,316706,169499,324644,165530,332581,162354,341312,159972,350837,158385,359965,157988,369490,157988,1619647,158385,1629569,159972,1639094,162354,1647825,165530,1656953,169499,1665288,174263,1672828,179820,1679972,185774,1686719,192523,1693069,199668,1698625,207607,1702991,216340,1707356,224676,1710531,233806,1712913,243333,1714103,252860,1714897,1741040,1714897,1750567,1714103,1759697,1712913,1769224,1710531,1777560,1707356,1785896,1702991,1794232,1698625,1801377,1693069,1808126,1686719,1813683,1679972,1819240,1672828,1824401,1665288,1828370,1656953,1831546,1647825,1833531,1639094,1835516,1629569,1835912,1619647,1835912,369490,1835516,359965,1833531,350837,1831546,341312,1828370,332581,1824401,324644,1819240,316706,1813683,309562,1808126,302815,1801377,296465,1794232,290909,1785896,286147,1777560,282178,1769224,279003,1759697,276622,1750567,275431,1741040,274637,1613221,274637,1613221,338931,1366316,338931,1366316,274637,596622,274637,596622,338931,349717,338931,349717,274637,252860,274637xm442207,0l565660,0,565660,116284,1397278,116284,1397278,215503,1397278,307975,1461188,307975,1461188,0,1551296,0,1551296,116284,1741040,116284,1754140,116681,1766446,117475,1779148,119062,1791851,121840,1804156,124222,1816065,127794,1827973,131762,1839088,136525,1850600,141684,1861318,147240,1872035,152797,1882356,159544,1892280,167084,1901807,174228,1911334,182165,1919670,190500,1928006,199231,1935945,208756,1943884,218281,1951029,228203,1957380,238125,1963732,249237,1968892,259953,1974052,271065,1978816,282575,1982389,294084,1985961,306387,1988740,318690,1991122,330994,1992709,344090,1993503,356790,1993900,369490,1993900,1619647,1993503,1632744,1992709,1645841,1991122,1658541,1988740,1670844,1985961,1682750,1982389,1695053,1978816,1706960,1974052,1718469,1968892,1729581,1963732,1740694,1957380,1751410,1951029,1761331,1943884,1771650,1935945,1780778,1928006,1789906,1919670,1799035,1911334,1807369,1901807,1815306,1892280,1822847,1882356,1829594,1872035,1836341,1861318,1842294,1850600,1848247,1839088,1853406,1827973,1857375,1816065,1861741,1804156,1864916,1791851,1868091,1779148,1870075,1766446,1871663,1754140,1872456,1741040,1873250,252860,1873250,239760,1872456,227058,1871663,214355,1870075,201653,1868091,189744,1864916,177835,1861741,165927,1857375,154018,1853406,143300,1848247,132186,1842294,121865,1836341,111147,1829594,101620,1822847,91696,1815306,82566,1807369,74230,1799035,65497,1789906,57558,1780778,50016,1771650,42871,1761331,36520,1751410,30168,1740694,24611,1729581,19848,1718469,15084,1706960,11115,1695053,7939,1682750,4763,1670844,2779,1658541,1191,1645841,0,1632744,0,1619647,0,369490,0,356790,1191,344090,2779,330994,4763,318690,7939,306387,11115,294084,15084,282575,19848,271065,24611,259953,30168,249237,36520,238125,42871,228203,50016,218281,57558,208756,65497,199231,74230,190500,82566,182165,91696,174228,101620,167084,111147,159544,121865,152797,132186,147240,143300,141684,154018,136525,165927,131762,177835,127794,189744,124222,201653,121840,214355,119062,227058,117475,239760,116681,252860,116284,380679,116284,380679,215503,380679,307975,442207,307975,442207,0xe">
                <v:path o:connectlocs="12606,99525;87614,38989;77962,76794;74137,53952;69747,47638;72904,46945;75471,45739;77499,44096;78963,41966;80067,38989;38434,83826;45494,53541;38434,54285;41181,47227;43928,46175;46136,44686;47779,42736;48934,40323;14505,18032;11609,20007;10225,23265;10687,107092;12891,109785;16325,110837;115301,110067;117787,107630;118530,23880;117454,20469;114763,18237;104153,21905;22578,17750;90211,13928;112405,7515;117249,8259;121529,10311;124988,13492;127449,17519;128653,22239;128551,107194;127116,111786;124476,115685;120862,118686;116480,120533;16325,121071;11481,120327;7175,118250;3716,115095;1281,111067;76,106373;179,21392;1588,16801;4228,12876;7867,9875;12250,8028;24577,7515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-756285</wp:posOffset>
                </wp:positionH>
                <wp:positionV relativeFrom="paragraph">
                  <wp:posOffset>3670300</wp:posOffset>
                </wp:positionV>
                <wp:extent cx="139065" cy="132080"/>
                <wp:effectExtent l="0" t="0" r="0" b="1270"/>
                <wp:wrapNone/>
                <wp:docPr id="29" name="齿轮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22" cy="132146"/>
                        </a:xfrm>
                        <a:custGeom>
                          <a:avLst/>
                          <a:gdLst>
                            <a:gd name="T0" fmla="*/ 1678526 w 2768"/>
                            <a:gd name="T1" fmla="*/ 720029 h 2768"/>
                            <a:gd name="T2" fmla="*/ 1532963 w 2768"/>
                            <a:gd name="T3" fmla="*/ 720029 h 2768"/>
                            <a:gd name="T4" fmla="*/ 1472528 w 2768"/>
                            <a:gd name="T5" fmla="*/ 574982 h 2768"/>
                            <a:gd name="T6" fmla="*/ 1577152 w 2768"/>
                            <a:gd name="T7" fmla="*/ 469612 h 2768"/>
                            <a:gd name="T8" fmla="*/ 1577152 w 2768"/>
                            <a:gd name="T9" fmla="*/ 299199 h 2768"/>
                            <a:gd name="T10" fmla="*/ 1492023 w 2768"/>
                            <a:gd name="T11" fmla="*/ 213992 h 2768"/>
                            <a:gd name="T12" fmla="*/ 1321766 w 2768"/>
                            <a:gd name="T13" fmla="*/ 213992 h 2768"/>
                            <a:gd name="T14" fmla="*/ 1215193 w 2768"/>
                            <a:gd name="T15" fmla="*/ 320663 h 2768"/>
                            <a:gd name="T16" fmla="*/ 1079378 w 2768"/>
                            <a:gd name="T17" fmla="*/ 265376 h 2768"/>
                            <a:gd name="T18" fmla="*/ 1079378 w 2768"/>
                            <a:gd name="T19" fmla="*/ 119680 h 2768"/>
                            <a:gd name="T20" fmla="*/ 959158 w 2768"/>
                            <a:gd name="T21" fmla="*/ 0 h 2768"/>
                            <a:gd name="T22" fmla="*/ 839588 w 2768"/>
                            <a:gd name="T23" fmla="*/ 0 h 2768"/>
                            <a:gd name="T24" fmla="*/ 719368 w 2768"/>
                            <a:gd name="T25" fmla="*/ 119680 h 2768"/>
                            <a:gd name="T26" fmla="*/ 719368 w 2768"/>
                            <a:gd name="T27" fmla="*/ 265376 h 2768"/>
                            <a:gd name="T28" fmla="*/ 579004 w 2768"/>
                            <a:gd name="T29" fmla="*/ 323265 h 2768"/>
                            <a:gd name="T30" fmla="*/ 469182 w 2768"/>
                            <a:gd name="T31" fmla="*/ 213992 h 2768"/>
                            <a:gd name="T32" fmla="*/ 298925 w 2768"/>
                            <a:gd name="T33" fmla="*/ 213992 h 2768"/>
                            <a:gd name="T34" fmla="*/ 213796 w 2768"/>
                            <a:gd name="T35" fmla="*/ 299199 h 2768"/>
                            <a:gd name="T36" fmla="*/ 213796 w 2768"/>
                            <a:gd name="T37" fmla="*/ 469612 h 2768"/>
                            <a:gd name="T38" fmla="*/ 322968 w 2768"/>
                            <a:gd name="T39" fmla="*/ 579535 h 2768"/>
                            <a:gd name="T40" fmla="*/ 265133 w 2768"/>
                            <a:gd name="T41" fmla="*/ 720029 h 2768"/>
                            <a:gd name="T42" fmla="*/ 119570 w 2768"/>
                            <a:gd name="T43" fmla="*/ 720029 h 2768"/>
                            <a:gd name="T44" fmla="*/ 0 w 2768"/>
                            <a:gd name="T45" fmla="*/ 839708 h 2768"/>
                            <a:gd name="T46" fmla="*/ 0 w 2768"/>
                            <a:gd name="T47" fmla="*/ 960038 h 2768"/>
                            <a:gd name="T48" fmla="*/ 119570 w 2768"/>
                            <a:gd name="T49" fmla="*/ 1080368 h 2768"/>
                            <a:gd name="T50" fmla="*/ 265133 w 2768"/>
                            <a:gd name="T51" fmla="*/ 1080368 h 2768"/>
                            <a:gd name="T52" fmla="*/ 320369 w 2768"/>
                            <a:gd name="T53" fmla="*/ 1216309 h 2768"/>
                            <a:gd name="T54" fmla="*/ 213796 w 2768"/>
                            <a:gd name="T55" fmla="*/ 1322980 h 2768"/>
                            <a:gd name="T56" fmla="*/ 213796 w 2768"/>
                            <a:gd name="T57" fmla="*/ 1493393 h 2768"/>
                            <a:gd name="T58" fmla="*/ 298925 w 2768"/>
                            <a:gd name="T59" fmla="*/ 1578600 h 2768"/>
                            <a:gd name="T60" fmla="*/ 469182 w 2768"/>
                            <a:gd name="T61" fmla="*/ 1578600 h 2768"/>
                            <a:gd name="T62" fmla="*/ 573805 w 2768"/>
                            <a:gd name="T63" fmla="*/ 1473880 h 2768"/>
                            <a:gd name="T64" fmla="*/ 719368 w 2768"/>
                            <a:gd name="T65" fmla="*/ 1534370 h 2768"/>
                            <a:gd name="T66" fmla="*/ 719368 w 2768"/>
                            <a:gd name="T67" fmla="*/ 1680067 h 2768"/>
                            <a:gd name="T68" fmla="*/ 839588 w 2768"/>
                            <a:gd name="T69" fmla="*/ 1800397 h 2768"/>
                            <a:gd name="T70" fmla="*/ 959158 w 2768"/>
                            <a:gd name="T71" fmla="*/ 1800397 h 2768"/>
                            <a:gd name="T72" fmla="*/ 1079378 w 2768"/>
                            <a:gd name="T73" fmla="*/ 1680067 h 2768"/>
                            <a:gd name="T74" fmla="*/ 1079378 w 2768"/>
                            <a:gd name="T75" fmla="*/ 1534370 h 2768"/>
                            <a:gd name="T76" fmla="*/ 1219742 w 2768"/>
                            <a:gd name="T77" fmla="*/ 1476482 h 2768"/>
                            <a:gd name="T78" fmla="*/ 1321766 w 2768"/>
                            <a:gd name="T79" fmla="*/ 1578600 h 2768"/>
                            <a:gd name="T80" fmla="*/ 1492023 w 2768"/>
                            <a:gd name="T81" fmla="*/ 1578600 h 2768"/>
                            <a:gd name="T82" fmla="*/ 1577152 w 2768"/>
                            <a:gd name="T83" fmla="*/ 1493393 h 2768"/>
                            <a:gd name="T84" fmla="*/ 1577152 w 2768"/>
                            <a:gd name="T85" fmla="*/ 1322980 h 2768"/>
                            <a:gd name="T86" fmla="*/ 1475128 w 2768"/>
                            <a:gd name="T87" fmla="*/ 1220862 h 2768"/>
                            <a:gd name="T88" fmla="*/ 1532963 w 2768"/>
                            <a:gd name="T89" fmla="*/ 1080368 h 2768"/>
                            <a:gd name="T90" fmla="*/ 1678526 w 2768"/>
                            <a:gd name="T91" fmla="*/ 1080368 h 2768"/>
                            <a:gd name="T92" fmla="*/ 1798746 w 2768"/>
                            <a:gd name="T93" fmla="*/ 960038 h 2768"/>
                            <a:gd name="T94" fmla="*/ 1798746 w 2768"/>
                            <a:gd name="T95" fmla="*/ 839708 h 2768"/>
                            <a:gd name="T96" fmla="*/ 1678526 w 2768"/>
                            <a:gd name="T97" fmla="*/ 720029 h 2768"/>
                            <a:gd name="T98" fmla="*/ 899373 w 2768"/>
                            <a:gd name="T99" fmla="*/ 1259888 h 2768"/>
                            <a:gd name="T100" fmla="*/ 539364 w 2768"/>
                            <a:gd name="T101" fmla="*/ 900199 h 2768"/>
                            <a:gd name="T102" fmla="*/ 899373 w 2768"/>
                            <a:gd name="T103" fmla="*/ 539859 h 2768"/>
                            <a:gd name="T104" fmla="*/ 1258732 w 2768"/>
                            <a:gd name="T105" fmla="*/ 900199 h 2768"/>
                            <a:gd name="T106" fmla="*/ 899373 w 2768"/>
                            <a:gd name="T107" fmla="*/ 1259888 h 2768"/>
                            <a:gd name="T108" fmla="*/ 899373 w 2768"/>
                            <a:gd name="T109" fmla="*/ 720029 h 2768"/>
                            <a:gd name="T110" fmla="*/ 719368 w 2768"/>
                            <a:gd name="T111" fmla="*/ 900199 h 2768"/>
                            <a:gd name="T112" fmla="*/ 899373 w 2768"/>
                            <a:gd name="T113" fmla="*/ 1080368 h 2768"/>
                            <a:gd name="T114" fmla="*/ 1079378 w 2768"/>
                            <a:gd name="T115" fmla="*/ 900199 h 2768"/>
                            <a:gd name="T116" fmla="*/ 899373 w 2768"/>
                            <a:gd name="T117" fmla="*/ 720029 h 2768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2768" h="2768">
                              <a:moveTo>
                                <a:pt x="2583" y="1107"/>
                              </a:moveTo>
                              <a:cubicBezTo>
                                <a:pt x="2359" y="1107"/>
                                <a:pt x="2359" y="1107"/>
                                <a:pt x="2359" y="1107"/>
                              </a:cubicBezTo>
                              <a:cubicBezTo>
                                <a:pt x="2337" y="1028"/>
                                <a:pt x="2306" y="953"/>
                                <a:pt x="2266" y="884"/>
                              </a:cubicBezTo>
                              <a:cubicBezTo>
                                <a:pt x="2427" y="722"/>
                                <a:pt x="2427" y="722"/>
                                <a:pt x="2427" y="722"/>
                              </a:cubicBezTo>
                              <a:cubicBezTo>
                                <a:pt x="2500" y="650"/>
                                <a:pt x="2500" y="532"/>
                                <a:pt x="2427" y="460"/>
                              </a:cubicBezTo>
                              <a:cubicBezTo>
                                <a:pt x="2296" y="329"/>
                                <a:pt x="2296" y="329"/>
                                <a:pt x="2296" y="329"/>
                              </a:cubicBezTo>
                              <a:cubicBezTo>
                                <a:pt x="2224" y="256"/>
                                <a:pt x="2106" y="256"/>
                                <a:pt x="2034" y="329"/>
                              </a:cubicBezTo>
                              <a:cubicBezTo>
                                <a:pt x="1870" y="493"/>
                                <a:pt x="1870" y="493"/>
                                <a:pt x="1870" y="493"/>
                              </a:cubicBezTo>
                              <a:cubicBezTo>
                                <a:pt x="1804" y="457"/>
                                <a:pt x="1734" y="429"/>
                                <a:pt x="1661" y="408"/>
                              </a:cubicBezTo>
                              <a:cubicBezTo>
                                <a:pt x="1661" y="184"/>
                                <a:pt x="1661" y="184"/>
                                <a:pt x="1661" y="184"/>
                              </a:cubicBezTo>
                              <a:cubicBezTo>
                                <a:pt x="1661" y="83"/>
                                <a:pt x="1578" y="0"/>
                                <a:pt x="1476" y="0"/>
                              </a:cubicBezTo>
                              <a:cubicBezTo>
                                <a:pt x="1292" y="0"/>
                                <a:pt x="1292" y="0"/>
                                <a:pt x="1292" y="0"/>
                              </a:cubicBezTo>
                              <a:cubicBezTo>
                                <a:pt x="1190" y="0"/>
                                <a:pt x="1107" y="83"/>
                                <a:pt x="1107" y="184"/>
                              </a:cubicBezTo>
                              <a:cubicBezTo>
                                <a:pt x="1107" y="408"/>
                                <a:pt x="1107" y="408"/>
                                <a:pt x="1107" y="408"/>
                              </a:cubicBezTo>
                              <a:cubicBezTo>
                                <a:pt x="1031" y="430"/>
                                <a:pt x="958" y="459"/>
                                <a:pt x="891" y="497"/>
                              </a:cubicBezTo>
                              <a:cubicBezTo>
                                <a:pt x="722" y="329"/>
                                <a:pt x="722" y="329"/>
                                <a:pt x="722" y="329"/>
                              </a:cubicBezTo>
                              <a:cubicBezTo>
                                <a:pt x="650" y="256"/>
                                <a:pt x="532" y="256"/>
                                <a:pt x="460" y="329"/>
                              </a:cubicBezTo>
                              <a:cubicBezTo>
                                <a:pt x="329" y="460"/>
                                <a:pt x="329" y="460"/>
                                <a:pt x="329" y="460"/>
                              </a:cubicBezTo>
                              <a:cubicBezTo>
                                <a:pt x="256" y="532"/>
                                <a:pt x="256" y="650"/>
                                <a:pt x="329" y="722"/>
                              </a:cubicBezTo>
                              <a:cubicBezTo>
                                <a:pt x="497" y="891"/>
                                <a:pt x="497" y="891"/>
                                <a:pt x="497" y="891"/>
                              </a:cubicBezTo>
                              <a:cubicBezTo>
                                <a:pt x="460" y="958"/>
                                <a:pt x="430" y="1031"/>
                                <a:pt x="408" y="1107"/>
                              </a:cubicBezTo>
                              <a:cubicBezTo>
                                <a:pt x="184" y="1107"/>
                                <a:pt x="184" y="1107"/>
                                <a:pt x="184" y="1107"/>
                              </a:cubicBezTo>
                              <a:cubicBezTo>
                                <a:pt x="83" y="1107"/>
                                <a:pt x="0" y="1190"/>
                                <a:pt x="0" y="1291"/>
                              </a:cubicBezTo>
                              <a:cubicBezTo>
                                <a:pt x="0" y="1476"/>
                                <a:pt x="0" y="1476"/>
                                <a:pt x="0" y="1476"/>
                              </a:cubicBezTo>
                              <a:cubicBezTo>
                                <a:pt x="0" y="1578"/>
                                <a:pt x="83" y="1661"/>
                                <a:pt x="184" y="1661"/>
                              </a:cubicBezTo>
                              <a:cubicBezTo>
                                <a:pt x="408" y="1661"/>
                                <a:pt x="408" y="1661"/>
                                <a:pt x="408" y="1661"/>
                              </a:cubicBezTo>
                              <a:cubicBezTo>
                                <a:pt x="429" y="1734"/>
                                <a:pt x="457" y="1804"/>
                                <a:pt x="493" y="1870"/>
                              </a:cubicBezTo>
                              <a:cubicBezTo>
                                <a:pt x="329" y="2034"/>
                                <a:pt x="329" y="2034"/>
                                <a:pt x="329" y="2034"/>
                              </a:cubicBezTo>
                              <a:cubicBezTo>
                                <a:pt x="256" y="2106"/>
                                <a:pt x="256" y="2224"/>
                                <a:pt x="329" y="2296"/>
                              </a:cubicBezTo>
                              <a:cubicBezTo>
                                <a:pt x="460" y="2427"/>
                                <a:pt x="460" y="2427"/>
                                <a:pt x="460" y="2427"/>
                              </a:cubicBezTo>
                              <a:cubicBezTo>
                                <a:pt x="532" y="2500"/>
                                <a:pt x="650" y="2500"/>
                                <a:pt x="722" y="2427"/>
                              </a:cubicBezTo>
                              <a:cubicBezTo>
                                <a:pt x="883" y="2266"/>
                                <a:pt x="883" y="2266"/>
                                <a:pt x="883" y="2266"/>
                              </a:cubicBezTo>
                              <a:cubicBezTo>
                                <a:pt x="953" y="2306"/>
                                <a:pt x="1028" y="2337"/>
                                <a:pt x="1107" y="2359"/>
                              </a:cubicBezTo>
                              <a:cubicBezTo>
                                <a:pt x="1107" y="2583"/>
                                <a:pt x="1107" y="2583"/>
                                <a:pt x="1107" y="2583"/>
                              </a:cubicBezTo>
                              <a:cubicBezTo>
                                <a:pt x="1107" y="2685"/>
                                <a:pt x="1190" y="2768"/>
                                <a:pt x="1292" y="2768"/>
                              </a:cubicBezTo>
                              <a:cubicBezTo>
                                <a:pt x="1476" y="2768"/>
                                <a:pt x="1476" y="2768"/>
                                <a:pt x="1476" y="2768"/>
                              </a:cubicBezTo>
                              <a:cubicBezTo>
                                <a:pt x="1578" y="2768"/>
                                <a:pt x="1661" y="2685"/>
                                <a:pt x="1661" y="2583"/>
                              </a:cubicBezTo>
                              <a:cubicBezTo>
                                <a:pt x="1661" y="2359"/>
                                <a:pt x="1661" y="2359"/>
                                <a:pt x="1661" y="2359"/>
                              </a:cubicBezTo>
                              <a:cubicBezTo>
                                <a:pt x="1737" y="2338"/>
                                <a:pt x="1809" y="2308"/>
                                <a:pt x="1877" y="2270"/>
                              </a:cubicBezTo>
                              <a:cubicBezTo>
                                <a:pt x="2034" y="2427"/>
                                <a:pt x="2034" y="2427"/>
                                <a:pt x="2034" y="2427"/>
                              </a:cubicBezTo>
                              <a:cubicBezTo>
                                <a:pt x="2106" y="2500"/>
                                <a:pt x="2224" y="2500"/>
                                <a:pt x="2296" y="2427"/>
                              </a:cubicBezTo>
                              <a:cubicBezTo>
                                <a:pt x="2427" y="2296"/>
                                <a:pt x="2427" y="2296"/>
                                <a:pt x="2427" y="2296"/>
                              </a:cubicBezTo>
                              <a:cubicBezTo>
                                <a:pt x="2500" y="2224"/>
                                <a:pt x="2500" y="2106"/>
                                <a:pt x="2427" y="2034"/>
                              </a:cubicBezTo>
                              <a:cubicBezTo>
                                <a:pt x="2270" y="1877"/>
                                <a:pt x="2270" y="1877"/>
                                <a:pt x="2270" y="1877"/>
                              </a:cubicBezTo>
                              <a:cubicBezTo>
                                <a:pt x="2308" y="1809"/>
                                <a:pt x="2338" y="1737"/>
                                <a:pt x="2359" y="1661"/>
                              </a:cubicBezTo>
                              <a:cubicBezTo>
                                <a:pt x="2583" y="1661"/>
                                <a:pt x="2583" y="1661"/>
                                <a:pt x="2583" y="1661"/>
                              </a:cubicBezTo>
                              <a:cubicBezTo>
                                <a:pt x="2685" y="1661"/>
                                <a:pt x="2768" y="1578"/>
                                <a:pt x="2768" y="1476"/>
                              </a:cubicBezTo>
                              <a:cubicBezTo>
                                <a:pt x="2768" y="1291"/>
                                <a:pt x="2768" y="1291"/>
                                <a:pt x="2768" y="1291"/>
                              </a:cubicBezTo>
                              <a:cubicBezTo>
                                <a:pt x="2768" y="1190"/>
                                <a:pt x="2685" y="1107"/>
                                <a:pt x="2583" y="1107"/>
                              </a:cubicBezTo>
                              <a:close/>
                              <a:moveTo>
                                <a:pt x="1384" y="1937"/>
                              </a:moveTo>
                              <a:cubicBezTo>
                                <a:pt x="1078" y="1937"/>
                                <a:pt x="830" y="1690"/>
                                <a:pt x="830" y="1384"/>
                              </a:cubicBezTo>
                              <a:cubicBezTo>
                                <a:pt x="830" y="1078"/>
                                <a:pt x="1078" y="830"/>
                                <a:pt x="1384" y="830"/>
                              </a:cubicBezTo>
                              <a:cubicBezTo>
                                <a:pt x="1689" y="830"/>
                                <a:pt x="1937" y="1078"/>
                                <a:pt x="1937" y="1384"/>
                              </a:cubicBezTo>
                              <a:cubicBezTo>
                                <a:pt x="1937" y="1690"/>
                                <a:pt x="1689" y="1937"/>
                                <a:pt x="1384" y="1937"/>
                              </a:cubicBezTo>
                              <a:close/>
                              <a:moveTo>
                                <a:pt x="1384" y="1107"/>
                              </a:moveTo>
                              <a:cubicBezTo>
                                <a:pt x="1231" y="1107"/>
                                <a:pt x="1107" y="1231"/>
                                <a:pt x="1107" y="1384"/>
                              </a:cubicBezTo>
                              <a:cubicBezTo>
                                <a:pt x="1107" y="1537"/>
                                <a:pt x="1231" y="1661"/>
                                <a:pt x="1384" y="1661"/>
                              </a:cubicBezTo>
                              <a:cubicBezTo>
                                <a:pt x="1537" y="1661"/>
                                <a:pt x="1661" y="1537"/>
                                <a:pt x="1661" y="1384"/>
                              </a:cubicBezTo>
                              <a:cubicBezTo>
                                <a:pt x="1661" y="1231"/>
                                <a:pt x="1537" y="1107"/>
                                <a:pt x="1384" y="110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齿轮" o:spid="_x0000_s1026" o:spt="100" style="position:absolute;left:0pt;margin-left:-59.55pt;margin-top:289pt;height:10.4pt;width:10.95pt;z-index:251604992;mso-width-relative:page;mso-height-relative:page;" fillcolor="#333F50" filled="t" stroked="f" coordsize="2768,2768" o:gfxdata="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" path="m2583,1107c2359,1107,2359,1107,2359,1107c2337,1028,2306,953,2266,884c2427,722,2427,722,2427,722c2500,650,2500,532,2427,460c2296,329,2296,329,2296,329c2224,256,2106,256,2034,329c1870,493,1870,493,1870,493c1804,457,1734,429,1661,408c1661,184,1661,184,1661,184c1661,83,1578,0,1476,0c1292,0,1292,0,1292,0c1190,0,1107,83,1107,184c1107,408,1107,408,1107,408c1031,430,958,459,891,497c722,329,722,329,722,329c650,256,532,256,460,329c329,460,329,460,329,460c256,532,256,650,329,722c497,891,497,891,497,891c460,958,430,1031,408,1107c184,1107,184,1107,184,1107c83,1107,0,1190,0,1291c0,1476,0,1476,0,1476c0,1578,83,1661,184,1661c408,1661,408,1661,408,1661c429,1734,457,1804,493,1870c329,2034,329,2034,329,2034c256,2106,256,2224,329,2296c460,2427,460,2427,460,2427c532,2500,650,2500,722,2427c883,2266,883,2266,883,2266c953,2306,1028,2337,1107,2359c1107,2583,1107,2583,1107,2583c1107,2685,1190,2768,1292,2768c1476,2768,1476,2768,1476,2768c1578,2768,1661,2685,1661,2583c1661,2359,1661,2359,1661,2359c1737,2338,1809,2308,1877,2270c2034,2427,2034,2427,2034,2427c2106,2500,2224,2500,2296,2427c2427,2296,2427,2296,2427,2296c2500,2224,2500,2106,2427,2034c2270,1877,2270,1877,2270,1877c2308,1809,2338,1737,2359,1661c2583,1661,2583,1661,2583,1661c2685,1661,2768,1578,2768,1476c2768,1291,2768,1291,2768,1291c2768,1190,2685,1107,2583,1107xm1384,1937c1078,1937,830,1690,830,1384c830,1078,1078,830,1384,830c1689,830,1937,1078,1937,1384c1937,1690,1689,1937,1384,1937xm1384,1107c1231,1107,1107,1231,1107,1384c1107,1537,1231,1661,1384,1661c1537,1661,1661,1537,1661,1384c1661,1231,1537,1107,1384,1107xe">
                <v:path o:connectlocs="84182202,34374621;76881860,34374621;73850896,27449989;79098047,22419561;79098047,14283941;74828618,10216107;66289812,10216107;60944914,15308646;54133458,12669211;54133458,5713595;48104130,0;42107400,0;36078072,5713595;36078072,12669211;29038473,15432867;23530629,10216107;14991823,10216107;10722394,14283941;10722394,22419561;16197638,27667352;13297071,34374621;5996729,34374621;0,40088169;0,45832796;5996729,51577424;13297071,51577424;16067292,58067329;10722394,63159868;10722394,71295488;14991823,75363322;23530629,75363322;28777730,70363925;36078072,73251755;36078072,80207418;42107400,85952045;48104130,85952045;54133458,80207418;54133458,73251755;61173057,70488146;66289812,75363322;74828618,75363322;79098047,71295488;79098047,63159868;73981293,58284692;76881860,51577424;84182202,51577424;90211530,45832796;90211530,40088169;84182202,34374621;45105765,60147817;27050429,42976046;45105765,25773196;63128502,42976046;45105765,60147817;45105765,34374621;36078072,42976046;45105765,51577424;54133458,42976046;45105765,343746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-748030</wp:posOffset>
                </wp:positionH>
                <wp:positionV relativeFrom="paragraph">
                  <wp:posOffset>5182235</wp:posOffset>
                </wp:positionV>
                <wp:extent cx="127000" cy="131445"/>
                <wp:effectExtent l="0" t="0" r="6985" b="2540"/>
                <wp:wrapNone/>
                <wp:docPr id="30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6959" cy="131337"/>
                        </a:xfrm>
                        <a:custGeom>
                          <a:avLst/>
                          <a:gdLst>
                            <a:gd name="T0" fmla="*/ 2147483646 w 90"/>
                            <a:gd name="T1" fmla="*/ 2147483646 h 93"/>
                            <a:gd name="T2" fmla="*/ 2147483646 w 90"/>
                            <a:gd name="T3" fmla="*/ 2147483646 h 93"/>
                            <a:gd name="T4" fmla="*/ 2147483646 w 90"/>
                            <a:gd name="T5" fmla="*/ 2147483646 h 93"/>
                            <a:gd name="T6" fmla="*/ 2147483646 w 90"/>
                            <a:gd name="T7" fmla="*/ 2147483646 h 93"/>
                            <a:gd name="T8" fmla="*/ 2147483646 w 90"/>
                            <a:gd name="T9" fmla="*/ 2147483646 h 93"/>
                            <a:gd name="T10" fmla="*/ 0 w 90"/>
                            <a:gd name="T11" fmla="*/ 2147483646 h 93"/>
                            <a:gd name="T12" fmla="*/ 0 w 90"/>
                            <a:gd name="T13" fmla="*/ 2147483646 h 93"/>
                            <a:gd name="T14" fmla="*/ 2147483646 w 90"/>
                            <a:gd name="T15" fmla="*/ 2147483646 h 93"/>
                            <a:gd name="T16" fmla="*/ 2147483646 w 90"/>
                            <a:gd name="T17" fmla="*/ 2147483646 h 93"/>
                            <a:gd name="T18" fmla="*/ 2147483646 w 90"/>
                            <a:gd name="T19" fmla="*/ 2147483646 h 93"/>
                            <a:gd name="T20" fmla="*/ 2147483646 w 90"/>
                            <a:gd name="T21" fmla="*/ 2147483646 h 93"/>
                            <a:gd name="T22" fmla="*/ 2147483646 w 90"/>
                            <a:gd name="T23" fmla="*/ 2147483646 h 93"/>
                            <a:gd name="T24" fmla="*/ 2147483646 w 90"/>
                            <a:gd name="T25" fmla="*/ 2147483646 h 93"/>
                            <a:gd name="T26" fmla="*/ 2147483646 w 90"/>
                            <a:gd name="T27" fmla="*/ 2147483646 h 93"/>
                            <a:gd name="T28" fmla="*/ 2147483646 w 90"/>
                            <a:gd name="T29" fmla="*/ 2147483646 h 93"/>
                            <a:gd name="T30" fmla="*/ 2147483646 w 90"/>
                            <a:gd name="T31" fmla="*/ 2147483646 h 93"/>
                            <a:gd name="T32" fmla="*/ 2147483646 w 90"/>
                            <a:gd name="T33" fmla="*/ 2147483646 h 93"/>
                            <a:gd name="T34" fmla="*/ 2147483646 w 90"/>
                            <a:gd name="T35" fmla="*/ 2147483646 h 93"/>
                            <a:gd name="T36" fmla="*/ 2147483646 w 90"/>
                            <a:gd name="T37" fmla="*/ 2147483646 h 93"/>
                            <a:gd name="T38" fmla="*/ 2147483646 w 90"/>
                            <a:gd name="T39" fmla="*/ 2147483646 h 93"/>
                            <a:gd name="T40" fmla="*/ 2147483646 w 90"/>
                            <a:gd name="T41" fmla="*/ 2147483646 h 93"/>
                            <a:gd name="T42" fmla="*/ 2147483646 w 90"/>
                            <a:gd name="T43" fmla="*/ 2147483646 h 93"/>
                            <a:gd name="T44" fmla="*/ 2147483646 w 90"/>
                            <a:gd name="T45" fmla="*/ 2147483646 h 93"/>
                            <a:gd name="T46" fmla="*/ 2147483646 w 90"/>
                            <a:gd name="T47" fmla="*/ 2147483646 h 93"/>
                            <a:gd name="T48" fmla="*/ 2147483646 w 90"/>
                            <a:gd name="T49" fmla="*/ 2147483646 h 93"/>
                            <a:gd name="T50" fmla="*/ 2147483646 w 90"/>
                            <a:gd name="T51" fmla="*/ 2147483646 h 93"/>
                            <a:gd name="T52" fmla="*/ 2147483646 w 90"/>
                            <a:gd name="T53" fmla="*/ 2147483646 h 93"/>
                            <a:gd name="T54" fmla="*/ 2147483646 w 90"/>
                            <a:gd name="T55" fmla="*/ 2147483646 h 93"/>
                            <a:gd name="T56" fmla="*/ 2147483646 w 90"/>
                            <a:gd name="T57" fmla="*/ 2147483646 h 93"/>
                            <a:gd name="T58" fmla="*/ 2147483646 w 90"/>
                            <a:gd name="T59" fmla="*/ 2147483646 h 93"/>
                            <a:gd name="T60" fmla="*/ 2147483646 w 90"/>
                            <a:gd name="T61" fmla="*/ 2147483646 h 93"/>
                            <a:gd name="T62" fmla="*/ 2147483646 w 90"/>
                            <a:gd name="T63" fmla="*/ 2147483646 h 93"/>
                            <a:gd name="T64" fmla="*/ 2147483646 w 90"/>
                            <a:gd name="T65" fmla="*/ 2147483646 h 93"/>
                            <a:gd name="T66" fmla="*/ 2147483646 w 90"/>
                            <a:gd name="T67" fmla="*/ 2147483646 h 93"/>
                            <a:gd name="T68" fmla="*/ 2147483646 w 90"/>
                            <a:gd name="T69" fmla="*/ 2147483646 h 93"/>
                            <a:gd name="T70" fmla="*/ 2147483646 w 90"/>
                            <a:gd name="T71" fmla="*/ 2147483646 h 93"/>
                            <a:gd name="T72" fmla="*/ 2147483646 w 90"/>
                            <a:gd name="T73" fmla="*/ 2147483646 h 93"/>
                            <a:gd name="T74" fmla="*/ 2147483646 w 90"/>
                            <a:gd name="T75" fmla="*/ 2147483646 h 93"/>
                            <a:gd name="T76" fmla="*/ 2147483646 w 90"/>
                            <a:gd name="T77" fmla="*/ 2147483646 h 93"/>
                            <a:gd name="T78" fmla="*/ 2147483646 w 90"/>
                            <a:gd name="T79" fmla="*/ 2147483646 h 93"/>
                            <a:gd name="T80" fmla="*/ 2147483646 w 90"/>
                            <a:gd name="T81" fmla="*/ 2147483646 h 93"/>
                            <a:gd name="T82" fmla="*/ 2147483646 w 90"/>
                            <a:gd name="T83" fmla="*/ 2147483646 h 93"/>
                            <a:gd name="T84" fmla="*/ 2147483646 w 90"/>
                            <a:gd name="T85" fmla="*/ 2147483646 h 93"/>
                            <a:gd name="T86" fmla="*/ 2147483646 w 90"/>
                            <a:gd name="T87" fmla="*/ 2147483646 h 93"/>
                            <a:gd name="T88" fmla="*/ 2147483646 w 90"/>
                            <a:gd name="T89" fmla="*/ 2147483646 h 93"/>
                            <a:gd name="T90" fmla="*/ 2147483646 w 90"/>
                            <a:gd name="T91" fmla="*/ 2147483646 h 93"/>
                            <a:gd name="T92" fmla="*/ 2147483646 w 90"/>
                            <a:gd name="T93" fmla="*/ 2147483646 h 93"/>
                            <a:gd name="T94" fmla="*/ 2147483646 w 90"/>
                            <a:gd name="T95" fmla="*/ 2147483646 h 93"/>
                            <a:gd name="T96" fmla="*/ 2147483646 w 90"/>
                            <a:gd name="T97" fmla="*/ 2147483646 h 9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0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8.9pt;margin-top:408.05pt;height:10.35pt;width:10pt;z-index:251606016;v-text-anchor:middle;mso-width-relative:page;mso-height-relative:page;" fillcolor="#333F50" filled="t" stroked="f" coordsize="90,93" o:gfxdata="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-760095</wp:posOffset>
                </wp:positionH>
                <wp:positionV relativeFrom="paragraph">
                  <wp:posOffset>3307080</wp:posOffset>
                </wp:positionV>
                <wp:extent cx="154305" cy="107950"/>
                <wp:effectExtent l="0" t="0" r="0" b="6985"/>
                <wp:wrapNone/>
                <wp:docPr id="31" name="Freeform 1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54246" cy="10777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5" y="42"/>
                            </a:cxn>
                            <a:cxn ang="0">
                              <a:pos x="140" y="2"/>
                            </a:cxn>
                            <a:cxn ang="0">
                              <a:pos x="127" y="2"/>
                            </a:cxn>
                            <a:cxn ang="0">
                              <a:pos x="11" y="42"/>
                            </a:cxn>
                            <a:cxn ang="0">
                              <a:pos x="11" y="51"/>
                            </a:cxn>
                            <a:cxn ang="0">
                              <a:pos x="38" y="61"/>
                            </a:cxn>
                            <a:cxn ang="0">
                              <a:pos x="25" y="99"/>
                            </a:cxn>
                            <a:cxn ang="0">
                              <a:pos x="17" y="111"/>
                            </a:cxn>
                            <a:cxn ang="0">
                              <a:pos x="24" y="122"/>
                            </a:cxn>
                            <a:cxn ang="0">
                              <a:pos x="0" y="173"/>
                            </a:cxn>
                            <a:cxn ang="0">
                              <a:pos x="19" y="184"/>
                            </a:cxn>
                            <a:cxn ang="0">
                              <a:pos x="37" y="121"/>
                            </a:cxn>
                            <a:cxn ang="0">
                              <a:pos x="42" y="111"/>
                            </a:cxn>
                            <a:cxn ang="0">
                              <a:pos x="36" y="100"/>
                            </a:cxn>
                            <a:cxn ang="0">
                              <a:pos x="50" y="66"/>
                            </a:cxn>
                            <a:cxn ang="0">
                              <a:pos x="51" y="65"/>
                            </a:cxn>
                            <a:cxn ang="0">
                              <a:pos x="131" y="33"/>
                            </a:cxn>
                            <a:cxn ang="0">
                              <a:pos x="138" y="36"/>
                            </a:cxn>
                            <a:cxn ang="0">
                              <a:pos x="138" y="36"/>
                            </a:cxn>
                            <a:cxn ang="0">
                              <a:pos x="135" y="44"/>
                            </a:cxn>
                            <a:cxn ang="0">
                              <a:pos x="68" y="71"/>
                            </a:cxn>
                            <a:cxn ang="0">
                              <a:pos x="128" y="91"/>
                            </a:cxn>
                            <a:cxn ang="0">
                              <a:pos x="141" y="91"/>
                            </a:cxn>
                            <a:cxn ang="0">
                              <a:pos x="256" y="52"/>
                            </a:cxn>
                            <a:cxn ang="0">
                              <a:pos x="255" y="42"/>
                            </a:cxn>
                            <a:cxn ang="0">
                              <a:pos x="255" y="42"/>
                            </a:cxn>
                            <a:cxn ang="0">
                              <a:pos x="128" y="106"/>
                            </a:cxn>
                            <a:cxn ang="0">
                              <a:pos x="55" y="82"/>
                            </a:cxn>
                            <a:cxn ang="0">
                              <a:pos x="55" y="100"/>
                            </a:cxn>
                            <a:cxn ang="0">
                              <a:pos x="61" y="114"/>
                            </a:cxn>
                            <a:cxn ang="0">
                              <a:pos x="56" y="127"/>
                            </a:cxn>
                            <a:cxn ang="0">
                              <a:pos x="61" y="134"/>
                            </a:cxn>
                            <a:cxn ang="0">
                              <a:pos x="209" y="131"/>
                            </a:cxn>
                            <a:cxn ang="0">
                              <a:pos x="215" y="121"/>
                            </a:cxn>
                            <a:cxn ang="0">
                              <a:pos x="215" y="81"/>
                            </a:cxn>
                            <a:cxn ang="0">
                              <a:pos x="141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</a:cxnLst>
                          <a:rect l="0" t="0" r="r" b="b"/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rgbClr val="333F50"/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2" o:spid="_x0000_s1026" o:spt="100" style="position:absolute;left:0pt;margin-left:-59.85pt;margin-top:260.4pt;height:8.5pt;width:12.15pt;z-index:251607040;mso-width-relative:page;mso-height-relative:page;" fillcolor="#333F50" filled="t" stroked="f" coordsize="263,184" o:gfxdata="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1591310</wp:posOffset>
                </wp:positionH>
                <wp:positionV relativeFrom="paragraph">
                  <wp:posOffset>-33020</wp:posOffset>
                </wp:positionV>
                <wp:extent cx="4544060" cy="1005840"/>
                <wp:effectExtent l="0" t="0" r="0" b="0"/>
                <wp:wrapNone/>
                <wp:docPr id="45" name="文本框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060" cy="1005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2013.09 -- 2017.06           湖北工业大学            企业管理专业 / 本科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2013.09 -- 2017.06           湖北工业大学            平面设计专业 / 选修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4" o:spid="_x0000_s1026" o:spt="202" type="#_x0000_t202" style="position:absolute;left:0pt;margin-left:125.3pt;margin-top:-2.6pt;height:79.2pt;width:357.8pt;z-index:251617280;mso-width-relative:page;mso-height-relative:page;" filled="f" stroked="f" coordsize="21600,21600" o:gfxdata="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fSNHjdcAAAAKAQAA&#10;DwAAAAAAAAABACAAAAAiAAAAZHJzL2Rvd25yZXYueG1sUEsBAhQAFAAAAAgAh07iQN1DuqyoAQAA&#10;HgMAAA4AAAAAAAAAAQAgAAAAJgEAAGRycy9lMm9Eb2MueG1sUEsFBgAAAAAGAAYAWQEAAEAFAAAA&#10;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2013.09 -- 2017.06           湖北工业大学            企业管理专业 / 本科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2013.09 -- 2017.06           湖北工业大学            平面设计专业 / 选修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-454025</wp:posOffset>
                </wp:positionV>
                <wp:extent cx="1313180" cy="307975"/>
                <wp:effectExtent l="0" t="0" r="0" b="0"/>
                <wp:wrapNone/>
                <wp:docPr id="46" name="文本框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872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333F50"/>
                                <w:sz w:val="28"/>
                                <w:szCs w:val="28"/>
                              </w:rPr>
                              <w:t xml:space="preserve">教育背景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5" o:spid="_x0000_s1026" o:spt="202" type="#_x0000_t202" style="position:absolute;left:0pt;margin-left:155.65pt;margin-top:-35.75pt;height:24.25pt;width:103.4pt;z-index:251618304;mso-width-relative:page;mso-height-relative:page;" filled="f" stroked="f" coordsize="21600,21600" o:gfxdata="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wsJGq2AAAAAsBAAAPAAAAAAAA&#10;AAEAIAAAACIAAABkcnMvZG93bnJldi54bWxQSwECFAAUAAAACACHTuJAttiSS6ABAAAS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333F50"/>
                          <w:sz w:val="28"/>
                          <w:szCs w:val="28"/>
                        </w:rPr>
                        <w:t xml:space="preserve">教育背景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1591310</wp:posOffset>
                </wp:positionH>
                <wp:positionV relativeFrom="paragraph">
                  <wp:posOffset>1383030</wp:posOffset>
                </wp:positionV>
                <wp:extent cx="4544060" cy="2987040"/>
                <wp:effectExtent l="0" t="0" r="0" b="0"/>
                <wp:wrapNone/>
                <wp:docPr id="47" name="文本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060" cy="2987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120" w:afterAutospacing="0" w:line="360" w:lineRule="exact"/>
                              <w:rPr>
                                <w:rFonts w:ascii="微软雅黑" w:hAnsi="微软雅黑" w:eastAsia="微软雅黑" w:cstheme="minorBidi"/>
                                <w:b/>
                                <w:bCs/>
                                <w:color w:val="333F5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333F50"/>
                                <w:sz w:val="22"/>
                                <w:szCs w:val="22"/>
                              </w:rPr>
                              <w:t xml:space="preserve">2013.09 -- 2017.06        上海市网络科技有限公司      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12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333F50"/>
                                <w:sz w:val="22"/>
                                <w:szCs w:val="22"/>
                              </w:rPr>
                              <w:t xml:space="preserve">   策划专员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z w:val="22"/>
                              </w:rPr>
                              <w:t>项目进行期，能够制定短期目标，引导团队成员完成各项任务，来进行项目进度管理；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z w:val="22"/>
                              </w:rPr>
                              <w:t>负责项目的推广，内测期利用微博与讲座结合获得310客户；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120" w:afterAutospacing="0" w:line="360" w:lineRule="exact"/>
                              <w:rPr>
                                <w:rFonts w:ascii="微软雅黑" w:hAnsi="微软雅黑" w:eastAsia="微软雅黑" w:cstheme="minorBidi"/>
                                <w:b/>
                                <w:bCs/>
                                <w:color w:val="333F5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333F50"/>
                                <w:sz w:val="22"/>
                                <w:szCs w:val="22"/>
                              </w:rPr>
                              <w:t xml:space="preserve">2013.09 -- 2017.06         上海市网络科技有限公司     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12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333F50"/>
                                <w:sz w:val="22"/>
                                <w:szCs w:val="22"/>
                              </w:rPr>
                              <w:t xml:space="preserve">   策划总监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z w:val="22"/>
                              </w:rPr>
                              <w:t>项目进行期，能够制定短期目标，引导团队成员完成各项任务，来进行项目进度管理；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sz w:val="22"/>
                              </w:rPr>
                              <w:t>善用目标激励与情感激励，参赛小组至今仍保持团队文化。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9" o:spid="_x0000_s1026" o:spt="202" type="#_x0000_t202" style="position:absolute;left:0pt;margin-left:125.3pt;margin-top:108.9pt;height:235.2pt;width:357.8pt;z-index:251619328;mso-width-relative:page;mso-height-relative:page;" filled="f" stroked="f" coordsize="21600,21600" o:gfxdata="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yfA8q2AAAAAsB&#10;AAAPAAAAAAAAAAEAIAAAACIAAABkcnMvZG93bnJldi54bWxQSwECFAAUAAAACACHTuJAcgkiVKkB&#10;AAAe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120" w:afterAutospacing="0" w:line="360" w:lineRule="exact"/>
                        <w:rPr>
                          <w:rFonts w:ascii="微软雅黑" w:hAnsi="微软雅黑" w:eastAsia="微软雅黑" w:cstheme="minorBidi"/>
                          <w:b/>
                          <w:bCs/>
                          <w:color w:val="333F5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333F50"/>
                          <w:sz w:val="22"/>
                          <w:szCs w:val="22"/>
                        </w:rPr>
                        <w:t xml:space="preserve">2013.09 -- 2017.06        上海市网络科技有限公司      </w:t>
                      </w:r>
                    </w:p>
                    <w:p>
                      <w:pPr>
                        <w:pStyle w:val="4"/>
                        <w:spacing w:before="0" w:beforeAutospacing="0" w:after="12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333F50"/>
                          <w:sz w:val="22"/>
                          <w:szCs w:val="22"/>
                        </w:rPr>
                        <w:t xml:space="preserve">   策划专员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工作描述：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z w:val="22"/>
                        </w:rPr>
                        <w:t>项目进行期，能够制定短期目标，引导团队成员完成各项任务，来进行项目进度管理；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z w:val="22"/>
                        </w:rPr>
                        <w:t>负责项目的推广，内测期利用微博与讲座结合获得310客户；</w:t>
                      </w:r>
                    </w:p>
                    <w:p>
                      <w:pPr>
                        <w:pStyle w:val="4"/>
                        <w:spacing w:before="0" w:beforeAutospacing="0" w:after="120" w:afterAutospacing="0" w:line="360" w:lineRule="exact"/>
                        <w:rPr>
                          <w:rFonts w:ascii="微软雅黑" w:hAnsi="微软雅黑" w:eastAsia="微软雅黑" w:cstheme="minorBidi"/>
                          <w:b/>
                          <w:bCs/>
                          <w:color w:val="333F5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333F50"/>
                          <w:sz w:val="22"/>
                          <w:szCs w:val="22"/>
                        </w:rPr>
                        <w:t xml:space="preserve">2013.09 -- 2017.06         上海市网络科技有限公司     </w:t>
                      </w:r>
                    </w:p>
                    <w:p>
                      <w:pPr>
                        <w:pStyle w:val="4"/>
                        <w:spacing w:before="0" w:beforeAutospacing="0" w:after="12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333F50"/>
                          <w:sz w:val="22"/>
                          <w:szCs w:val="22"/>
                        </w:rPr>
                        <w:t xml:space="preserve">   策划总监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工作描述：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z w:val="22"/>
                        </w:rPr>
                        <w:t>项目进行期，能够制定短期目标，引导团队成员完成各项任务，来进行项目进度管理；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sz w:val="22"/>
                        </w:rPr>
                        <w:t>善用目标激励与情感激励，参赛小组至今仍保持团队文化。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962660</wp:posOffset>
                </wp:positionV>
                <wp:extent cx="1313180" cy="307975"/>
                <wp:effectExtent l="0" t="0" r="0" b="0"/>
                <wp:wrapNone/>
                <wp:docPr id="48" name="文本框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872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333F50"/>
                                <w:sz w:val="28"/>
                                <w:szCs w:val="28"/>
                              </w:rPr>
                              <w:t>工作经历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1" o:spid="_x0000_s1026" o:spt="202" type="#_x0000_t202" style="position:absolute;left:0pt;margin-left:155.65pt;margin-top:75.8pt;height:24.25pt;width:103.4pt;z-index:251620352;mso-width-relative:page;mso-height-relative:page;" filled="f" stroked="f" coordsize="21600,21600" o:gfxdata="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MscV2tYAAAALAQAADwAAAAAAAAAB&#10;ACAAAAAiAAAAZHJzL2Rvd25yZXYueG1sUEsBAhQAFAAAAAgAh07iQNP5ulWgAQAAEgMAAA4AAAAA&#10;AAAAAQAgAAAAJQ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333F50"/>
                          <w:sz w:val="28"/>
                          <w:szCs w:val="28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1591310</wp:posOffset>
                </wp:positionH>
                <wp:positionV relativeFrom="paragraph">
                  <wp:posOffset>5031105</wp:posOffset>
                </wp:positionV>
                <wp:extent cx="4544060" cy="1767840"/>
                <wp:effectExtent l="0" t="0" r="0" b="0"/>
                <wp:wrapNone/>
                <wp:docPr id="49" name="文本框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060" cy="1767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12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333F50"/>
                                <w:sz w:val="22"/>
                                <w:szCs w:val="22"/>
                              </w:rPr>
                              <w:t>2013.09 -- 2017.06         湖工工程院会计系办公室            行政助理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内务支持：  负责收发传真复印、扫描文档、收发信件、文件、快递等；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活动支持：  负责学校员工活动，各会议安排、组织、文体活动安排等；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84" o:spid="_x0000_s1026" o:spt="202" type="#_x0000_t202" style="position:absolute;left:0pt;margin-left:125.3pt;margin-top:396.15pt;height:139.2pt;width:357.8pt;z-index:251621376;mso-width-relative:page;mso-height-relative:page;" filled="f" stroked="f" coordsize="21600,21600" o:gfxdata="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c5jAC2AAAAAwB&#10;AAAPAAAAAAAAAAEAIAAAACIAAABkcnMvZG93bnJldi54bWxQSwECFAAUAAAACACHTuJALpQhnakB&#10;AAAe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12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333F50"/>
                          <w:sz w:val="22"/>
                          <w:szCs w:val="22"/>
                        </w:rPr>
                        <w:t>2013.09 -- 2017.06         湖工工程院会计系办公室            行政助理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工作描述：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内务支持：  负责收发传真复印、扫描文档、收发信件、文件、快递等；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活动支持：  负责学校员工活动，各会议安排、组织、文体活动安排等；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4610735</wp:posOffset>
                </wp:positionV>
                <wp:extent cx="1313180" cy="307975"/>
                <wp:effectExtent l="0" t="0" r="0" b="0"/>
                <wp:wrapNone/>
                <wp:docPr id="50" name="文本框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872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333F50"/>
                                <w:sz w:val="28"/>
                                <w:szCs w:val="28"/>
                              </w:rPr>
                              <w:t>校内实践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85" o:spid="_x0000_s1026" o:spt="202" type="#_x0000_t202" style="position:absolute;left:0pt;margin-left:155.65pt;margin-top:363.05pt;height:24.25pt;width:103.4pt;z-index:251622400;mso-width-relative:page;mso-height-relative:page;" filled="f" stroked="f" coordsize="21600,21600" o:gfxdata="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EUXdbnYAAAACwEAAA8AAAAAAAAA&#10;AQAgAAAAIgAAAGRycy9kb3ducmV2LnhtbFBLAQIUABQAAAAIAIdO4kCroajwnwEAABIDAAAOAAAA&#10;AAAAAAEAIAAAACc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333F50"/>
                          <w:sz w:val="28"/>
                          <w:szCs w:val="28"/>
                        </w:rPr>
                        <w:t>校内实践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1591310</wp:posOffset>
                </wp:positionH>
                <wp:positionV relativeFrom="paragraph">
                  <wp:posOffset>6986270</wp:posOffset>
                </wp:positionV>
                <wp:extent cx="4544060" cy="777240"/>
                <wp:effectExtent l="0" t="0" r="0" b="0"/>
                <wp:wrapNone/>
                <wp:docPr id="51" name="文本框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060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通用技能证书：  英语四级证书、普通话二级甲等证书、机动车驾驶证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专业技能证书：  Adobe认证设计师资质，WPS年度最佳设计师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活动荣誉奖励：  2014年湖北省创青春创业计划移动专项赛银奖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88" o:spid="_x0000_s1026" o:spt="202" type="#_x0000_t202" style="position:absolute;left:0pt;margin-left:125.3pt;margin-top:550.1pt;height:61.2pt;width:357.8pt;z-index:251623424;mso-width-relative:page;mso-height-relative:page;" filled="f" stroked="f" coordsize="21600,21600" o:gfxdata="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bBn5rYAAAADQEA&#10;AA8AAAAAAAAAAQAgAAAAIgAAAGRycy9kb3ducmV2LnhtbFBLAQIUABQAAAAIAIdO4kAWsynVqAEA&#10;AB0DAAAOAAAAAAAAAAEAIAAAACcBAABkcnMvZTJvRG9jLnhtbFBLBQYAAAAABgAGAFkBAABBBQAA&#10;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通用技能证书：  英语四级证书、普通话二级甲等证书、机动车驾驶证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专业技能证书：  Adobe认证设计师资质，WPS年度最佳设计师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活动荣誉奖励：  2014年湖北省创青春创业计划移动专项赛银奖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6565900</wp:posOffset>
                </wp:positionV>
                <wp:extent cx="1313180" cy="307975"/>
                <wp:effectExtent l="0" t="0" r="0" b="0"/>
                <wp:wrapNone/>
                <wp:docPr id="52" name="文本框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872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333F50"/>
                                <w:sz w:val="28"/>
                                <w:szCs w:val="28"/>
                              </w:rPr>
                              <w:t>证书奖励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89" o:spid="_x0000_s1026" o:spt="202" type="#_x0000_t202" style="position:absolute;left:0pt;margin-left:155.65pt;margin-top:517pt;height:24.25pt;width:103.4pt;z-index:251624448;mso-width-relative:page;mso-height-relative:page;" filled="f" stroked="f" coordsize="21600,21600" o:gfxdata="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yFmNo2AAAAA0BAAAPAAAAAAAA&#10;AAEAIAAAACIAAABkcnMvZG93bnJldi54bWxQSwECFAAUAAAACACHTuJACDmAY6ABAAAS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333F50"/>
                          <w:sz w:val="28"/>
                          <w:szCs w:val="28"/>
                        </w:rPr>
                        <w:t>证书奖励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-89535</wp:posOffset>
                </wp:positionV>
                <wp:extent cx="4336415" cy="0"/>
                <wp:effectExtent l="0" t="0" r="26670" b="1905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6373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1.05pt;margin-top:-7.05pt;height:0pt;width:341.45pt;z-index:251625472;mso-width-relative:page;mso-height-relative:page;" filled="f" stroked="t" coordsize="21600,21600" o:gfxdata="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3s&#10;KU/ZAAAACwEAAA8AAAAAAAAAAQAgAAAAIgAAAGRycy9kb3ducmV2LnhtbFBLAQIUABQAAAAIAIdO&#10;4kArVxHj6QEAAKUDAAAOAAAAAAAAAAEAIAAAACgBAABkcnMvZTJvRG9jLnhtbFBLBQYAAAAABgAG&#10;AFkBAACDBQAAAAA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1326515</wp:posOffset>
                </wp:positionV>
                <wp:extent cx="4336415" cy="0"/>
                <wp:effectExtent l="0" t="0" r="26670" b="1905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6373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1.05pt;margin-top:104.45pt;height:0pt;width:341.45pt;z-index:251626496;mso-width-relative:page;mso-height-relative:page;" filled="f" stroked="t" coordsize="21600,21600" o:gfxdata="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cM1eddoAAAALAQAADwAAAAAAAAABACAAAAAiAAAAZHJzL2Rvd25yZXYueG1sUEsBAhQAFAAAAAgA&#10;h07iQC/B0QPqAQAApQMAAA4AAAAAAAAAAQAgAAAAKQEAAGRycy9lMm9Eb2MueG1sUEsFBgAAAAAG&#10;AAYAWQEAAIUFAAAAAA=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4974590</wp:posOffset>
                </wp:positionV>
                <wp:extent cx="4336415" cy="0"/>
                <wp:effectExtent l="0" t="0" r="26670" b="1905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6373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1.05pt;margin-top:391.7pt;height:0pt;width:341.45pt;z-index:251627520;mso-width-relative:page;mso-height-relative:page;" filled="f" stroked="t" coordsize="21600,21600" o:gfxdata="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2o7rDaAAAACwEAAA8AAAAAAAAAAQAgAAAAIgAAAGRycy9kb3ducmV2LnhtbFBLAQIUABQAAAAI&#10;AIdO4kBYKuxm6wEAAKUDAAAOAAAAAAAAAAEAIAAAACkBAABkcnMvZTJvRG9jLnhtbFBLBQYAAAAA&#10;BgAGAFkBAACGBQAAAAA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6930390</wp:posOffset>
                </wp:positionV>
                <wp:extent cx="4336415" cy="0"/>
                <wp:effectExtent l="0" t="0" r="26670" b="1905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6373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1.05pt;margin-top:545.7pt;height:0pt;width:341.45pt;z-index:251628544;mso-width-relative:page;mso-height-relative:page;" filled="f" stroked="t" coordsize="21600,21600" o:gfxdata="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rqgetoAAAANAQAADwAAAAAAAAABACAAAAAiAAAAZHJzL2Rvd25yZXYueG1sUEsBAhQAFAAAAAgA&#10;h07iQMEXqsnqAQAApQMAAA4AAAAAAAAAAQAgAAAAKQEAAGRycy9lMm9Eb2MueG1sUEsFBgAAAAAG&#10;AAYAWQEAAIUFAAAAAA=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8577580</wp:posOffset>
                </wp:positionV>
                <wp:extent cx="4336415" cy="0"/>
                <wp:effectExtent l="0" t="0" r="26670" b="1905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6373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1.05pt;margin-top:675.4pt;height:0pt;width:341.45pt;z-index:251629568;mso-width-relative:page;mso-height-relative:page;" filled="f" stroked="t" coordsize="21600,21600" o:gfxdata="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EieGtkAAAANAQAADwAAAAAAAAABACAAAAAiAAAAZHJzL2Rvd25yZXYueG1sUEsBAhQAFAAAAAgA&#10;h07iQLb8l6zrAQAApQMAAA4AAAAAAAAAAQAgAAAAKAEAAGRycy9lMm9Eb2MueG1sUEsFBgAAAAAG&#10;AAYAWQEAAIUFAAAAAA=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1591310</wp:posOffset>
                </wp:positionH>
                <wp:positionV relativeFrom="paragraph">
                  <wp:posOffset>8633460</wp:posOffset>
                </wp:positionV>
                <wp:extent cx="4544060" cy="777240"/>
                <wp:effectExtent l="0" t="0" r="0" b="0"/>
                <wp:wrapNone/>
                <wp:docPr id="58" name="文本框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060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良好的公共关系意识，善于沟通，具备活动策划和组织协调能力。良好的心态和责任感，吃苦耐劳，擅于管理时间，勇于面对变化和挑战。良好的学习能力，习惯制定切实可行的学习计划，勤于学习能不断提高。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3" o:spid="_x0000_s1026" o:spt="202" type="#_x0000_t202" style="position:absolute;left:0pt;margin-left:125.3pt;margin-top:679.8pt;height:61.2pt;width:357.8pt;z-index:251630592;mso-width-relative:page;mso-height-relative:page;" filled="f" stroked="f" coordsize="21600,21600" o:gfxdata="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DM/9zNkAAAAN&#10;AQAADwAAAAAAAAABACAAAAAiAAAAZHJzL2Rvd25yZXYueG1sUEsBAhQAFAAAAAgAh07iQDQ2TxSp&#10;AQAAHQMAAA4AAAAAAAAAAQAgAAAAKAEAAGRycy9lMm9Eb2MueG1sUEsFBgAAAAAGAAYAWQEAAEMF&#10;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良好的公共关系意识，善于沟通，具备活动策划和组织协调能力。良好的心态和责任感，吃苦耐劳，擅于管理时间，勇于面对变化和挑战。良好的学习能力，习惯制定切实可行的学习计划，勤于学习能不断提高。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8213725</wp:posOffset>
                </wp:positionV>
                <wp:extent cx="1313180" cy="307975"/>
                <wp:effectExtent l="0" t="0" r="0" b="0"/>
                <wp:wrapNone/>
                <wp:docPr id="59" name="文本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872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333F50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4" o:spid="_x0000_s1026" o:spt="202" type="#_x0000_t202" style="position:absolute;left:0pt;margin-left:155.65pt;margin-top:646.75pt;height:24.25pt;width:103.4pt;z-index:251631616;mso-width-relative:page;mso-height-relative:page;" filled="f" stroked="f" coordsize="21600,21600" o:gfxdata="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IGLuUjZAAAADQEAAA8AAAAA&#10;AAAAAQAgAAAAIgAAAGRycy9kb3ducmV2LnhtbFBLAQIUABQAAAAIAIdO4kBUQ3pwoQEAABIDAAAO&#10;AAAAAAAAAAEAIAAAACg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333F50"/>
                          <w:sz w:val="28"/>
                          <w:szCs w:val="28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-427355</wp:posOffset>
                </wp:positionV>
                <wp:extent cx="285115" cy="285115"/>
                <wp:effectExtent l="0" t="0" r="635" b="63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17" cy="285317"/>
                        </a:xfrm>
                        <a:prstGeom prst="rect">
                          <a:avLst/>
                        </a:pr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1.05pt;margin-top:-33.65pt;height:22.45pt;width:22.45pt;z-index:251632640;v-text-anchor:middle;mso-width-relative:page;mso-height-relative:page;" fillcolor="#333F50" filled="t" stroked="f" coordsize="21600,21600" o:gfxdata="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MQFBa2QAAAAsBAAAPAAAAAAAAAAEA&#10;IAAAACIAAABkcnMvZG93bnJldi54bWxQSwECFAAUAAAACACHTuJAlj5sRNUBAACHAwAADgAAAAAA&#10;AAABACAAAAAoAQAAZHJzL2Uyb0RvYy54bWxQSwUGAAAAAAYABgBZAQAAb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986155</wp:posOffset>
                </wp:positionV>
                <wp:extent cx="285115" cy="285115"/>
                <wp:effectExtent l="0" t="0" r="635" b="635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17" cy="285317"/>
                        </a:xfrm>
                        <a:prstGeom prst="rect">
                          <a:avLst/>
                        </a:pr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1.05pt;margin-top:77.65pt;height:22.45pt;width:22.45pt;z-index:251633664;v-text-anchor:middle;mso-width-relative:page;mso-height-relative:page;" fillcolor="#333F50" filled="t" stroked="f" coordsize="21600,21600" o:gfxdata="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9OBdHXAAAACwEAAA8AAAAAAAAAAQAg&#10;AAAAIgAAAGRycy9kb3ducmV2LnhtbFBLAQIUABQAAAAIAIdO4kDOZXTe1gEAAIcDAAAOAAAAAAAA&#10;AAEAIAAAACYBAABkcnMvZTJvRG9jLnhtbFBLBQYAAAAABgAGAFkBAABu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4600575</wp:posOffset>
                </wp:positionV>
                <wp:extent cx="285115" cy="285115"/>
                <wp:effectExtent l="0" t="0" r="635" b="635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17" cy="285317"/>
                        </a:xfrm>
                        <a:prstGeom prst="rect">
                          <a:avLst/>
                        </a:pr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1.05pt;margin-top:362.25pt;height:22.45pt;width:22.45pt;z-index:251634688;v-text-anchor:middle;mso-width-relative:page;mso-height-relative:page;" fillcolor="#333F50" filled="t" stroked="f" coordsize="21600,21600" o:gfxdata="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QowsV9kAAAALAQAADwAAAAAAAAAB&#10;ACAAAAAiAAAAZHJzL2Rvd25yZXYueG1sUEsBAhQAFAAAAAgAh07iQGeOLavWAQAAhwMAAA4AAAAA&#10;AAAAAQAgAAAAKAEAAGRycy9lMm9Eb2MueG1sUEsFBgAAAAAGAAYAWQEAAHA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6539865</wp:posOffset>
                </wp:positionV>
                <wp:extent cx="285115" cy="285115"/>
                <wp:effectExtent l="0" t="0" r="635" b="63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17" cy="285317"/>
                        </a:xfrm>
                        <a:prstGeom prst="rect">
                          <a:avLst/>
                        </a:pr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1.05pt;margin-top:514.95pt;height:22.45pt;width:22.45pt;z-index:251635712;v-text-anchor:middle;mso-width-relative:page;mso-height-relative:page;" fillcolor="#333F50" filled="t" stroked="f" coordsize="21600,21600" o:gfxdata="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e+fvjaAAAADQEAAA8AAAAAAAAA&#10;AQAgAAAAIgAAAGRycy9kb3ducmV2LnhtbFBLAQIUABQAAAAIAIdO4kA/1TUx1gEAAIcDAAAOAAAA&#10;AAAAAAEAIAAAACkBAABkcnMvZTJvRG9jLnhtbFBLBQYAAAAABgAGAFkBAABx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8174990</wp:posOffset>
                </wp:positionV>
                <wp:extent cx="285115" cy="285115"/>
                <wp:effectExtent l="0" t="0" r="635" b="635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17" cy="285317"/>
                        </a:xfrm>
                        <a:prstGeom prst="rect">
                          <a:avLst/>
                        </a:pr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1.05pt;margin-top:643.7pt;height:22.45pt;width:22.45pt;z-index:251636736;v-text-anchor:middle;mso-width-relative:page;mso-height-relative:page;" fillcolor="#333F50" filled="t" stroked="f" coordsize="21600,21600" o:gfxdata="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lBzsN2gAAAA0BAAAPAAAAAAAA&#10;AAEAIAAAACIAAABkcnMvZG93bnJldi54bWxQSwECFAAUAAAACACHTuJANVmeQdcBAACHAwAADgAA&#10;AAAAAAABACAAAAApAQAAZHJzL2Uyb0RvYy54bWxQSwUGAAAAAAYABgBZAQAAc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1706245</wp:posOffset>
                </wp:positionH>
                <wp:positionV relativeFrom="paragraph">
                  <wp:posOffset>-346075</wp:posOffset>
                </wp:positionV>
                <wp:extent cx="213360" cy="123190"/>
                <wp:effectExtent l="0" t="0" r="0" b="0"/>
                <wp:wrapNone/>
                <wp:docPr id="6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3244" cy="123051"/>
                        </a:xfrm>
                        <a:custGeom>
                          <a:avLst/>
                          <a:gdLst>
                            <a:gd name="T0" fmla="*/ 1905000 w 6649"/>
                            <a:gd name="T1" fmla="*/ 302090 h 3908"/>
                            <a:gd name="T2" fmla="*/ 952357 w 6649"/>
                            <a:gd name="T3" fmla="*/ 0 h 3908"/>
                            <a:gd name="T4" fmla="*/ 0 w 6649"/>
                            <a:gd name="T5" fmla="*/ 302090 h 3908"/>
                            <a:gd name="T6" fmla="*/ 488785 w 6649"/>
                            <a:gd name="T7" fmla="*/ 456861 h 3908"/>
                            <a:gd name="T8" fmla="*/ 400540 w 6649"/>
                            <a:gd name="T9" fmla="*/ 923753 h 3908"/>
                            <a:gd name="T10" fmla="*/ 952357 w 6649"/>
                            <a:gd name="T11" fmla="*/ 1120083 h 3908"/>
                            <a:gd name="T12" fmla="*/ 1504460 w 6649"/>
                            <a:gd name="T13" fmla="*/ 923753 h 3908"/>
                            <a:gd name="T14" fmla="*/ 1416215 w 6649"/>
                            <a:gd name="T15" fmla="*/ 456861 h 3908"/>
                            <a:gd name="T16" fmla="*/ 1905000 w 6649"/>
                            <a:gd name="T17" fmla="*/ 302090 h 3908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649" h="3908">
                              <a:moveTo>
                                <a:pt x="6649" y="1054"/>
                              </a:moveTo>
                              <a:lnTo>
                                <a:pt x="3324" y="0"/>
                              </a:lnTo>
                              <a:lnTo>
                                <a:pt x="0" y="1054"/>
                              </a:lnTo>
                              <a:lnTo>
                                <a:pt x="1706" y="1594"/>
                              </a:lnTo>
                              <a:lnTo>
                                <a:pt x="1398" y="3223"/>
                              </a:lnTo>
                              <a:lnTo>
                                <a:pt x="3324" y="3908"/>
                              </a:lnTo>
                              <a:lnTo>
                                <a:pt x="5251" y="3223"/>
                              </a:lnTo>
                              <a:lnTo>
                                <a:pt x="4943" y="1594"/>
                              </a:lnTo>
                              <a:lnTo>
                                <a:pt x="6649" y="1054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34.35pt;margin-top:-27.25pt;height:9.7pt;width:16.8pt;z-index:251637760;v-text-anchor:middle;mso-width-relative:page;mso-height-relative:page;" fillcolor="#FFFFFF" filled="t" stroked="f" coordsize="6649,3908" o:gfxdata="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" path="m6649,1054l3324,0,0,1054,1706,1594,1398,3223,3324,3908,5251,3223,4943,1594,6649,1054xe">
                <v:path o:connectlocs="61096378,9511892;30543602,0;0,9511892;15676111,14385159;12845954,29086164;30543602,35267997;48250423,29086164;45420266,14385159;61096378,9511892" o:connectangles="0,0,0,0,0,0,0,0,0"/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1052195</wp:posOffset>
                </wp:positionV>
                <wp:extent cx="166370" cy="153670"/>
                <wp:effectExtent l="0" t="0" r="5080" b="0"/>
                <wp:wrapNone/>
                <wp:docPr id="6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6544" cy="153776"/>
                        </a:xfrm>
                        <a:custGeom>
                          <a:avLst/>
                          <a:gdLst>
                            <a:gd name="T0" fmla="*/ 2147483646 w 4477"/>
                            <a:gd name="T1" fmla="*/ 2147483646 h 4133"/>
                            <a:gd name="T2" fmla="*/ 2147483646 w 4477"/>
                            <a:gd name="T3" fmla="*/ 1386867173 h 4133"/>
                            <a:gd name="T4" fmla="*/ 2147483646 w 4477"/>
                            <a:gd name="T5" fmla="*/ 385250906 h 4133"/>
                            <a:gd name="T6" fmla="*/ 2147483646 w 4477"/>
                            <a:gd name="T7" fmla="*/ 0 h 4133"/>
                            <a:gd name="T8" fmla="*/ 2147483646 w 4477"/>
                            <a:gd name="T9" fmla="*/ 231114454 h 4133"/>
                            <a:gd name="T10" fmla="*/ 2147483646 w 4477"/>
                            <a:gd name="T11" fmla="*/ 1001616267 h 4133"/>
                            <a:gd name="T12" fmla="*/ 2147483646 w 4477"/>
                            <a:gd name="T13" fmla="*/ 2147483646 h 4133"/>
                            <a:gd name="T14" fmla="*/ 2147483646 w 4477"/>
                            <a:gd name="T15" fmla="*/ 2147483646 h 4133"/>
                            <a:gd name="T16" fmla="*/ 2147483646 w 4477"/>
                            <a:gd name="T17" fmla="*/ 2147483646 h 4133"/>
                            <a:gd name="T18" fmla="*/ 2147483646 w 4477"/>
                            <a:gd name="T19" fmla="*/ 2147483646 h 4133"/>
                            <a:gd name="T20" fmla="*/ 2147483646 w 4477"/>
                            <a:gd name="T21" fmla="*/ 2147483646 h 4133"/>
                            <a:gd name="T22" fmla="*/ 2147483646 w 4477"/>
                            <a:gd name="T23" fmla="*/ 2147483646 h 4133"/>
                            <a:gd name="T24" fmla="*/ 2147483646 w 4477"/>
                            <a:gd name="T25" fmla="*/ 2147483646 h 4133"/>
                            <a:gd name="T26" fmla="*/ 2147483646 w 4477"/>
                            <a:gd name="T27" fmla="*/ 2147483646 h 4133"/>
                            <a:gd name="T28" fmla="*/ 2147483646 w 4477"/>
                            <a:gd name="T29" fmla="*/ 2147483646 h 4133"/>
                            <a:gd name="T30" fmla="*/ 2147483646 w 4477"/>
                            <a:gd name="T31" fmla="*/ 2147483646 h 4133"/>
                            <a:gd name="T32" fmla="*/ 2147483646 w 4477"/>
                            <a:gd name="T33" fmla="*/ 2147483646 h 4133"/>
                            <a:gd name="T34" fmla="*/ 2147483646 w 4477"/>
                            <a:gd name="T35" fmla="*/ 2147483646 h 4133"/>
                            <a:gd name="T36" fmla="*/ 2147483646 w 4477"/>
                            <a:gd name="T37" fmla="*/ 2147483646 h 4133"/>
                            <a:gd name="T38" fmla="*/ 2147483646 w 4477"/>
                            <a:gd name="T39" fmla="*/ 2147483646 h 4133"/>
                            <a:gd name="T40" fmla="*/ 2147483646 w 4477"/>
                            <a:gd name="T41" fmla="*/ 2147483646 h 4133"/>
                            <a:gd name="T42" fmla="*/ 2147483646 w 4477"/>
                            <a:gd name="T43" fmla="*/ 2147483646 h 4133"/>
                            <a:gd name="T44" fmla="*/ 2147483646 w 4477"/>
                            <a:gd name="T45" fmla="*/ 2147483646 h 4133"/>
                            <a:gd name="T46" fmla="*/ 2147483646 w 4477"/>
                            <a:gd name="T47" fmla="*/ 2147483646 h 4133"/>
                            <a:gd name="T48" fmla="*/ 2147483646 w 4477"/>
                            <a:gd name="T49" fmla="*/ 2147483646 h 4133"/>
                            <a:gd name="T50" fmla="*/ 2147483646 w 4477"/>
                            <a:gd name="T51" fmla="*/ 2147483646 h 4133"/>
                            <a:gd name="T52" fmla="*/ 2147483646 w 4477"/>
                            <a:gd name="T53" fmla="*/ 2147483646 h 4133"/>
                            <a:gd name="T54" fmla="*/ 2147483646 w 4477"/>
                            <a:gd name="T55" fmla="*/ 2147483646 h 4133"/>
                            <a:gd name="T56" fmla="*/ 2147483646 w 4477"/>
                            <a:gd name="T57" fmla="*/ 2147483646 h 4133"/>
                            <a:gd name="T58" fmla="*/ 2147483646 w 4477"/>
                            <a:gd name="T59" fmla="*/ 2147483646 h 4133"/>
                            <a:gd name="T60" fmla="*/ 2147483646 w 4477"/>
                            <a:gd name="T61" fmla="*/ 2147483646 h 4133"/>
                            <a:gd name="T62" fmla="*/ 2147483646 w 4477"/>
                            <a:gd name="T63" fmla="*/ 2147483646 h 4133"/>
                            <a:gd name="T64" fmla="*/ 2147483646 w 4477"/>
                            <a:gd name="T65" fmla="*/ 2147483646 h 4133"/>
                            <a:gd name="T66" fmla="*/ 0 w 4477"/>
                            <a:gd name="T67" fmla="*/ 2147483646 h 4133"/>
                            <a:gd name="T68" fmla="*/ 2147483646 w 4477"/>
                            <a:gd name="T69" fmla="*/ 2147483646 h 4133"/>
                            <a:gd name="T70" fmla="*/ 2147483646 w 4477"/>
                            <a:gd name="T71" fmla="*/ 2147483646 h 4133"/>
                            <a:gd name="T72" fmla="*/ 2147483646 w 4477"/>
                            <a:gd name="T73" fmla="*/ 2147483646 h 4133"/>
                            <a:gd name="T74" fmla="*/ 2147483646 w 4477"/>
                            <a:gd name="T75" fmla="*/ 2147483646 h 4133"/>
                            <a:gd name="T76" fmla="*/ 2147483646 w 4477"/>
                            <a:gd name="T77" fmla="*/ 2147483646 h 4133"/>
                            <a:gd name="T78" fmla="*/ 2147483646 w 4477"/>
                            <a:gd name="T79" fmla="*/ 2147483646 h 4133"/>
                            <a:gd name="T80" fmla="*/ 2147483646 w 4477"/>
                            <a:gd name="T81" fmla="*/ 2147483646 h 4133"/>
                            <a:gd name="T82" fmla="*/ 2147483646 w 4477"/>
                            <a:gd name="T83" fmla="*/ 2147483646 h 4133"/>
                            <a:gd name="T84" fmla="*/ 2147483646 w 4477"/>
                            <a:gd name="T85" fmla="*/ 2147483646 h 4133"/>
                            <a:gd name="T86" fmla="*/ 2147483646 w 4477"/>
                            <a:gd name="T87" fmla="*/ 2147483646 h 4133"/>
                            <a:gd name="T88" fmla="*/ 2147483646 w 4477"/>
                            <a:gd name="T89" fmla="*/ 2147483646 h 4133"/>
                            <a:gd name="T90" fmla="*/ 2147483646 w 4477"/>
                            <a:gd name="T91" fmla="*/ 2147483646 h 4133"/>
                            <a:gd name="T92" fmla="*/ 2147483646 w 4477"/>
                            <a:gd name="T93" fmla="*/ 2147483646 h 4133"/>
                            <a:gd name="T94" fmla="*/ 2147483646 w 4477"/>
                            <a:gd name="T95" fmla="*/ 2147483646 h 4133"/>
                            <a:gd name="T96" fmla="*/ 2147483646 w 4477"/>
                            <a:gd name="T97" fmla="*/ 2147483646 h 4133"/>
                            <a:gd name="T98" fmla="*/ 2147483646 w 4477"/>
                            <a:gd name="T99" fmla="*/ 2147483646 h 4133"/>
                            <a:gd name="T100" fmla="*/ 2147483646 w 4477"/>
                            <a:gd name="T101" fmla="*/ 2147483646 h 4133"/>
                            <a:gd name="T102" fmla="*/ 2147483646 w 4477"/>
                            <a:gd name="T103" fmla="*/ 2147483646 h 4133"/>
                            <a:gd name="T104" fmla="*/ 2147483646 w 4477"/>
                            <a:gd name="T105" fmla="*/ 2147483646 h 4133"/>
                            <a:gd name="T106" fmla="*/ 2147483646 w 4477"/>
                            <a:gd name="T107" fmla="*/ 2147483646 h 4133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4477" h="4133">
                              <a:moveTo>
                                <a:pt x="3646" y="48"/>
                              </a:moveTo>
                              <a:lnTo>
                                <a:pt x="3646" y="48"/>
                              </a:lnTo>
                              <a:lnTo>
                                <a:pt x="3623" y="39"/>
                              </a:lnTo>
                              <a:lnTo>
                                <a:pt x="3600" y="31"/>
                              </a:lnTo>
                              <a:lnTo>
                                <a:pt x="3578" y="24"/>
                              </a:lnTo>
                              <a:lnTo>
                                <a:pt x="3557" y="18"/>
                              </a:lnTo>
                              <a:lnTo>
                                <a:pt x="3536" y="13"/>
                              </a:lnTo>
                              <a:lnTo>
                                <a:pt x="3515" y="8"/>
                              </a:lnTo>
                              <a:lnTo>
                                <a:pt x="3494" y="5"/>
                              </a:lnTo>
                              <a:lnTo>
                                <a:pt x="3473" y="3"/>
                              </a:lnTo>
                              <a:lnTo>
                                <a:pt x="3454" y="1"/>
                              </a:lnTo>
                              <a:lnTo>
                                <a:pt x="3434" y="0"/>
                              </a:lnTo>
                              <a:lnTo>
                                <a:pt x="3415" y="0"/>
                              </a:lnTo>
                              <a:lnTo>
                                <a:pt x="3395" y="1"/>
                              </a:lnTo>
                              <a:lnTo>
                                <a:pt x="3376" y="3"/>
                              </a:lnTo>
                              <a:lnTo>
                                <a:pt x="3358" y="5"/>
                              </a:lnTo>
                              <a:lnTo>
                                <a:pt x="3339" y="9"/>
                              </a:lnTo>
                              <a:lnTo>
                                <a:pt x="3321" y="13"/>
                              </a:lnTo>
                              <a:lnTo>
                                <a:pt x="3303" y="18"/>
                              </a:lnTo>
                              <a:lnTo>
                                <a:pt x="3285" y="23"/>
                              </a:lnTo>
                              <a:lnTo>
                                <a:pt x="3268" y="30"/>
                              </a:lnTo>
                              <a:lnTo>
                                <a:pt x="3251" y="37"/>
                              </a:lnTo>
                              <a:lnTo>
                                <a:pt x="3235" y="45"/>
                              </a:lnTo>
                              <a:lnTo>
                                <a:pt x="3219" y="54"/>
                              </a:lnTo>
                              <a:lnTo>
                                <a:pt x="3201" y="63"/>
                              </a:lnTo>
                              <a:lnTo>
                                <a:pt x="3186" y="74"/>
                              </a:lnTo>
                              <a:lnTo>
                                <a:pt x="3170" y="85"/>
                              </a:lnTo>
                              <a:lnTo>
                                <a:pt x="3155" y="96"/>
                              </a:lnTo>
                              <a:lnTo>
                                <a:pt x="3139" y="108"/>
                              </a:lnTo>
                              <a:lnTo>
                                <a:pt x="3124" y="121"/>
                              </a:lnTo>
                              <a:lnTo>
                                <a:pt x="3110" y="134"/>
                              </a:lnTo>
                              <a:lnTo>
                                <a:pt x="3094" y="149"/>
                              </a:lnTo>
                              <a:lnTo>
                                <a:pt x="3066" y="179"/>
                              </a:lnTo>
                              <a:lnTo>
                                <a:pt x="3079" y="337"/>
                              </a:lnTo>
                              <a:lnTo>
                                <a:pt x="3094" y="494"/>
                              </a:lnTo>
                              <a:lnTo>
                                <a:pt x="3112" y="649"/>
                              </a:lnTo>
                              <a:lnTo>
                                <a:pt x="3131" y="802"/>
                              </a:lnTo>
                              <a:lnTo>
                                <a:pt x="3151" y="954"/>
                              </a:lnTo>
                              <a:lnTo>
                                <a:pt x="3174" y="1104"/>
                              </a:lnTo>
                              <a:lnTo>
                                <a:pt x="3198" y="1252"/>
                              </a:lnTo>
                              <a:lnTo>
                                <a:pt x="3226" y="1398"/>
                              </a:lnTo>
                              <a:lnTo>
                                <a:pt x="3254" y="1543"/>
                              </a:lnTo>
                              <a:lnTo>
                                <a:pt x="3284" y="1686"/>
                              </a:lnTo>
                              <a:lnTo>
                                <a:pt x="3318" y="1827"/>
                              </a:lnTo>
                              <a:lnTo>
                                <a:pt x="3352" y="1967"/>
                              </a:lnTo>
                              <a:lnTo>
                                <a:pt x="3388" y="2104"/>
                              </a:lnTo>
                              <a:lnTo>
                                <a:pt x="3407" y="2172"/>
                              </a:lnTo>
                              <a:lnTo>
                                <a:pt x="3427" y="2240"/>
                              </a:lnTo>
                              <a:lnTo>
                                <a:pt x="3447" y="2307"/>
                              </a:lnTo>
                              <a:lnTo>
                                <a:pt x="3468" y="2374"/>
                              </a:lnTo>
                              <a:lnTo>
                                <a:pt x="3488" y="2441"/>
                              </a:lnTo>
                              <a:lnTo>
                                <a:pt x="3510" y="2506"/>
                              </a:lnTo>
                              <a:lnTo>
                                <a:pt x="4267" y="2335"/>
                              </a:lnTo>
                              <a:lnTo>
                                <a:pt x="4258" y="2257"/>
                              </a:lnTo>
                              <a:lnTo>
                                <a:pt x="4249" y="2179"/>
                              </a:lnTo>
                              <a:lnTo>
                                <a:pt x="4238" y="2102"/>
                              </a:lnTo>
                              <a:lnTo>
                                <a:pt x="4227" y="2026"/>
                              </a:lnTo>
                              <a:lnTo>
                                <a:pt x="4214" y="1950"/>
                              </a:lnTo>
                              <a:lnTo>
                                <a:pt x="4202" y="1874"/>
                              </a:lnTo>
                              <a:lnTo>
                                <a:pt x="4189" y="1798"/>
                              </a:lnTo>
                              <a:lnTo>
                                <a:pt x="4175" y="1724"/>
                              </a:lnTo>
                              <a:lnTo>
                                <a:pt x="4161" y="1649"/>
                              </a:lnTo>
                              <a:lnTo>
                                <a:pt x="4146" y="1574"/>
                              </a:lnTo>
                              <a:lnTo>
                                <a:pt x="4130" y="1500"/>
                              </a:lnTo>
                              <a:lnTo>
                                <a:pt x="4113" y="1428"/>
                              </a:lnTo>
                              <a:lnTo>
                                <a:pt x="4096" y="1354"/>
                              </a:lnTo>
                              <a:lnTo>
                                <a:pt x="4078" y="1282"/>
                              </a:lnTo>
                              <a:lnTo>
                                <a:pt x="4060" y="1210"/>
                              </a:lnTo>
                              <a:lnTo>
                                <a:pt x="4041" y="1138"/>
                              </a:lnTo>
                              <a:lnTo>
                                <a:pt x="4020" y="1067"/>
                              </a:lnTo>
                              <a:lnTo>
                                <a:pt x="4000" y="995"/>
                              </a:lnTo>
                              <a:lnTo>
                                <a:pt x="3979" y="926"/>
                              </a:lnTo>
                              <a:lnTo>
                                <a:pt x="3957" y="855"/>
                              </a:lnTo>
                              <a:lnTo>
                                <a:pt x="3935" y="785"/>
                              </a:lnTo>
                              <a:lnTo>
                                <a:pt x="3911" y="717"/>
                              </a:lnTo>
                              <a:lnTo>
                                <a:pt x="3888" y="648"/>
                              </a:lnTo>
                              <a:lnTo>
                                <a:pt x="3863" y="579"/>
                              </a:lnTo>
                              <a:lnTo>
                                <a:pt x="3839" y="512"/>
                              </a:lnTo>
                              <a:lnTo>
                                <a:pt x="3812" y="444"/>
                              </a:lnTo>
                              <a:lnTo>
                                <a:pt x="3786" y="377"/>
                              </a:lnTo>
                              <a:lnTo>
                                <a:pt x="3759" y="310"/>
                              </a:lnTo>
                              <a:lnTo>
                                <a:pt x="3732" y="244"/>
                              </a:lnTo>
                              <a:lnTo>
                                <a:pt x="3703" y="179"/>
                              </a:lnTo>
                              <a:lnTo>
                                <a:pt x="3675" y="113"/>
                              </a:lnTo>
                              <a:lnTo>
                                <a:pt x="3646" y="48"/>
                              </a:lnTo>
                              <a:close/>
                              <a:moveTo>
                                <a:pt x="831" y="2804"/>
                              </a:moveTo>
                              <a:lnTo>
                                <a:pt x="2810" y="2804"/>
                              </a:lnTo>
                              <a:lnTo>
                                <a:pt x="2810" y="2949"/>
                              </a:lnTo>
                              <a:lnTo>
                                <a:pt x="831" y="2949"/>
                              </a:lnTo>
                              <a:lnTo>
                                <a:pt x="831" y="2804"/>
                              </a:lnTo>
                              <a:close/>
                              <a:moveTo>
                                <a:pt x="3516" y="3370"/>
                              </a:moveTo>
                              <a:lnTo>
                                <a:pt x="3637" y="3750"/>
                              </a:lnTo>
                              <a:lnTo>
                                <a:pt x="190" y="3750"/>
                              </a:lnTo>
                              <a:lnTo>
                                <a:pt x="0" y="3750"/>
                              </a:lnTo>
                              <a:lnTo>
                                <a:pt x="0" y="3559"/>
                              </a:lnTo>
                              <a:lnTo>
                                <a:pt x="0" y="1320"/>
                              </a:lnTo>
                              <a:lnTo>
                                <a:pt x="0" y="1240"/>
                              </a:lnTo>
                              <a:lnTo>
                                <a:pt x="59" y="1183"/>
                              </a:lnTo>
                              <a:lnTo>
                                <a:pt x="764" y="503"/>
                              </a:lnTo>
                              <a:lnTo>
                                <a:pt x="819" y="449"/>
                              </a:lnTo>
                              <a:lnTo>
                                <a:pt x="895" y="449"/>
                              </a:lnTo>
                              <a:lnTo>
                                <a:pt x="2831" y="449"/>
                              </a:lnTo>
                              <a:lnTo>
                                <a:pt x="2840" y="545"/>
                              </a:lnTo>
                              <a:lnTo>
                                <a:pt x="2849" y="640"/>
                              </a:lnTo>
                              <a:lnTo>
                                <a:pt x="2859" y="735"/>
                              </a:lnTo>
                              <a:lnTo>
                                <a:pt x="2870" y="829"/>
                              </a:lnTo>
                              <a:lnTo>
                                <a:pt x="1084" y="829"/>
                              </a:lnTo>
                              <a:lnTo>
                                <a:pt x="1138" y="1419"/>
                              </a:lnTo>
                              <a:lnTo>
                                <a:pt x="1148" y="1526"/>
                              </a:lnTo>
                              <a:lnTo>
                                <a:pt x="1040" y="1522"/>
                              </a:lnTo>
                              <a:lnTo>
                                <a:pt x="380" y="1497"/>
                              </a:lnTo>
                              <a:lnTo>
                                <a:pt x="380" y="3370"/>
                              </a:lnTo>
                              <a:lnTo>
                                <a:pt x="3516" y="3370"/>
                              </a:lnTo>
                              <a:close/>
                              <a:moveTo>
                                <a:pt x="472" y="1312"/>
                              </a:moveTo>
                              <a:lnTo>
                                <a:pt x="939" y="1329"/>
                              </a:lnTo>
                              <a:lnTo>
                                <a:pt x="900" y="898"/>
                              </a:lnTo>
                              <a:lnTo>
                                <a:pt x="472" y="1312"/>
                              </a:lnTo>
                              <a:close/>
                              <a:moveTo>
                                <a:pt x="2810" y="2206"/>
                              </a:moveTo>
                              <a:lnTo>
                                <a:pt x="831" y="2206"/>
                              </a:lnTo>
                              <a:lnTo>
                                <a:pt x="831" y="2351"/>
                              </a:lnTo>
                              <a:lnTo>
                                <a:pt x="2810" y="2351"/>
                              </a:lnTo>
                              <a:lnTo>
                                <a:pt x="2810" y="2206"/>
                              </a:lnTo>
                              <a:close/>
                              <a:moveTo>
                                <a:pt x="2810" y="1666"/>
                              </a:moveTo>
                              <a:lnTo>
                                <a:pt x="1621" y="1666"/>
                              </a:lnTo>
                              <a:lnTo>
                                <a:pt x="1621" y="1810"/>
                              </a:lnTo>
                              <a:lnTo>
                                <a:pt x="2810" y="1810"/>
                              </a:lnTo>
                              <a:lnTo>
                                <a:pt x="2810" y="1666"/>
                              </a:lnTo>
                              <a:close/>
                              <a:moveTo>
                                <a:pt x="2810" y="1112"/>
                              </a:moveTo>
                              <a:lnTo>
                                <a:pt x="1621" y="1112"/>
                              </a:lnTo>
                              <a:lnTo>
                                <a:pt x="1621" y="1256"/>
                              </a:lnTo>
                              <a:lnTo>
                                <a:pt x="2810" y="1256"/>
                              </a:lnTo>
                              <a:lnTo>
                                <a:pt x="2810" y="1112"/>
                              </a:lnTo>
                              <a:close/>
                              <a:moveTo>
                                <a:pt x="4318" y="3463"/>
                              </a:moveTo>
                              <a:lnTo>
                                <a:pt x="4002" y="3540"/>
                              </a:lnTo>
                              <a:lnTo>
                                <a:pt x="4007" y="3867"/>
                              </a:lnTo>
                              <a:lnTo>
                                <a:pt x="4237" y="4133"/>
                              </a:lnTo>
                              <a:lnTo>
                                <a:pt x="4387" y="4100"/>
                              </a:lnTo>
                              <a:lnTo>
                                <a:pt x="4477" y="3751"/>
                              </a:lnTo>
                              <a:lnTo>
                                <a:pt x="4318" y="3463"/>
                              </a:lnTo>
                              <a:close/>
                              <a:moveTo>
                                <a:pt x="4272" y="2491"/>
                              </a:moveTo>
                              <a:lnTo>
                                <a:pt x="4272" y="2491"/>
                              </a:lnTo>
                              <a:lnTo>
                                <a:pt x="4388" y="3367"/>
                              </a:lnTo>
                              <a:lnTo>
                                <a:pt x="3870" y="3485"/>
                              </a:lnTo>
                              <a:lnTo>
                                <a:pt x="3583" y="2648"/>
                              </a:lnTo>
                              <a:lnTo>
                                <a:pt x="4272" y="2491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35.7pt;margin-top:82.85pt;height:12.1pt;width:13.1pt;z-index:251638784;v-text-anchor:middle;mso-width-relative:page;mso-height-relative:page;" fillcolor="#FFFFFF" filled="t" stroked="f" coordsize="4477,4133" o:gfxdata="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" path="m3646,48l3646,48,3623,39,3600,31,3578,24,3557,18,3536,13,3515,8,3494,5,3473,3,3454,1,3434,0,3415,0,3395,1,3376,3,3358,5,3339,9,3321,13,3303,18,3285,23,3268,30,3251,37,3235,45,3219,54,3201,63,3186,74,3170,85,3155,96,3139,108,3124,121,3110,134,3094,149,3066,179,3079,337,3094,494,3112,649,3131,802,3151,954,3174,1104,3198,1252,3226,1398,3254,1543,3284,1686,3318,1827,3352,1967,3388,2104,3407,2172,3427,2240,3447,2307,3468,2374,3488,2441,3510,2506,4267,2335,4258,2257,4249,2179,4238,2102,4227,2026,4214,1950,4202,1874,4189,1798,4175,1724,4161,1649,4146,1574,4130,1500,4113,1428,4096,1354,4078,1282,4060,1210,4041,1138,4020,1067,4000,995,3979,926,3957,855,3935,785,3911,717,3888,648,3863,579,3839,512,3812,444,3786,377,3759,310,3732,244,3703,179,3675,113,3646,48xm831,2804l2810,2804,2810,2949,831,2949,831,2804xm3516,3370l3637,3750,190,3750,0,3750,0,3559,0,1320,0,1240,59,1183,764,503,819,449,895,449,2831,449,2840,545,2849,640,2859,735,2870,829,1084,829,1138,1419,1148,1526,1040,1522,380,1497,380,3370,3516,3370xm472,1312l939,1329,900,898,472,1312xm2810,2206l831,2206,831,2351,2810,2351,2810,2206xm2810,1666l1621,1666,1621,1810,2810,1810,2810,1666xm2810,1112l1621,1112,1621,1256,2810,1256,2810,1112xm4318,3463l4002,3540,4007,3867,4237,4133,4387,4100,4477,3751,4318,3463xm4272,2491l4272,2491,4388,3367,3870,3485,3583,2648,4272,2491xe">
                <v:path o:connectlocs="@0,@0;@0,@0;@0,@0;@0,0;@0,@0;@0,@0;@0,@0;@0,@0;@0,@0;@0,@0;@0,@0;@0,@0;@0,@0;@0,@0;@0,@0;@0,@0;@0,@0;@0,@0;@0,@0;@0,@0;@0,@0;@0,@0;@0,@0;@0,@0;@0,@0;@0,@0;@0,@0;@0,@0;@0,@0;@0,@0;@0,@0;@0,@0;@0,@0;0,@0;@0,@0;@0,@0;@0,@0;@0,@0;@0,@0;@0,@0;@0,@0;@0,@0;@0,@0;@0,@0;@0,@0;@0,@0;@0,@0;@0,@0;@0,@0;@0,@0;@0,@0;@0,@0;@0,@0;@0,@0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1717675</wp:posOffset>
                </wp:positionH>
                <wp:positionV relativeFrom="paragraph">
                  <wp:posOffset>4662170</wp:posOffset>
                </wp:positionV>
                <wp:extent cx="165100" cy="142240"/>
                <wp:effectExtent l="0" t="0" r="6350" b="0"/>
                <wp:wrapNone/>
                <wp:docPr id="6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221" cy="142366"/>
                        </a:xfrm>
                        <a:custGeom>
                          <a:avLst/>
                          <a:gdLst>
                            <a:gd name="T0" fmla="*/ 838518 w 3856038"/>
                            <a:gd name="T1" fmla="*/ 3035936 h 3319463"/>
                            <a:gd name="T2" fmla="*/ 807086 w 3856038"/>
                            <a:gd name="T3" fmla="*/ 3078481 h 3319463"/>
                            <a:gd name="T4" fmla="*/ 345758 w 3856038"/>
                            <a:gd name="T5" fmla="*/ 3083244 h 3319463"/>
                            <a:gd name="T6" fmla="*/ 306705 w 3856038"/>
                            <a:gd name="T7" fmla="*/ 3047684 h 3319463"/>
                            <a:gd name="T8" fmla="*/ 1938189 w 3856038"/>
                            <a:gd name="T9" fmla="*/ 1874411 h 3319463"/>
                            <a:gd name="T10" fmla="*/ 2032113 w 3856038"/>
                            <a:gd name="T11" fmla="*/ 1927728 h 3319463"/>
                            <a:gd name="T12" fmla="*/ 2127625 w 3856038"/>
                            <a:gd name="T13" fmla="*/ 1936931 h 3319463"/>
                            <a:gd name="T14" fmla="*/ 2209174 w 3856038"/>
                            <a:gd name="T15" fmla="*/ 1913446 h 3319463"/>
                            <a:gd name="T16" fmla="*/ 2208222 w 3856038"/>
                            <a:gd name="T17" fmla="*/ 3063251 h 3319463"/>
                            <a:gd name="T18" fmla="*/ 2159673 w 3856038"/>
                            <a:gd name="T19" fmla="*/ 3086101 h 3319463"/>
                            <a:gd name="T20" fmla="*/ 1703060 w 3856038"/>
                            <a:gd name="T21" fmla="*/ 3067694 h 3319463"/>
                            <a:gd name="T22" fmla="*/ 1684338 w 3856038"/>
                            <a:gd name="T23" fmla="*/ 1620838 h 3319463"/>
                            <a:gd name="T24" fmla="*/ 1517659 w 3856038"/>
                            <a:gd name="T25" fmla="*/ 3063249 h 3319463"/>
                            <a:gd name="T26" fmla="*/ 1469110 w 3856038"/>
                            <a:gd name="T27" fmla="*/ 3086100 h 3319463"/>
                            <a:gd name="T28" fmla="*/ 1012179 w 3856038"/>
                            <a:gd name="T29" fmla="*/ 3067693 h 3319463"/>
                            <a:gd name="T30" fmla="*/ 993775 w 3856038"/>
                            <a:gd name="T31" fmla="*/ 2030516 h 3319463"/>
                            <a:gd name="T32" fmla="*/ 2903512 w 3856038"/>
                            <a:gd name="T33" fmla="*/ 3058483 h 3319463"/>
                            <a:gd name="T34" fmla="*/ 2858002 w 3856038"/>
                            <a:gd name="T35" fmla="*/ 3085784 h 3319463"/>
                            <a:gd name="T36" fmla="*/ 2397814 w 3856038"/>
                            <a:gd name="T37" fmla="*/ 3071816 h 3319463"/>
                            <a:gd name="T38" fmla="*/ 2374900 w 3856038"/>
                            <a:gd name="T39" fmla="*/ 3023247 h 3319463"/>
                            <a:gd name="T40" fmla="*/ 3393565 w 3856038"/>
                            <a:gd name="T41" fmla="*/ 829618 h 3319463"/>
                            <a:gd name="T42" fmla="*/ 3441797 w 3856038"/>
                            <a:gd name="T43" fmla="*/ 916284 h 3319463"/>
                            <a:gd name="T44" fmla="*/ 3518904 w 3856038"/>
                            <a:gd name="T45" fmla="*/ 976601 h 3319463"/>
                            <a:gd name="T46" fmla="*/ 3605213 w 3856038"/>
                            <a:gd name="T47" fmla="*/ 3023244 h 3319463"/>
                            <a:gd name="T48" fmla="*/ 3582367 w 3856038"/>
                            <a:gd name="T49" fmla="*/ 3071815 h 3319463"/>
                            <a:gd name="T50" fmla="*/ 3123532 w 3856038"/>
                            <a:gd name="T51" fmla="*/ 3085783 h 3319463"/>
                            <a:gd name="T52" fmla="*/ 3077839 w 3856038"/>
                            <a:gd name="T53" fmla="*/ 3058481 h 3319463"/>
                            <a:gd name="T54" fmla="*/ 3032368 w 3856038"/>
                            <a:gd name="T55" fmla="*/ 0 h 3319463"/>
                            <a:gd name="T56" fmla="*/ 3669057 w 3856038"/>
                            <a:gd name="T57" fmla="*/ 6984 h 3319463"/>
                            <a:gd name="T58" fmla="*/ 3714445 w 3856038"/>
                            <a:gd name="T59" fmla="*/ 35552 h 3319463"/>
                            <a:gd name="T60" fmla="*/ 3742692 w 3856038"/>
                            <a:gd name="T61" fmla="*/ 80308 h 3319463"/>
                            <a:gd name="T62" fmla="*/ 3749358 w 3856038"/>
                            <a:gd name="T63" fmla="*/ 717377 h 3319463"/>
                            <a:gd name="T64" fmla="*/ 3735075 w 3856038"/>
                            <a:gd name="T65" fmla="*/ 769117 h 3319463"/>
                            <a:gd name="T66" fmla="*/ 3700797 w 3856038"/>
                            <a:gd name="T67" fmla="*/ 808795 h 3319463"/>
                            <a:gd name="T68" fmla="*/ 3652870 w 3856038"/>
                            <a:gd name="T69" fmla="*/ 830698 h 3319463"/>
                            <a:gd name="T70" fmla="*/ 3597644 w 3856038"/>
                            <a:gd name="T71" fmla="*/ 829110 h 3319463"/>
                            <a:gd name="T72" fmla="*/ 3550670 w 3856038"/>
                            <a:gd name="T73" fmla="*/ 804986 h 3319463"/>
                            <a:gd name="T74" fmla="*/ 3518296 w 3856038"/>
                            <a:gd name="T75" fmla="*/ 764039 h 3319463"/>
                            <a:gd name="T76" fmla="*/ 3506552 w 3856038"/>
                            <a:gd name="T77" fmla="*/ 711346 h 3319463"/>
                            <a:gd name="T78" fmla="*/ 2155095 w 3856038"/>
                            <a:gd name="T79" fmla="*/ 1756621 h 3319463"/>
                            <a:gd name="T80" fmla="*/ 2103678 w 3856038"/>
                            <a:gd name="T81" fmla="*/ 1768049 h 3319463"/>
                            <a:gd name="T82" fmla="*/ 2052577 w 3856038"/>
                            <a:gd name="T83" fmla="*/ 1756621 h 3319463"/>
                            <a:gd name="T84" fmla="*/ 207257 w 3856038"/>
                            <a:gd name="T85" fmla="*/ 2594619 h 3319463"/>
                            <a:gd name="T86" fmla="*/ 161553 w 3856038"/>
                            <a:gd name="T87" fmla="*/ 2623505 h 3319463"/>
                            <a:gd name="T88" fmla="*/ 109818 w 3856038"/>
                            <a:gd name="T89" fmla="*/ 2629853 h 3319463"/>
                            <a:gd name="T90" fmla="*/ 59670 w 3856038"/>
                            <a:gd name="T91" fmla="*/ 2613665 h 3319463"/>
                            <a:gd name="T92" fmla="*/ 19996 w 3856038"/>
                            <a:gd name="T93" fmla="*/ 2575574 h 3319463"/>
                            <a:gd name="T94" fmla="*/ 952 w 3856038"/>
                            <a:gd name="T95" fmla="*/ 2526056 h 3319463"/>
                            <a:gd name="T96" fmla="*/ 5078 w 3856038"/>
                            <a:gd name="T97" fmla="*/ 2473998 h 3319463"/>
                            <a:gd name="T98" fmla="*/ 31105 w 3856038"/>
                            <a:gd name="T99" fmla="*/ 2427337 h 3319463"/>
                            <a:gd name="T100" fmla="*/ 1492697 w 3856038"/>
                            <a:gd name="T101" fmla="*/ 975760 h 3319463"/>
                            <a:gd name="T102" fmla="*/ 1543797 w 3856038"/>
                            <a:gd name="T103" fmla="*/ 964333 h 3319463"/>
                            <a:gd name="T104" fmla="*/ 1595215 w 3856038"/>
                            <a:gd name="T105" fmla="*/ 975760 h 3319463"/>
                            <a:gd name="T106" fmla="*/ 3334526 w 3856038"/>
                            <a:gd name="T107" fmla="*/ 243464 h 3319463"/>
                            <a:gd name="T108" fmla="*/ 2991107 w 3856038"/>
                            <a:gd name="T109" fmla="*/ 233624 h 3319463"/>
                            <a:gd name="T110" fmla="*/ 2948576 w 3856038"/>
                            <a:gd name="T111" fmla="*/ 203151 h 3319463"/>
                            <a:gd name="T112" fmla="*/ 2922550 w 3856038"/>
                            <a:gd name="T113" fmla="*/ 157760 h 3319463"/>
                            <a:gd name="T114" fmla="*/ 2918424 w 3856038"/>
                            <a:gd name="T115" fmla="*/ 102845 h 3319463"/>
                            <a:gd name="T116" fmla="*/ 2937468 w 3856038"/>
                            <a:gd name="T117" fmla="*/ 53645 h 3319463"/>
                            <a:gd name="T118" fmla="*/ 2975555 w 3856038"/>
                            <a:gd name="T119" fmla="*/ 17459 h 3319463"/>
                            <a:gd name="T120" fmla="*/ 3026338 w 3856038"/>
                            <a:gd name="T121" fmla="*/ 318 h 33194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856038" h="3319463">
                              <a:moveTo>
                                <a:pt x="50800" y="3187700"/>
                              </a:moveTo>
                              <a:lnTo>
                                <a:pt x="3856038" y="3187700"/>
                              </a:lnTo>
                              <a:lnTo>
                                <a:pt x="3856038" y="3319463"/>
                              </a:lnTo>
                              <a:lnTo>
                                <a:pt x="50800" y="3319463"/>
                              </a:lnTo>
                              <a:lnTo>
                                <a:pt x="50800" y="3187700"/>
                              </a:lnTo>
                              <a:close/>
                              <a:moveTo>
                                <a:pt x="839788" y="2182813"/>
                              </a:moveTo>
                              <a:lnTo>
                                <a:pt x="839788" y="3023236"/>
                              </a:lnTo>
                              <a:lnTo>
                                <a:pt x="839471" y="3029586"/>
                              </a:lnTo>
                              <a:lnTo>
                                <a:pt x="838518" y="3035936"/>
                              </a:lnTo>
                              <a:lnTo>
                                <a:pt x="837248" y="3041969"/>
                              </a:lnTo>
                              <a:lnTo>
                                <a:pt x="834708" y="3047684"/>
                              </a:lnTo>
                              <a:lnTo>
                                <a:pt x="832486" y="3053399"/>
                              </a:lnTo>
                              <a:lnTo>
                                <a:pt x="829311" y="3058479"/>
                              </a:lnTo>
                              <a:lnTo>
                                <a:pt x="825501" y="3063241"/>
                              </a:lnTo>
                              <a:lnTo>
                                <a:pt x="821373" y="3067686"/>
                              </a:lnTo>
                              <a:lnTo>
                                <a:pt x="816928" y="3071814"/>
                              </a:lnTo>
                              <a:lnTo>
                                <a:pt x="812166" y="3075306"/>
                              </a:lnTo>
                              <a:lnTo>
                                <a:pt x="807086" y="3078481"/>
                              </a:lnTo>
                              <a:lnTo>
                                <a:pt x="801688" y="3081339"/>
                              </a:lnTo>
                              <a:lnTo>
                                <a:pt x="795656" y="3083244"/>
                              </a:lnTo>
                              <a:lnTo>
                                <a:pt x="789623" y="3084831"/>
                              </a:lnTo>
                              <a:lnTo>
                                <a:pt x="783591" y="3085784"/>
                              </a:lnTo>
                              <a:lnTo>
                                <a:pt x="777241" y="3086101"/>
                              </a:lnTo>
                              <a:lnTo>
                                <a:pt x="364173" y="3086101"/>
                              </a:lnTo>
                              <a:lnTo>
                                <a:pt x="357823" y="3085784"/>
                              </a:lnTo>
                              <a:lnTo>
                                <a:pt x="351473" y="3084831"/>
                              </a:lnTo>
                              <a:lnTo>
                                <a:pt x="345758" y="3083244"/>
                              </a:lnTo>
                              <a:lnTo>
                                <a:pt x="339725" y="3081339"/>
                              </a:lnTo>
                              <a:lnTo>
                                <a:pt x="334328" y="3078481"/>
                              </a:lnTo>
                              <a:lnTo>
                                <a:pt x="329248" y="3075306"/>
                              </a:lnTo>
                              <a:lnTo>
                                <a:pt x="324485" y="3071814"/>
                              </a:lnTo>
                              <a:lnTo>
                                <a:pt x="320040" y="3067686"/>
                              </a:lnTo>
                              <a:lnTo>
                                <a:pt x="315595" y="3063241"/>
                              </a:lnTo>
                              <a:lnTo>
                                <a:pt x="312103" y="3058479"/>
                              </a:lnTo>
                              <a:lnTo>
                                <a:pt x="308928" y="3053399"/>
                              </a:lnTo>
                              <a:lnTo>
                                <a:pt x="306705" y="3047684"/>
                              </a:lnTo>
                              <a:lnTo>
                                <a:pt x="304165" y="3041969"/>
                              </a:lnTo>
                              <a:lnTo>
                                <a:pt x="302578" y="3035936"/>
                              </a:lnTo>
                              <a:lnTo>
                                <a:pt x="301943" y="3029586"/>
                              </a:lnTo>
                              <a:lnTo>
                                <a:pt x="301625" y="3023236"/>
                              </a:lnTo>
                              <a:lnTo>
                                <a:pt x="301625" y="2721293"/>
                              </a:lnTo>
                              <a:lnTo>
                                <a:pt x="839788" y="2182813"/>
                              </a:lnTo>
                              <a:close/>
                              <a:moveTo>
                                <a:pt x="1684338" y="1620838"/>
                              </a:moveTo>
                              <a:lnTo>
                                <a:pt x="1929304" y="1865842"/>
                              </a:lnTo>
                              <a:lnTo>
                                <a:pt x="1938189" y="1874411"/>
                              </a:lnTo>
                              <a:lnTo>
                                <a:pt x="1947708" y="1882345"/>
                              </a:lnTo>
                              <a:lnTo>
                                <a:pt x="1957227" y="1889644"/>
                              </a:lnTo>
                              <a:lnTo>
                                <a:pt x="1967064" y="1896944"/>
                              </a:lnTo>
                              <a:lnTo>
                                <a:pt x="1977218" y="1903291"/>
                              </a:lnTo>
                              <a:lnTo>
                                <a:pt x="1987690" y="1909003"/>
                              </a:lnTo>
                              <a:lnTo>
                                <a:pt x="1998478" y="1914716"/>
                              </a:lnTo>
                              <a:lnTo>
                                <a:pt x="2009267" y="1919476"/>
                              </a:lnTo>
                              <a:lnTo>
                                <a:pt x="2020690" y="1923602"/>
                              </a:lnTo>
                              <a:lnTo>
                                <a:pt x="2032113" y="1927728"/>
                              </a:lnTo>
                              <a:lnTo>
                                <a:pt x="2043537" y="1930901"/>
                              </a:lnTo>
                              <a:lnTo>
                                <a:pt x="2055277" y="1933440"/>
                              </a:lnTo>
                              <a:lnTo>
                                <a:pt x="2067335" y="1935344"/>
                              </a:lnTo>
                              <a:lnTo>
                                <a:pt x="2079393" y="1936931"/>
                              </a:lnTo>
                              <a:lnTo>
                                <a:pt x="2091768" y="1937883"/>
                              </a:lnTo>
                              <a:lnTo>
                                <a:pt x="2103826" y="1938201"/>
                              </a:lnTo>
                              <a:lnTo>
                                <a:pt x="2111759" y="1937883"/>
                              </a:lnTo>
                              <a:lnTo>
                                <a:pt x="2119692" y="1937566"/>
                              </a:lnTo>
                              <a:lnTo>
                                <a:pt x="2127625" y="1936931"/>
                              </a:lnTo>
                              <a:lnTo>
                                <a:pt x="2135240" y="1935979"/>
                              </a:lnTo>
                              <a:lnTo>
                                <a:pt x="2142856" y="1934710"/>
                              </a:lnTo>
                              <a:lnTo>
                                <a:pt x="2150788" y="1933440"/>
                              </a:lnTo>
                              <a:lnTo>
                                <a:pt x="2158404" y="1931536"/>
                              </a:lnTo>
                              <a:lnTo>
                                <a:pt x="2165702" y="1929949"/>
                              </a:lnTo>
                              <a:lnTo>
                                <a:pt x="2173318" y="1927728"/>
                              </a:lnTo>
                              <a:lnTo>
                                <a:pt x="2180299" y="1925189"/>
                              </a:lnTo>
                              <a:lnTo>
                                <a:pt x="2194895" y="1919794"/>
                              </a:lnTo>
                              <a:lnTo>
                                <a:pt x="2209174" y="1913446"/>
                              </a:lnTo>
                              <a:lnTo>
                                <a:pt x="2222501" y="1906782"/>
                              </a:lnTo>
                              <a:lnTo>
                                <a:pt x="2222501" y="3023263"/>
                              </a:lnTo>
                              <a:lnTo>
                                <a:pt x="2222501" y="3029611"/>
                              </a:lnTo>
                              <a:lnTo>
                                <a:pt x="2221232" y="3035958"/>
                              </a:lnTo>
                              <a:lnTo>
                                <a:pt x="2219645" y="3041988"/>
                              </a:lnTo>
                              <a:lnTo>
                                <a:pt x="2217742" y="3047700"/>
                              </a:lnTo>
                              <a:lnTo>
                                <a:pt x="2214886" y="3053413"/>
                              </a:lnTo>
                              <a:lnTo>
                                <a:pt x="2211713" y="3058491"/>
                              </a:lnTo>
                              <a:lnTo>
                                <a:pt x="2208222" y="3063251"/>
                              </a:lnTo>
                              <a:lnTo>
                                <a:pt x="2204414" y="3067694"/>
                              </a:lnTo>
                              <a:lnTo>
                                <a:pt x="2199655" y="3071820"/>
                              </a:lnTo>
                              <a:lnTo>
                                <a:pt x="2194895" y="3075311"/>
                              </a:lnTo>
                              <a:lnTo>
                                <a:pt x="2189818" y="3078484"/>
                              </a:lnTo>
                              <a:lnTo>
                                <a:pt x="2184424" y="3081341"/>
                              </a:lnTo>
                              <a:lnTo>
                                <a:pt x="2178712" y="3083245"/>
                              </a:lnTo>
                              <a:lnTo>
                                <a:pt x="2172366" y="3084832"/>
                              </a:lnTo>
                              <a:lnTo>
                                <a:pt x="2166654" y="3085784"/>
                              </a:lnTo>
                              <a:lnTo>
                                <a:pt x="2159673" y="3086101"/>
                              </a:lnTo>
                              <a:lnTo>
                                <a:pt x="1747166" y="3086101"/>
                              </a:lnTo>
                              <a:lnTo>
                                <a:pt x="1740820" y="3085784"/>
                              </a:lnTo>
                              <a:lnTo>
                                <a:pt x="1734474" y="3084832"/>
                              </a:lnTo>
                              <a:lnTo>
                                <a:pt x="1728445" y="3083245"/>
                              </a:lnTo>
                              <a:lnTo>
                                <a:pt x="1723050" y="3081341"/>
                              </a:lnTo>
                              <a:lnTo>
                                <a:pt x="1717656" y="3078484"/>
                              </a:lnTo>
                              <a:lnTo>
                                <a:pt x="1712579" y="3075311"/>
                              </a:lnTo>
                              <a:lnTo>
                                <a:pt x="1707185" y="3071820"/>
                              </a:lnTo>
                              <a:lnTo>
                                <a:pt x="1703060" y="3067694"/>
                              </a:lnTo>
                              <a:lnTo>
                                <a:pt x="1698935" y="3063251"/>
                              </a:lnTo>
                              <a:lnTo>
                                <a:pt x="1695444" y="3058491"/>
                              </a:lnTo>
                              <a:lnTo>
                                <a:pt x="1692271" y="3053413"/>
                              </a:lnTo>
                              <a:lnTo>
                                <a:pt x="1689415" y="3047700"/>
                              </a:lnTo>
                              <a:lnTo>
                                <a:pt x="1687511" y="3041988"/>
                              </a:lnTo>
                              <a:lnTo>
                                <a:pt x="1685925" y="3035958"/>
                              </a:lnTo>
                              <a:lnTo>
                                <a:pt x="1684973" y="3029611"/>
                              </a:lnTo>
                              <a:lnTo>
                                <a:pt x="1684338" y="3023263"/>
                              </a:lnTo>
                              <a:lnTo>
                                <a:pt x="1684338" y="1620838"/>
                              </a:lnTo>
                              <a:close/>
                              <a:moveTo>
                                <a:pt x="1531938" y="1492251"/>
                              </a:moveTo>
                              <a:lnTo>
                                <a:pt x="1531938" y="3023260"/>
                              </a:lnTo>
                              <a:lnTo>
                                <a:pt x="1531304" y="3029608"/>
                              </a:lnTo>
                              <a:lnTo>
                                <a:pt x="1530669" y="3035955"/>
                              </a:lnTo>
                              <a:lnTo>
                                <a:pt x="1529082" y="3041985"/>
                              </a:lnTo>
                              <a:lnTo>
                                <a:pt x="1527178" y="3047698"/>
                              </a:lnTo>
                              <a:lnTo>
                                <a:pt x="1524323" y="3053411"/>
                              </a:lnTo>
                              <a:lnTo>
                                <a:pt x="1521150" y="3058489"/>
                              </a:lnTo>
                              <a:lnTo>
                                <a:pt x="1517659" y="3063249"/>
                              </a:lnTo>
                              <a:lnTo>
                                <a:pt x="1513217" y="3067693"/>
                              </a:lnTo>
                              <a:lnTo>
                                <a:pt x="1509092" y="3071818"/>
                              </a:lnTo>
                              <a:lnTo>
                                <a:pt x="1504332" y="3075309"/>
                              </a:lnTo>
                              <a:lnTo>
                                <a:pt x="1498938" y="3078483"/>
                              </a:lnTo>
                              <a:lnTo>
                                <a:pt x="1493543" y="3081340"/>
                              </a:lnTo>
                              <a:lnTo>
                                <a:pt x="1487514" y="3083244"/>
                              </a:lnTo>
                              <a:lnTo>
                                <a:pt x="1481803" y="3084831"/>
                              </a:lnTo>
                              <a:lnTo>
                                <a:pt x="1475456" y="3085783"/>
                              </a:lnTo>
                              <a:lnTo>
                                <a:pt x="1469110" y="3086100"/>
                              </a:lnTo>
                              <a:lnTo>
                                <a:pt x="1056286" y="3086100"/>
                              </a:lnTo>
                              <a:lnTo>
                                <a:pt x="1050257" y="3085783"/>
                              </a:lnTo>
                              <a:lnTo>
                                <a:pt x="1043911" y="3084831"/>
                              </a:lnTo>
                              <a:lnTo>
                                <a:pt x="1037882" y="3083244"/>
                              </a:lnTo>
                              <a:lnTo>
                                <a:pt x="1031853" y="3081340"/>
                              </a:lnTo>
                              <a:lnTo>
                                <a:pt x="1026776" y="3078483"/>
                              </a:lnTo>
                              <a:lnTo>
                                <a:pt x="1021381" y="3075309"/>
                              </a:lnTo>
                              <a:lnTo>
                                <a:pt x="1016622" y="3071818"/>
                              </a:lnTo>
                              <a:lnTo>
                                <a:pt x="1012179" y="3067693"/>
                              </a:lnTo>
                              <a:lnTo>
                                <a:pt x="1008372" y="3063249"/>
                              </a:lnTo>
                              <a:lnTo>
                                <a:pt x="1004246" y="3058489"/>
                              </a:lnTo>
                              <a:lnTo>
                                <a:pt x="1001391" y="3053411"/>
                              </a:lnTo>
                              <a:lnTo>
                                <a:pt x="998852" y="3047698"/>
                              </a:lnTo>
                              <a:lnTo>
                                <a:pt x="996631" y="3041985"/>
                              </a:lnTo>
                              <a:lnTo>
                                <a:pt x="995044" y="3035955"/>
                              </a:lnTo>
                              <a:lnTo>
                                <a:pt x="994092" y="3029608"/>
                              </a:lnTo>
                              <a:lnTo>
                                <a:pt x="993775" y="3023260"/>
                              </a:lnTo>
                              <a:lnTo>
                                <a:pt x="993775" y="2030516"/>
                              </a:lnTo>
                              <a:lnTo>
                                <a:pt x="1531938" y="1492251"/>
                              </a:lnTo>
                              <a:close/>
                              <a:moveTo>
                                <a:pt x="2914650" y="1230313"/>
                              </a:moveTo>
                              <a:lnTo>
                                <a:pt x="2914650" y="3023247"/>
                              </a:lnTo>
                              <a:lnTo>
                                <a:pt x="2914014" y="3029596"/>
                              </a:lnTo>
                              <a:lnTo>
                                <a:pt x="2913059" y="3035945"/>
                              </a:lnTo>
                              <a:lnTo>
                                <a:pt x="2911468" y="3041976"/>
                              </a:lnTo>
                              <a:lnTo>
                                <a:pt x="2909240" y="3047690"/>
                              </a:lnTo>
                              <a:lnTo>
                                <a:pt x="2906694" y="3053404"/>
                              </a:lnTo>
                              <a:lnTo>
                                <a:pt x="2903512" y="3058483"/>
                              </a:lnTo>
                              <a:lnTo>
                                <a:pt x="2900011" y="3063245"/>
                              </a:lnTo>
                              <a:lnTo>
                                <a:pt x="2895874" y="3067689"/>
                              </a:lnTo>
                              <a:lnTo>
                                <a:pt x="2891736" y="3071816"/>
                              </a:lnTo>
                              <a:lnTo>
                                <a:pt x="2886326" y="3075308"/>
                              </a:lnTo>
                              <a:lnTo>
                                <a:pt x="2881234" y="3078482"/>
                              </a:lnTo>
                              <a:lnTo>
                                <a:pt x="2875824" y="3081340"/>
                              </a:lnTo>
                              <a:lnTo>
                                <a:pt x="2870414" y="3083244"/>
                              </a:lnTo>
                              <a:lnTo>
                                <a:pt x="2864367" y="3084831"/>
                              </a:lnTo>
                              <a:lnTo>
                                <a:pt x="2858002" y="3085784"/>
                              </a:lnTo>
                              <a:lnTo>
                                <a:pt x="2851637" y="3086101"/>
                              </a:lnTo>
                              <a:lnTo>
                                <a:pt x="2437914" y="3086101"/>
                              </a:lnTo>
                              <a:lnTo>
                                <a:pt x="2430912" y="3085784"/>
                              </a:lnTo>
                              <a:lnTo>
                                <a:pt x="2425184" y="3084831"/>
                              </a:lnTo>
                              <a:lnTo>
                                <a:pt x="2418819" y="3083244"/>
                              </a:lnTo>
                              <a:lnTo>
                                <a:pt x="2413090" y="3081340"/>
                              </a:lnTo>
                              <a:lnTo>
                                <a:pt x="2407680" y="3078482"/>
                              </a:lnTo>
                              <a:lnTo>
                                <a:pt x="2402588" y="3075308"/>
                              </a:lnTo>
                              <a:lnTo>
                                <a:pt x="2397814" y="3071816"/>
                              </a:lnTo>
                              <a:lnTo>
                                <a:pt x="2393040" y="3067689"/>
                              </a:lnTo>
                              <a:lnTo>
                                <a:pt x="2389221" y="3063245"/>
                              </a:lnTo>
                              <a:lnTo>
                                <a:pt x="2385721" y="3058483"/>
                              </a:lnTo>
                              <a:lnTo>
                                <a:pt x="2382538" y="3053404"/>
                              </a:lnTo>
                              <a:lnTo>
                                <a:pt x="2379674" y="3047690"/>
                              </a:lnTo>
                              <a:lnTo>
                                <a:pt x="2377764" y="3041976"/>
                              </a:lnTo>
                              <a:lnTo>
                                <a:pt x="2376173" y="3035945"/>
                              </a:lnTo>
                              <a:lnTo>
                                <a:pt x="2374900" y="3029596"/>
                              </a:lnTo>
                              <a:lnTo>
                                <a:pt x="2374900" y="3023247"/>
                              </a:lnTo>
                              <a:lnTo>
                                <a:pt x="2374900" y="1768701"/>
                              </a:lnTo>
                              <a:lnTo>
                                <a:pt x="2914650" y="1230313"/>
                              </a:lnTo>
                              <a:close/>
                              <a:moveTo>
                                <a:pt x="3382142" y="762000"/>
                              </a:moveTo>
                              <a:lnTo>
                                <a:pt x="3382777" y="774063"/>
                              </a:lnTo>
                              <a:lnTo>
                                <a:pt x="3384046" y="785492"/>
                              </a:lnTo>
                              <a:lnTo>
                                <a:pt x="3385633" y="796920"/>
                              </a:lnTo>
                              <a:lnTo>
                                <a:pt x="3387536" y="808031"/>
                              </a:lnTo>
                              <a:lnTo>
                                <a:pt x="3390392" y="818825"/>
                              </a:lnTo>
                              <a:lnTo>
                                <a:pt x="3393565" y="829618"/>
                              </a:lnTo>
                              <a:lnTo>
                                <a:pt x="3397056" y="840094"/>
                              </a:lnTo>
                              <a:lnTo>
                                <a:pt x="3401181" y="850888"/>
                              </a:lnTo>
                              <a:lnTo>
                                <a:pt x="3405623" y="860729"/>
                              </a:lnTo>
                              <a:lnTo>
                                <a:pt x="3410383" y="870570"/>
                              </a:lnTo>
                              <a:lnTo>
                                <a:pt x="3416095" y="880411"/>
                              </a:lnTo>
                              <a:lnTo>
                                <a:pt x="3421806" y="889935"/>
                              </a:lnTo>
                              <a:lnTo>
                                <a:pt x="3427835" y="899141"/>
                              </a:lnTo>
                              <a:lnTo>
                                <a:pt x="3434499" y="907713"/>
                              </a:lnTo>
                              <a:lnTo>
                                <a:pt x="3441797" y="916284"/>
                              </a:lnTo>
                              <a:lnTo>
                                <a:pt x="3448778" y="924220"/>
                              </a:lnTo>
                              <a:lnTo>
                                <a:pt x="3456711" y="932157"/>
                              </a:lnTo>
                              <a:lnTo>
                                <a:pt x="3464644" y="939776"/>
                              </a:lnTo>
                              <a:lnTo>
                                <a:pt x="3472894" y="946760"/>
                              </a:lnTo>
                              <a:lnTo>
                                <a:pt x="3481461" y="953426"/>
                              </a:lnTo>
                              <a:lnTo>
                                <a:pt x="3490663" y="960093"/>
                              </a:lnTo>
                              <a:lnTo>
                                <a:pt x="3499548" y="966125"/>
                              </a:lnTo>
                              <a:lnTo>
                                <a:pt x="3509067" y="971521"/>
                              </a:lnTo>
                              <a:lnTo>
                                <a:pt x="3518904" y="976601"/>
                              </a:lnTo>
                              <a:lnTo>
                                <a:pt x="3529058" y="981363"/>
                              </a:lnTo>
                              <a:lnTo>
                                <a:pt x="3539529" y="985807"/>
                              </a:lnTo>
                              <a:lnTo>
                                <a:pt x="3549683" y="989616"/>
                              </a:lnTo>
                              <a:lnTo>
                                <a:pt x="3560155" y="992791"/>
                              </a:lnTo>
                              <a:lnTo>
                                <a:pt x="3571261" y="995966"/>
                              </a:lnTo>
                              <a:lnTo>
                                <a:pt x="3582367" y="998505"/>
                              </a:lnTo>
                              <a:lnTo>
                                <a:pt x="3593790" y="1000093"/>
                              </a:lnTo>
                              <a:lnTo>
                                <a:pt x="3605213" y="1001680"/>
                              </a:lnTo>
                              <a:lnTo>
                                <a:pt x="3605213" y="3023244"/>
                              </a:lnTo>
                              <a:lnTo>
                                <a:pt x="3604896" y="3029593"/>
                              </a:lnTo>
                              <a:lnTo>
                                <a:pt x="3603944" y="3035942"/>
                              </a:lnTo>
                              <a:lnTo>
                                <a:pt x="3602357" y="3041974"/>
                              </a:lnTo>
                              <a:lnTo>
                                <a:pt x="3600136" y="3047688"/>
                              </a:lnTo>
                              <a:lnTo>
                                <a:pt x="3597598" y="3053402"/>
                              </a:lnTo>
                              <a:lnTo>
                                <a:pt x="3594425" y="3058481"/>
                              </a:lnTo>
                              <a:lnTo>
                                <a:pt x="3590617" y="3063243"/>
                              </a:lnTo>
                              <a:lnTo>
                                <a:pt x="3586809" y="3067688"/>
                              </a:lnTo>
                              <a:lnTo>
                                <a:pt x="3582367" y="3071815"/>
                              </a:lnTo>
                              <a:lnTo>
                                <a:pt x="3577607" y="3075307"/>
                              </a:lnTo>
                              <a:lnTo>
                                <a:pt x="3572213" y="3078481"/>
                              </a:lnTo>
                              <a:lnTo>
                                <a:pt x="3567136" y="3081338"/>
                              </a:lnTo>
                              <a:lnTo>
                                <a:pt x="3561107" y="3083243"/>
                              </a:lnTo>
                              <a:lnTo>
                                <a:pt x="3555078" y="3084830"/>
                              </a:lnTo>
                              <a:lnTo>
                                <a:pt x="3548732" y="3085783"/>
                              </a:lnTo>
                              <a:lnTo>
                                <a:pt x="3542703" y="3086100"/>
                              </a:lnTo>
                              <a:lnTo>
                                <a:pt x="3129878" y="3086100"/>
                              </a:lnTo>
                              <a:lnTo>
                                <a:pt x="3123532" y="3085783"/>
                              </a:lnTo>
                              <a:lnTo>
                                <a:pt x="3117186" y="3084830"/>
                              </a:lnTo>
                              <a:lnTo>
                                <a:pt x="3111474" y="3083243"/>
                              </a:lnTo>
                              <a:lnTo>
                                <a:pt x="3105445" y="3081338"/>
                              </a:lnTo>
                              <a:lnTo>
                                <a:pt x="3099733" y="3078481"/>
                              </a:lnTo>
                              <a:lnTo>
                                <a:pt x="3094656" y="3075307"/>
                              </a:lnTo>
                              <a:lnTo>
                                <a:pt x="3089897" y="3071815"/>
                              </a:lnTo>
                              <a:lnTo>
                                <a:pt x="3085454" y="3067688"/>
                              </a:lnTo>
                              <a:lnTo>
                                <a:pt x="3081329" y="3063243"/>
                              </a:lnTo>
                              <a:lnTo>
                                <a:pt x="3077839" y="3058481"/>
                              </a:lnTo>
                              <a:lnTo>
                                <a:pt x="3074666" y="3053402"/>
                              </a:lnTo>
                              <a:lnTo>
                                <a:pt x="3071810" y="3047688"/>
                              </a:lnTo>
                              <a:lnTo>
                                <a:pt x="3069906" y="3041974"/>
                              </a:lnTo>
                              <a:lnTo>
                                <a:pt x="3068320" y="3035942"/>
                              </a:lnTo>
                              <a:lnTo>
                                <a:pt x="3067685" y="3029593"/>
                              </a:lnTo>
                              <a:lnTo>
                                <a:pt x="3067050" y="3023244"/>
                              </a:lnTo>
                              <a:lnTo>
                                <a:pt x="3067050" y="1077552"/>
                              </a:lnTo>
                              <a:lnTo>
                                <a:pt x="3382142" y="762000"/>
                              </a:lnTo>
                              <a:close/>
                              <a:moveTo>
                                <a:pt x="3032368" y="0"/>
                              </a:moveTo>
                              <a:lnTo>
                                <a:pt x="3038399" y="0"/>
                              </a:lnTo>
                              <a:lnTo>
                                <a:pt x="3628114" y="0"/>
                              </a:lnTo>
                              <a:lnTo>
                                <a:pt x="3634144" y="0"/>
                              </a:lnTo>
                              <a:lnTo>
                                <a:pt x="3640175" y="318"/>
                              </a:lnTo>
                              <a:lnTo>
                                <a:pt x="3646205" y="1270"/>
                              </a:lnTo>
                              <a:lnTo>
                                <a:pt x="3651918" y="2222"/>
                              </a:lnTo>
                              <a:lnTo>
                                <a:pt x="3657631" y="3492"/>
                              </a:lnTo>
                              <a:lnTo>
                                <a:pt x="3663344" y="5079"/>
                              </a:lnTo>
                              <a:lnTo>
                                <a:pt x="3669057" y="6984"/>
                              </a:lnTo>
                              <a:lnTo>
                                <a:pt x="3674453" y="9206"/>
                              </a:lnTo>
                              <a:lnTo>
                                <a:pt x="3680166" y="11428"/>
                              </a:lnTo>
                              <a:lnTo>
                                <a:pt x="3685562" y="14284"/>
                              </a:lnTo>
                              <a:lnTo>
                                <a:pt x="3690640" y="17459"/>
                              </a:lnTo>
                              <a:lnTo>
                                <a:pt x="3695718" y="20633"/>
                              </a:lnTo>
                              <a:lnTo>
                                <a:pt x="3700479" y="23807"/>
                              </a:lnTo>
                              <a:lnTo>
                                <a:pt x="3705240" y="27616"/>
                              </a:lnTo>
                              <a:lnTo>
                                <a:pt x="3710001" y="31425"/>
                              </a:lnTo>
                              <a:lnTo>
                                <a:pt x="3714445" y="35552"/>
                              </a:lnTo>
                              <a:lnTo>
                                <a:pt x="3718253" y="39678"/>
                              </a:lnTo>
                              <a:lnTo>
                                <a:pt x="3722062" y="44440"/>
                              </a:lnTo>
                              <a:lnTo>
                                <a:pt x="3725871" y="49201"/>
                              </a:lnTo>
                              <a:lnTo>
                                <a:pt x="3729362" y="53962"/>
                              </a:lnTo>
                              <a:lnTo>
                                <a:pt x="3732536" y="59041"/>
                              </a:lnTo>
                              <a:lnTo>
                                <a:pt x="3735075" y="64437"/>
                              </a:lnTo>
                              <a:lnTo>
                                <a:pt x="3737932" y="69516"/>
                              </a:lnTo>
                              <a:lnTo>
                                <a:pt x="3740471" y="74912"/>
                              </a:lnTo>
                              <a:lnTo>
                                <a:pt x="3742692" y="80308"/>
                              </a:lnTo>
                              <a:lnTo>
                                <a:pt x="3744279" y="86339"/>
                              </a:lnTo>
                              <a:lnTo>
                                <a:pt x="3745866" y="91736"/>
                              </a:lnTo>
                              <a:lnTo>
                                <a:pt x="3747453" y="97767"/>
                              </a:lnTo>
                              <a:lnTo>
                                <a:pt x="3748088" y="103798"/>
                              </a:lnTo>
                              <a:lnTo>
                                <a:pt x="3749040" y="109511"/>
                              </a:lnTo>
                              <a:lnTo>
                                <a:pt x="3749358" y="115542"/>
                              </a:lnTo>
                              <a:lnTo>
                                <a:pt x="3749675" y="121573"/>
                              </a:lnTo>
                              <a:lnTo>
                                <a:pt x="3749675" y="711346"/>
                              </a:lnTo>
                              <a:lnTo>
                                <a:pt x="3749358" y="717377"/>
                              </a:lnTo>
                              <a:lnTo>
                                <a:pt x="3749040" y="723726"/>
                              </a:lnTo>
                              <a:lnTo>
                                <a:pt x="3748088" y="729757"/>
                              </a:lnTo>
                              <a:lnTo>
                                <a:pt x="3747453" y="735788"/>
                              </a:lnTo>
                              <a:lnTo>
                                <a:pt x="3745866" y="741819"/>
                              </a:lnTo>
                              <a:lnTo>
                                <a:pt x="3744279" y="747215"/>
                              </a:lnTo>
                              <a:lnTo>
                                <a:pt x="3742375" y="753246"/>
                              </a:lnTo>
                              <a:lnTo>
                                <a:pt x="3740471" y="758642"/>
                              </a:lnTo>
                              <a:lnTo>
                                <a:pt x="3737614" y="764039"/>
                              </a:lnTo>
                              <a:lnTo>
                                <a:pt x="3735075" y="769117"/>
                              </a:lnTo>
                              <a:lnTo>
                                <a:pt x="3732219" y="774196"/>
                              </a:lnTo>
                              <a:lnTo>
                                <a:pt x="3729045" y="779275"/>
                              </a:lnTo>
                              <a:lnTo>
                                <a:pt x="3725871" y="784036"/>
                              </a:lnTo>
                              <a:lnTo>
                                <a:pt x="3721745" y="788798"/>
                              </a:lnTo>
                              <a:lnTo>
                                <a:pt x="3718253" y="793242"/>
                              </a:lnTo>
                              <a:lnTo>
                                <a:pt x="3714445" y="797368"/>
                              </a:lnTo>
                              <a:lnTo>
                                <a:pt x="3710001" y="801495"/>
                              </a:lnTo>
                              <a:lnTo>
                                <a:pt x="3705558" y="804986"/>
                              </a:lnTo>
                              <a:lnTo>
                                <a:pt x="3700797" y="808795"/>
                              </a:lnTo>
                              <a:lnTo>
                                <a:pt x="3696036" y="811970"/>
                              </a:lnTo>
                              <a:lnTo>
                                <a:pt x="3690958" y="815144"/>
                              </a:lnTo>
                              <a:lnTo>
                                <a:pt x="3685879" y="818318"/>
                              </a:lnTo>
                              <a:lnTo>
                                <a:pt x="3680801" y="820857"/>
                              </a:lnTo>
                              <a:lnTo>
                                <a:pt x="3675405" y="823397"/>
                              </a:lnTo>
                              <a:lnTo>
                                <a:pt x="3669692" y="825301"/>
                              </a:lnTo>
                              <a:lnTo>
                                <a:pt x="3664297" y="827523"/>
                              </a:lnTo>
                              <a:lnTo>
                                <a:pt x="3658583" y="829110"/>
                              </a:lnTo>
                              <a:lnTo>
                                <a:pt x="3652870" y="830698"/>
                              </a:lnTo>
                              <a:lnTo>
                                <a:pt x="3646523" y="831332"/>
                              </a:lnTo>
                              <a:lnTo>
                                <a:pt x="3640492" y="832285"/>
                              </a:lnTo>
                              <a:lnTo>
                                <a:pt x="3634144" y="832919"/>
                              </a:lnTo>
                              <a:lnTo>
                                <a:pt x="3628114" y="832919"/>
                              </a:lnTo>
                              <a:lnTo>
                                <a:pt x="3622083" y="832919"/>
                              </a:lnTo>
                              <a:lnTo>
                                <a:pt x="3615735" y="832285"/>
                              </a:lnTo>
                              <a:lnTo>
                                <a:pt x="3609705" y="831332"/>
                              </a:lnTo>
                              <a:lnTo>
                                <a:pt x="3603675" y="830698"/>
                              </a:lnTo>
                              <a:lnTo>
                                <a:pt x="3597644" y="829110"/>
                              </a:lnTo>
                              <a:lnTo>
                                <a:pt x="3592248" y="827523"/>
                              </a:lnTo>
                              <a:lnTo>
                                <a:pt x="3586218" y="825301"/>
                              </a:lnTo>
                              <a:lnTo>
                                <a:pt x="3580822" y="823397"/>
                              </a:lnTo>
                              <a:lnTo>
                                <a:pt x="3575427" y="820857"/>
                              </a:lnTo>
                              <a:lnTo>
                                <a:pt x="3570031" y="818318"/>
                              </a:lnTo>
                              <a:lnTo>
                                <a:pt x="3565270" y="815144"/>
                              </a:lnTo>
                              <a:lnTo>
                                <a:pt x="3560192" y="811970"/>
                              </a:lnTo>
                              <a:lnTo>
                                <a:pt x="3555431" y="808795"/>
                              </a:lnTo>
                              <a:lnTo>
                                <a:pt x="3550670" y="804986"/>
                              </a:lnTo>
                              <a:lnTo>
                                <a:pt x="3546227" y="801495"/>
                              </a:lnTo>
                              <a:lnTo>
                                <a:pt x="3542100" y="797368"/>
                              </a:lnTo>
                              <a:lnTo>
                                <a:pt x="3537974" y="793242"/>
                              </a:lnTo>
                              <a:lnTo>
                                <a:pt x="3534166" y="788798"/>
                              </a:lnTo>
                              <a:lnTo>
                                <a:pt x="3530674" y="784036"/>
                              </a:lnTo>
                              <a:lnTo>
                                <a:pt x="3527500" y="779275"/>
                              </a:lnTo>
                              <a:lnTo>
                                <a:pt x="3524326" y="774196"/>
                              </a:lnTo>
                              <a:lnTo>
                                <a:pt x="3521153" y="769117"/>
                              </a:lnTo>
                              <a:lnTo>
                                <a:pt x="3518296" y="764039"/>
                              </a:lnTo>
                              <a:lnTo>
                                <a:pt x="3516074" y="758642"/>
                              </a:lnTo>
                              <a:lnTo>
                                <a:pt x="3514170" y="753246"/>
                              </a:lnTo>
                              <a:lnTo>
                                <a:pt x="3511948" y="747215"/>
                              </a:lnTo>
                              <a:lnTo>
                                <a:pt x="3510361" y="741819"/>
                              </a:lnTo>
                              <a:lnTo>
                                <a:pt x="3508774" y="735788"/>
                              </a:lnTo>
                              <a:lnTo>
                                <a:pt x="3508139" y="729757"/>
                              </a:lnTo>
                              <a:lnTo>
                                <a:pt x="3507187" y="723726"/>
                              </a:lnTo>
                              <a:lnTo>
                                <a:pt x="3506552" y="717377"/>
                              </a:lnTo>
                              <a:lnTo>
                                <a:pt x="3506552" y="711346"/>
                              </a:lnTo>
                              <a:lnTo>
                                <a:pt x="3506552" y="415190"/>
                              </a:lnTo>
                              <a:lnTo>
                                <a:pt x="2189691" y="1732180"/>
                              </a:lnTo>
                              <a:lnTo>
                                <a:pt x="2185247" y="1736624"/>
                              </a:lnTo>
                              <a:lnTo>
                                <a:pt x="2180487" y="1740433"/>
                              </a:lnTo>
                              <a:lnTo>
                                <a:pt x="2175726" y="1744242"/>
                              </a:lnTo>
                              <a:lnTo>
                                <a:pt x="2170647" y="1748051"/>
                              </a:lnTo>
                              <a:lnTo>
                                <a:pt x="2165569" y="1750908"/>
                              </a:lnTo>
                              <a:lnTo>
                                <a:pt x="2160491" y="1753765"/>
                              </a:lnTo>
                              <a:lnTo>
                                <a:pt x="2155095" y="1756621"/>
                              </a:lnTo>
                              <a:lnTo>
                                <a:pt x="2149382" y="1758843"/>
                              </a:lnTo>
                              <a:lnTo>
                                <a:pt x="2143986" y="1761065"/>
                              </a:lnTo>
                              <a:lnTo>
                                <a:pt x="2138273" y="1762970"/>
                              </a:lnTo>
                              <a:lnTo>
                                <a:pt x="2132878" y="1764557"/>
                              </a:lnTo>
                              <a:lnTo>
                                <a:pt x="2126847" y="1765509"/>
                              </a:lnTo>
                              <a:lnTo>
                                <a:pt x="2121452" y="1766461"/>
                              </a:lnTo>
                              <a:lnTo>
                                <a:pt x="2115421" y="1767096"/>
                              </a:lnTo>
                              <a:lnTo>
                                <a:pt x="2109708" y="1767731"/>
                              </a:lnTo>
                              <a:lnTo>
                                <a:pt x="2103678" y="1768049"/>
                              </a:lnTo>
                              <a:lnTo>
                                <a:pt x="2098282" y="1767731"/>
                              </a:lnTo>
                              <a:lnTo>
                                <a:pt x="2092252" y="1767096"/>
                              </a:lnTo>
                              <a:lnTo>
                                <a:pt x="2086221" y="1766461"/>
                              </a:lnTo>
                              <a:lnTo>
                                <a:pt x="2080508" y="1765509"/>
                              </a:lnTo>
                              <a:lnTo>
                                <a:pt x="2074795" y="1764557"/>
                              </a:lnTo>
                              <a:lnTo>
                                <a:pt x="2069399" y="1762970"/>
                              </a:lnTo>
                              <a:lnTo>
                                <a:pt x="2063369" y="1761065"/>
                              </a:lnTo>
                              <a:lnTo>
                                <a:pt x="2057973" y="1758843"/>
                              </a:lnTo>
                              <a:lnTo>
                                <a:pt x="2052577" y="1756621"/>
                              </a:lnTo>
                              <a:lnTo>
                                <a:pt x="2047182" y="1753765"/>
                              </a:lnTo>
                              <a:lnTo>
                                <a:pt x="2042104" y="1750908"/>
                              </a:lnTo>
                              <a:lnTo>
                                <a:pt x="2037025" y="1748051"/>
                              </a:lnTo>
                              <a:lnTo>
                                <a:pt x="2031947" y="1744242"/>
                              </a:lnTo>
                              <a:lnTo>
                                <a:pt x="2027186" y="1740433"/>
                              </a:lnTo>
                              <a:lnTo>
                                <a:pt x="2022425" y="1736624"/>
                              </a:lnTo>
                              <a:lnTo>
                                <a:pt x="2017664" y="1732180"/>
                              </a:lnTo>
                              <a:lnTo>
                                <a:pt x="1543797" y="1257949"/>
                              </a:lnTo>
                              <a:lnTo>
                                <a:pt x="207257" y="2594619"/>
                              </a:lnTo>
                              <a:lnTo>
                                <a:pt x="202814" y="2599063"/>
                              </a:lnTo>
                              <a:lnTo>
                                <a:pt x="198053" y="2602872"/>
                              </a:lnTo>
                              <a:lnTo>
                                <a:pt x="193292" y="2606999"/>
                              </a:lnTo>
                              <a:lnTo>
                                <a:pt x="188214" y="2610490"/>
                              </a:lnTo>
                              <a:lnTo>
                                <a:pt x="183136" y="2613665"/>
                              </a:lnTo>
                              <a:lnTo>
                                <a:pt x="178057" y="2616204"/>
                              </a:lnTo>
                              <a:lnTo>
                                <a:pt x="172662" y="2619061"/>
                              </a:lnTo>
                              <a:lnTo>
                                <a:pt x="166949" y="2621600"/>
                              </a:lnTo>
                              <a:lnTo>
                                <a:pt x="161553" y="2623505"/>
                              </a:lnTo>
                              <a:lnTo>
                                <a:pt x="155840" y="2625409"/>
                              </a:lnTo>
                              <a:lnTo>
                                <a:pt x="150444" y="2626996"/>
                              </a:lnTo>
                              <a:lnTo>
                                <a:pt x="144414" y="2628266"/>
                              </a:lnTo>
                              <a:lnTo>
                                <a:pt x="139018" y="2628901"/>
                              </a:lnTo>
                              <a:lnTo>
                                <a:pt x="132988" y="2629853"/>
                              </a:lnTo>
                              <a:lnTo>
                                <a:pt x="127275" y="2630171"/>
                              </a:lnTo>
                              <a:lnTo>
                                <a:pt x="121244" y="2630488"/>
                              </a:lnTo>
                              <a:lnTo>
                                <a:pt x="115214" y="2630171"/>
                              </a:lnTo>
                              <a:lnTo>
                                <a:pt x="109818" y="2629853"/>
                              </a:lnTo>
                              <a:lnTo>
                                <a:pt x="103787" y="2628901"/>
                              </a:lnTo>
                              <a:lnTo>
                                <a:pt x="98074" y="2628266"/>
                              </a:lnTo>
                              <a:lnTo>
                                <a:pt x="92361" y="2626996"/>
                              </a:lnTo>
                              <a:lnTo>
                                <a:pt x="86648" y="2625409"/>
                              </a:lnTo>
                              <a:lnTo>
                                <a:pt x="80935" y="2623505"/>
                              </a:lnTo>
                              <a:lnTo>
                                <a:pt x="75540" y="2621600"/>
                              </a:lnTo>
                              <a:lnTo>
                                <a:pt x="70144" y="2619061"/>
                              </a:lnTo>
                              <a:lnTo>
                                <a:pt x="64748" y="2616204"/>
                              </a:lnTo>
                              <a:lnTo>
                                <a:pt x="59670" y="2613665"/>
                              </a:lnTo>
                              <a:lnTo>
                                <a:pt x="54592" y="2610490"/>
                              </a:lnTo>
                              <a:lnTo>
                                <a:pt x="49513" y="2606999"/>
                              </a:lnTo>
                              <a:lnTo>
                                <a:pt x="44752" y="2602872"/>
                              </a:lnTo>
                              <a:lnTo>
                                <a:pt x="39992" y="2599063"/>
                              </a:lnTo>
                              <a:lnTo>
                                <a:pt x="35231" y="2594619"/>
                              </a:lnTo>
                              <a:lnTo>
                                <a:pt x="31105" y="2590175"/>
                              </a:lnTo>
                              <a:lnTo>
                                <a:pt x="26978" y="2585731"/>
                              </a:lnTo>
                              <a:lnTo>
                                <a:pt x="23170" y="2580335"/>
                              </a:lnTo>
                              <a:lnTo>
                                <a:pt x="19996" y="2575574"/>
                              </a:lnTo>
                              <a:lnTo>
                                <a:pt x="16822" y="2570495"/>
                              </a:lnTo>
                              <a:lnTo>
                                <a:pt x="13648" y="2565099"/>
                              </a:lnTo>
                              <a:lnTo>
                                <a:pt x="10791" y="2560020"/>
                              </a:lnTo>
                              <a:lnTo>
                                <a:pt x="8570" y="2554307"/>
                              </a:lnTo>
                              <a:lnTo>
                                <a:pt x="6665" y="2548910"/>
                              </a:lnTo>
                              <a:lnTo>
                                <a:pt x="5078" y="2543514"/>
                              </a:lnTo>
                              <a:lnTo>
                                <a:pt x="3491" y="2537483"/>
                              </a:lnTo>
                              <a:lnTo>
                                <a:pt x="2222" y="2532087"/>
                              </a:lnTo>
                              <a:lnTo>
                                <a:pt x="952" y="2526056"/>
                              </a:lnTo>
                              <a:lnTo>
                                <a:pt x="318" y="2520660"/>
                              </a:lnTo>
                              <a:lnTo>
                                <a:pt x="0" y="2514629"/>
                              </a:lnTo>
                              <a:lnTo>
                                <a:pt x="0" y="2508598"/>
                              </a:lnTo>
                              <a:lnTo>
                                <a:pt x="0" y="2502884"/>
                              </a:lnTo>
                              <a:lnTo>
                                <a:pt x="318" y="2497170"/>
                              </a:lnTo>
                              <a:lnTo>
                                <a:pt x="952" y="2491457"/>
                              </a:lnTo>
                              <a:lnTo>
                                <a:pt x="2222" y="2485426"/>
                              </a:lnTo>
                              <a:lnTo>
                                <a:pt x="3491" y="2480029"/>
                              </a:lnTo>
                              <a:lnTo>
                                <a:pt x="5078" y="2473998"/>
                              </a:lnTo>
                              <a:lnTo>
                                <a:pt x="6665" y="2468285"/>
                              </a:lnTo>
                              <a:lnTo>
                                <a:pt x="8570" y="2462889"/>
                              </a:lnTo>
                              <a:lnTo>
                                <a:pt x="10791" y="2457492"/>
                              </a:lnTo>
                              <a:lnTo>
                                <a:pt x="13648" y="2452414"/>
                              </a:lnTo>
                              <a:lnTo>
                                <a:pt x="16822" y="2446700"/>
                              </a:lnTo>
                              <a:lnTo>
                                <a:pt x="19996" y="2441621"/>
                              </a:lnTo>
                              <a:lnTo>
                                <a:pt x="23487" y="2436860"/>
                              </a:lnTo>
                              <a:lnTo>
                                <a:pt x="26978" y="2431781"/>
                              </a:lnTo>
                              <a:lnTo>
                                <a:pt x="31105" y="2427337"/>
                              </a:lnTo>
                              <a:lnTo>
                                <a:pt x="35231" y="2422576"/>
                              </a:lnTo>
                              <a:lnTo>
                                <a:pt x="1457784" y="1000202"/>
                              </a:lnTo>
                              <a:lnTo>
                                <a:pt x="1462227" y="995758"/>
                              </a:lnTo>
                              <a:lnTo>
                                <a:pt x="1466988" y="991631"/>
                              </a:lnTo>
                              <a:lnTo>
                                <a:pt x="1471749" y="987822"/>
                              </a:lnTo>
                              <a:lnTo>
                                <a:pt x="1476827" y="984330"/>
                              </a:lnTo>
                              <a:lnTo>
                                <a:pt x="1481906" y="981156"/>
                              </a:lnTo>
                              <a:lnTo>
                                <a:pt x="1486984" y="978617"/>
                              </a:lnTo>
                              <a:lnTo>
                                <a:pt x="1492697" y="975760"/>
                              </a:lnTo>
                              <a:lnTo>
                                <a:pt x="1498093" y="973221"/>
                              </a:lnTo>
                              <a:lnTo>
                                <a:pt x="1503488" y="971316"/>
                              </a:lnTo>
                              <a:lnTo>
                                <a:pt x="1509202" y="969411"/>
                              </a:lnTo>
                              <a:lnTo>
                                <a:pt x="1514597" y="967824"/>
                              </a:lnTo>
                              <a:lnTo>
                                <a:pt x="1520628" y="966555"/>
                              </a:lnTo>
                              <a:lnTo>
                                <a:pt x="1526023" y="965602"/>
                              </a:lnTo>
                              <a:lnTo>
                                <a:pt x="1532054" y="964968"/>
                              </a:lnTo>
                              <a:lnTo>
                                <a:pt x="1537767" y="964650"/>
                              </a:lnTo>
                              <a:lnTo>
                                <a:pt x="1543797" y="964333"/>
                              </a:lnTo>
                              <a:lnTo>
                                <a:pt x="1549828" y="964650"/>
                              </a:lnTo>
                              <a:lnTo>
                                <a:pt x="1555223" y="964968"/>
                              </a:lnTo>
                              <a:lnTo>
                                <a:pt x="1561254" y="965602"/>
                              </a:lnTo>
                              <a:lnTo>
                                <a:pt x="1566967" y="966555"/>
                              </a:lnTo>
                              <a:lnTo>
                                <a:pt x="1572680" y="967824"/>
                              </a:lnTo>
                              <a:lnTo>
                                <a:pt x="1578393" y="969411"/>
                              </a:lnTo>
                              <a:lnTo>
                                <a:pt x="1584106" y="971316"/>
                              </a:lnTo>
                              <a:lnTo>
                                <a:pt x="1589502" y="973221"/>
                              </a:lnTo>
                              <a:lnTo>
                                <a:pt x="1595215" y="975760"/>
                              </a:lnTo>
                              <a:lnTo>
                                <a:pt x="1600293" y="978617"/>
                              </a:lnTo>
                              <a:lnTo>
                                <a:pt x="1605371" y="981156"/>
                              </a:lnTo>
                              <a:lnTo>
                                <a:pt x="1610450" y="984330"/>
                              </a:lnTo>
                              <a:lnTo>
                                <a:pt x="1615528" y="987822"/>
                              </a:lnTo>
                              <a:lnTo>
                                <a:pt x="1620289" y="991631"/>
                              </a:lnTo>
                              <a:lnTo>
                                <a:pt x="1625050" y="995758"/>
                              </a:lnTo>
                              <a:lnTo>
                                <a:pt x="1629811" y="1000202"/>
                              </a:lnTo>
                              <a:lnTo>
                                <a:pt x="2103678" y="1474115"/>
                              </a:lnTo>
                              <a:lnTo>
                                <a:pt x="3334526" y="243464"/>
                              </a:lnTo>
                              <a:lnTo>
                                <a:pt x="3038399" y="243464"/>
                              </a:lnTo>
                              <a:lnTo>
                                <a:pt x="3032368" y="242829"/>
                              </a:lnTo>
                              <a:lnTo>
                                <a:pt x="3026338" y="242512"/>
                              </a:lnTo>
                              <a:lnTo>
                                <a:pt x="3019990" y="241877"/>
                              </a:lnTo>
                              <a:lnTo>
                                <a:pt x="3013959" y="240607"/>
                              </a:lnTo>
                              <a:lnTo>
                                <a:pt x="3008246" y="239338"/>
                              </a:lnTo>
                              <a:lnTo>
                                <a:pt x="3002216" y="237750"/>
                              </a:lnTo>
                              <a:lnTo>
                                <a:pt x="2996820" y="235846"/>
                              </a:lnTo>
                              <a:lnTo>
                                <a:pt x="2991107" y="233624"/>
                              </a:lnTo>
                              <a:lnTo>
                                <a:pt x="2985711" y="231085"/>
                              </a:lnTo>
                              <a:lnTo>
                                <a:pt x="2980633" y="228228"/>
                              </a:lnTo>
                              <a:lnTo>
                                <a:pt x="2975555" y="225688"/>
                              </a:lnTo>
                              <a:lnTo>
                                <a:pt x="2970794" y="222514"/>
                              </a:lnTo>
                              <a:lnTo>
                                <a:pt x="2966033" y="219022"/>
                              </a:lnTo>
                              <a:lnTo>
                                <a:pt x="2961272" y="215213"/>
                              </a:lnTo>
                              <a:lnTo>
                                <a:pt x="2956829" y="211404"/>
                              </a:lnTo>
                              <a:lnTo>
                                <a:pt x="2952703" y="207595"/>
                              </a:lnTo>
                              <a:lnTo>
                                <a:pt x="2948576" y="203151"/>
                              </a:lnTo>
                              <a:lnTo>
                                <a:pt x="2944768" y="198707"/>
                              </a:lnTo>
                              <a:lnTo>
                                <a:pt x="2941276" y="194581"/>
                              </a:lnTo>
                              <a:lnTo>
                                <a:pt x="2937468" y="189820"/>
                              </a:lnTo>
                              <a:lnTo>
                                <a:pt x="2934294" y="184423"/>
                              </a:lnTo>
                              <a:lnTo>
                                <a:pt x="2931755" y="179345"/>
                              </a:lnTo>
                              <a:lnTo>
                                <a:pt x="2928898" y="174266"/>
                              </a:lnTo>
                              <a:lnTo>
                                <a:pt x="2926676" y="168870"/>
                              </a:lnTo>
                              <a:lnTo>
                                <a:pt x="2924137" y="163156"/>
                              </a:lnTo>
                              <a:lnTo>
                                <a:pt x="2922550" y="157760"/>
                              </a:lnTo>
                              <a:lnTo>
                                <a:pt x="2920646" y="151729"/>
                              </a:lnTo>
                              <a:lnTo>
                                <a:pt x="2919376" y="146015"/>
                              </a:lnTo>
                              <a:lnTo>
                                <a:pt x="2918424" y="139984"/>
                              </a:lnTo>
                              <a:lnTo>
                                <a:pt x="2917472" y="133953"/>
                              </a:lnTo>
                              <a:lnTo>
                                <a:pt x="2917155" y="127922"/>
                              </a:lnTo>
                              <a:lnTo>
                                <a:pt x="2917155" y="121573"/>
                              </a:lnTo>
                              <a:lnTo>
                                <a:pt x="2917155" y="115225"/>
                              </a:lnTo>
                              <a:lnTo>
                                <a:pt x="2917472" y="109194"/>
                              </a:lnTo>
                              <a:lnTo>
                                <a:pt x="2918424" y="102845"/>
                              </a:lnTo>
                              <a:lnTo>
                                <a:pt x="2919376" y="97132"/>
                              </a:lnTo>
                              <a:lnTo>
                                <a:pt x="2920646" y="91101"/>
                              </a:lnTo>
                              <a:lnTo>
                                <a:pt x="2922550" y="85070"/>
                              </a:lnTo>
                              <a:lnTo>
                                <a:pt x="2924137" y="79674"/>
                              </a:lnTo>
                              <a:lnTo>
                                <a:pt x="2926676" y="74277"/>
                              </a:lnTo>
                              <a:lnTo>
                                <a:pt x="2928898" y="68564"/>
                              </a:lnTo>
                              <a:lnTo>
                                <a:pt x="2931755" y="63485"/>
                              </a:lnTo>
                              <a:lnTo>
                                <a:pt x="2934294" y="58406"/>
                              </a:lnTo>
                              <a:lnTo>
                                <a:pt x="2937468" y="53645"/>
                              </a:lnTo>
                              <a:lnTo>
                                <a:pt x="2941276" y="48883"/>
                              </a:lnTo>
                              <a:lnTo>
                                <a:pt x="2944768" y="44122"/>
                              </a:lnTo>
                              <a:lnTo>
                                <a:pt x="2948576" y="39678"/>
                              </a:lnTo>
                              <a:lnTo>
                                <a:pt x="2952703" y="35552"/>
                              </a:lnTo>
                              <a:lnTo>
                                <a:pt x="2956829" y="31425"/>
                              </a:lnTo>
                              <a:lnTo>
                                <a:pt x="2961272" y="27616"/>
                              </a:lnTo>
                              <a:lnTo>
                                <a:pt x="2966033" y="24124"/>
                              </a:lnTo>
                              <a:lnTo>
                                <a:pt x="2970794" y="20633"/>
                              </a:lnTo>
                              <a:lnTo>
                                <a:pt x="2975555" y="17459"/>
                              </a:lnTo>
                              <a:lnTo>
                                <a:pt x="2980633" y="14602"/>
                              </a:lnTo>
                              <a:lnTo>
                                <a:pt x="2985711" y="11745"/>
                              </a:lnTo>
                              <a:lnTo>
                                <a:pt x="2991107" y="9523"/>
                              </a:lnTo>
                              <a:lnTo>
                                <a:pt x="2996820" y="6984"/>
                              </a:lnTo>
                              <a:lnTo>
                                <a:pt x="3002216" y="5397"/>
                              </a:lnTo>
                              <a:lnTo>
                                <a:pt x="3008246" y="3492"/>
                              </a:lnTo>
                              <a:lnTo>
                                <a:pt x="3013959" y="2222"/>
                              </a:lnTo>
                              <a:lnTo>
                                <a:pt x="3019990" y="1270"/>
                              </a:lnTo>
                              <a:lnTo>
                                <a:pt x="3026338" y="318"/>
                              </a:lnTo>
                              <a:lnTo>
                                <a:pt x="3032368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35.25pt;margin-top:367.1pt;height:11.2pt;width:13pt;z-index:251639808;v-text-anchor:middle;mso-width-relative:page;mso-height-relative:page;" fillcolor="#FFFFFF" filled="t" stroked="f" coordsize="3856038,3319463" o:gfxdata="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" path="m50800,3187700l3856038,3187700,3856038,3319463,50800,3319463,50800,3187700xm839788,2182813l839788,3023236,839471,3029586,838518,3035936,837248,3041969,834708,3047684,832486,3053399,829311,3058479,825501,3063241,821373,3067686,816928,3071814,812166,3075306,807086,3078481,801688,3081339,795656,3083244,789623,3084831,783591,3085784,777241,3086101,364173,3086101,357823,3085784,351473,3084831,345758,3083244,339725,3081339,334328,3078481,329248,3075306,324485,3071814,320040,3067686,315595,3063241,312103,3058479,308928,3053399,306705,3047684,304165,3041969,302578,3035936,301943,3029586,301625,3023236,301625,2721293,839788,2182813xm1684338,1620838l1929304,1865842,1938189,1874411,1947708,1882345,1957227,1889644,1967064,1896944,1977218,1903291,1987690,1909003,1998478,1914716,2009267,1919476,2020690,1923602,2032113,1927728,2043537,1930901,2055277,1933440,2067335,1935344,2079393,1936931,2091768,1937883,2103826,1938201,2111759,1937883,2119692,1937566,2127625,1936931,2135240,1935979,2142856,1934710,2150788,1933440,2158404,1931536,2165702,1929949,2173318,1927728,2180299,1925189,2194895,1919794,2209174,1913446,2222501,1906782,2222501,3023263,2222501,3029611,2221232,3035958,2219645,3041988,2217742,3047700,2214886,3053413,2211713,3058491,2208222,3063251,2204414,3067694,2199655,3071820,2194895,3075311,2189818,3078484,2184424,3081341,2178712,3083245,2172366,3084832,2166654,3085784,2159673,3086101,1747166,3086101,1740820,3085784,1734474,3084832,1728445,3083245,1723050,3081341,1717656,3078484,1712579,3075311,1707185,3071820,1703060,3067694,1698935,3063251,1695444,3058491,1692271,3053413,1689415,3047700,1687511,3041988,1685925,3035958,1684973,3029611,1684338,3023263,1684338,1620838xm1531938,1492251l1531938,3023260,1531304,3029608,1530669,3035955,1529082,3041985,1527178,3047698,1524323,3053411,1521150,3058489,1517659,3063249,1513217,3067693,1509092,3071818,1504332,3075309,1498938,3078483,1493543,3081340,1487514,3083244,1481803,3084831,1475456,3085783,1469110,3086100,1056286,3086100,1050257,3085783,1043911,3084831,1037882,3083244,1031853,3081340,1026776,3078483,1021381,3075309,1016622,3071818,1012179,3067693,1008372,3063249,1004246,3058489,1001391,3053411,998852,3047698,996631,3041985,995044,3035955,994092,3029608,993775,3023260,993775,2030516,1531938,1492251xm2914650,1230313l2914650,3023247,2914014,3029596,2913059,3035945,2911468,3041976,2909240,3047690,2906694,3053404,2903512,3058483,2900011,3063245,2895874,3067689,2891736,3071816,2886326,3075308,2881234,3078482,2875824,3081340,2870414,3083244,2864367,3084831,2858002,3085784,2851637,3086101,2437914,3086101,2430912,3085784,2425184,3084831,2418819,3083244,2413090,3081340,2407680,3078482,2402588,3075308,2397814,3071816,2393040,3067689,2389221,3063245,2385721,3058483,2382538,3053404,2379674,3047690,2377764,3041976,2376173,3035945,2374900,3029596,2374900,3023247,2374900,1768701,2914650,1230313xm3382142,762000l3382777,774063,3384046,785492,3385633,796920,3387536,808031,3390392,818825,3393565,829618,3397056,840094,3401181,850888,3405623,860729,3410383,870570,3416095,880411,3421806,889935,3427835,899141,3434499,907713,3441797,916284,3448778,924220,3456711,932157,3464644,939776,3472894,946760,3481461,953426,3490663,960093,3499548,966125,3509067,971521,3518904,976601,3529058,981363,3539529,985807,3549683,989616,3560155,992791,3571261,995966,3582367,998505,3593790,1000093,3605213,1001680,3605213,3023244,3604896,3029593,3603944,3035942,3602357,3041974,3600136,3047688,3597598,3053402,3594425,3058481,3590617,3063243,3586809,3067688,3582367,3071815,3577607,3075307,3572213,3078481,3567136,3081338,3561107,3083243,3555078,3084830,3548732,3085783,3542703,3086100,3129878,3086100,3123532,3085783,3117186,3084830,3111474,3083243,3105445,3081338,3099733,3078481,3094656,3075307,3089897,3071815,3085454,3067688,3081329,3063243,3077839,3058481,3074666,3053402,3071810,3047688,3069906,3041974,3068320,3035942,3067685,3029593,3067050,3023244,3067050,1077552,3382142,762000xm3032368,0l3038399,0,3628114,0,3634144,0,3640175,318,3646205,1270,3651918,2222,3657631,3492,3663344,5079,3669057,6984,3674453,9206,3680166,11428,3685562,14284,3690640,17459,3695718,20633,3700479,23807,3705240,27616,3710001,31425,3714445,35552,3718253,39678,3722062,44440,3725871,49201,3729362,53962,3732536,59041,3735075,64437,3737932,69516,3740471,74912,3742692,80308,3744279,86339,3745866,91736,3747453,97767,3748088,103798,3749040,109511,3749358,115542,3749675,121573,3749675,711346,3749358,717377,3749040,723726,3748088,729757,3747453,735788,3745866,741819,3744279,747215,3742375,753246,3740471,758642,3737614,764039,3735075,769117,3732219,774196,3729045,779275,3725871,784036,3721745,788798,3718253,793242,3714445,797368,3710001,801495,3705558,804986,3700797,808795,3696036,811970,3690958,815144,3685879,818318,3680801,820857,3675405,823397,3669692,825301,3664297,827523,3658583,829110,3652870,830698,3646523,831332,3640492,832285,3634144,832919,3628114,832919,3622083,832919,3615735,832285,3609705,831332,3603675,830698,3597644,829110,3592248,827523,3586218,825301,3580822,823397,3575427,820857,3570031,818318,3565270,815144,3560192,811970,3555431,808795,3550670,804986,3546227,801495,3542100,797368,3537974,793242,3534166,788798,3530674,784036,3527500,779275,3524326,774196,3521153,769117,3518296,764039,3516074,758642,3514170,753246,3511948,747215,3510361,741819,3508774,735788,3508139,729757,3507187,723726,3506552,717377,3506552,711346,3506552,415190,2189691,1732180,2185247,1736624,2180487,1740433,2175726,1744242,2170647,1748051,2165569,1750908,2160491,1753765,2155095,1756621,2149382,1758843,2143986,1761065,2138273,1762970,2132878,1764557,2126847,1765509,2121452,1766461,2115421,1767096,2109708,1767731,2103678,1768049,2098282,1767731,2092252,1767096,2086221,1766461,2080508,1765509,2074795,1764557,2069399,1762970,2063369,1761065,2057973,1758843,2052577,1756621,2047182,1753765,2042104,1750908,2037025,1748051,2031947,1744242,2027186,1740433,2022425,1736624,2017664,1732180,1543797,1257949,207257,2594619,202814,2599063,198053,2602872,193292,2606999,188214,2610490,183136,2613665,178057,2616204,172662,2619061,166949,2621600,161553,2623505,155840,2625409,150444,2626996,144414,2628266,139018,2628901,132988,2629853,127275,2630171,121244,2630488,115214,2630171,109818,2629853,103787,2628901,98074,2628266,92361,2626996,86648,2625409,80935,2623505,75540,2621600,70144,2619061,64748,2616204,59670,2613665,54592,2610490,49513,2606999,44752,2602872,39992,2599063,35231,2594619,31105,2590175,26978,2585731,23170,2580335,19996,2575574,16822,2570495,13648,2565099,10791,2560020,8570,2554307,6665,2548910,5078,2543514,3491,2537483,2222,2532087,952,2526056,318,2520660,0,2514629,0,2508598,0,2502884,318,2497170,952,2491457,2222,2485426,3491,2480029,5078,2473998,6665,2468285,8570,2462889,10791,2457492,13648,2452414,16822,2446700,19996,2441621,23487,2436860,26978,2431781,31105,2427337,35231,2422576,1457784,1000202,1462227,995758,1466988,991631,1471749,987822,1476827,984330,1481906,981156,1486984,978617,1492697,975760,1498093,973221,1503488,971316,1509202,969411,1514597,967824,1520628,966555,1526023,965602,1532054,964968,1537767,964650,1543797,964333,1549828,964650,1555223,964968,1561254,965602,1566967,966555,1572680,967824,1578393,969411,1584106,971316,1589502,973221,1595215,975760,1600293,978617,1605371,981156,1610450,984330,1615528,987822,1620289,991631,1625050,995758,1629811,1000202,2103678,1474115,3334526,243464,3038399,243464,3032368,242829,3026338,242512,3019990,241877,3013959,240607,3008246,239338,3002216,237750,2996820,235846,2991107,233624,2985711,231085,2980633,228228,2975555,225688,2970794,222514,2966033,219022,2961272,215213,2956829,211404,2952703,207595,2948576,203151,2944768,198707,2941276,194581,2937468,189820,2934294,184423,2931755,179345,2928898,174266,2926676,168870,2924137,163156,2922550,157760,2920646,151729,2919376,146015,2918424,139984,2917472,133953,2917155,127922,2917155,121573,2917155,115225,2917472,109194,2918424,102845,2919376,97132,2920646,91101,2922550,85070,2924137,79674,2926676,74277,2928898,68564,2931755,63485,2934294,58406,2937468,53645,2941276,48883,2944768,44122,2948576,39678,2952703,35552,2956829,31425,2961272,27616,2966033,24124,2970794,20633,2975555,17459,2980633,14602,2985711,11745,2991107,9523,2996820,6984,3002216,5397,3008246,3492,3013959,2222,3019990,1270,3026338,318,3032368,0xe">
                <v:path o:connectlocs="35928,130206;34581,132030;14814,132234;13141,130709;83046,80390;87070,82676;91163,83071;94657,82064;94616,131377;92536,132357;72971,131568;72169,69514;65027,131377;62947,132357;43369,131568;42580,87085;124407,131173;122457,132343;102739,131744;101758,129661;145405,35580;147471,39297;150775,41884;154473,129661;153494,131744;133835,132343;131877,131172;129928,0;157209,299;159154,1524;160364,3444;160650,30767;160038,32986;158569,34687;156515,35627;154149,35559;152136,34524;150749,32768;150246,30508;92340,75338;90137,75828;87947,75338;8880,111278;6922,112517;4705,112789;2556,112095;856,110461;40,108338;217,106105;1332,104104;63958,41848;66147,41358;68350,41848;142875,10441;128161,10019;126338,8712;125223,6766;125046,4410;125862,2300;127494,748;129670,13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1730375</wp:posOffset>
                </wp:positionH>
                <wp:positionV relativeFrom="paragraph">
                  <wp:posOffset>6604000</wp:posOffset>
                </wp:positionV>
                <wp:extent cx="153035" cy="165100"/>
                <wp:effectExtent l="0" t="0" r="0" b="6350"/>
                <wp:wrapNone/>
                <wp:docPr id="68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2830" cy="165221"/>
                        </a:xfrm>
                        <a:custGeom>
                          <a:avLst/>
                          <a:gdLst>
                            <a:gd name="T0" fmla="*/ 660065 w 1938337"/>
                            <a:gd name="T1" fmla="*/ 1785471 h 2097088"/>
                            <a:gd name="T2" fmla="*/ 1074391 w 1938337"/>
                            <a:gd name="T3" fmla="*/ 1807357 h 2097088"/>
                            <a:gd name="T4" fmla="*/ 1090030 w 1938337"/>
                            <a:gd name="T5" fmla="*/ 1648866 h 2097088"/>
                            <a:gd name="T6" fmla="*/ 997074 w 1938337"/>
                            <a:gd name="T7" fmla="*/ 1410363 h 2097088"/>
                            <a:gd name="T8" fmla="*/ 740470 w 1938337"/>
                            <a:gd name="T9" fmla="*/ 1441863 h 2097088"/>
                            <a:gd name="T10" fmla="*/ 1158685 w 1938337"/>
                            <a:gd name="T11" fmla="*/ 241681 h 2097088"/>
                            <a:gd name="T12" fmla="*/ 1062016 w 1938337"/>
                            <a:gd name="T13" fmla="*/ 582817 h 2097088"/>
                            <a:gd name="T14" fmla="*/ 959576 w 1938337"/>
                            <a:gd name="T15" fmla="*/ 747370 h 2097088"/>
                            <a:gd name="T16" fmla="*/ 1009593 w 1938337"/>
                            <a:gd name="T17" fmla="*/ 758196 h 2097088"/>
                            <a:gd name="T18" fmla="*/ 1186819 w 1938337"/>
                            <a:gd name="T19" fmla="*/ 425240 h 2097088"/>
                            <a:gd name="T20" fmla="*/ 1208221 w 1938337"/>
                            <a:gd name="T21" fmla="*/ 203430 h 2097088"/>
                            <a:gd name="T22" fmla="*/ 1278919 w 1938337"/>
                            <a:gd name="T23" fmla="*/ 476964 h 2097088"/>
                            <a:gd name="T24" fmla="*/ 1150989 w 1938337"/>
                            <a:gd name="T25" fmla="*/ 722592 h 2097088"/>
                            <a:gd name="T26" fmla="*/ 1014162 w 1938337"/>
                            <a:gd name="T27" fmla="*/ 909759 h 2097088"/>
                            <a:gd name="T28" fmla="*/ 967751 w 1938337"/>
                            <a:gd name="T29" fmla="*/ 1018980 h 2097088"/>
                            <a:gd name="T30" fmla="*/ 942502 w 1938337"/>
                            <a:gd name="T31" fmla="*/ 1340628 h 2097088"/>
                            <a:gd name="T32" fmla="*/ 793651 w 1938337"/>
                            <a:gd name="T33" fmla="*/ 1348326 h 2097088"/>
                            <a:gd name="T34" fmla="*/ 816977 w 1938337"/>
                            <a:gd name="T35" fmla="*/ 1049292 h 2097088"/>
                            <a:gd name="T36" fmla="*/ 791487 w 1938337"/>
                            <a:gd name="T37" fmla="*/ 975676 h 2097088"/>
                            <a:gd name="T38" fmla="*/ 746519 w 1938337"/>
                            <a:gd name="T39" fmla="*/ 909759 h 2097088"/>
                            <a:gd name="T40" fmla="*/ 605604 w 1938337"/>
                            <a:gd name="T41" fmla="*/ 718020 h 2097088"/>
                            <a:gd name="T42" fmla="*/ 481762 w 1938337"/>
                            <a:gd name="T43" fmla="*/ 476964 h 2097088"/>
                            <a:gd name="T44" fmla="*/ 249769 w 1938337"/>
                            <a:gd name="T45" fmla="*/ 79798 h 2097088"/>
                            <a:gd name="T46" fmla="*/ 371772 w 1938337"/>
                            <a:gd name="T47" fmla="*/ 184379 h 2097088"/>
                            <a:gd name="T48" fmla="*/ 406596 w 1938337"/>
                            <a:gd name="T49" fmla="*/ 324302 h 2097088"/>
                            <a:gd name="T50" fmla="*/ 340070 w 1938337"/>
                            <a:gd name="T51" fmla="*/ 315887 h 2097088"/>
                            <a:gd name="T52" fmla="*/ 270423 w 1938337"/>
                            <a:gd name="T53" fmla="*/ 183417 h 2097088"/>
                            <a:gd name="T54" fmla="*/ 154905 w 1938337"/>
                            <a:gd name="T55" fmla="*/ 160097 h 2097088"/>
                            <a:gd name="T56" fmla="*/ 86699 w 1938337"/>
                            <a:gd name="T57" fmla="*/ 247368 h 2097088"/>
                            <a:gd name="T58" fmla="*/ 88140 w 1938337"/>
                            <a:gd name="T59" fmla="*/ 389454 h 2097088"/>
                            <a:gd name="T60" fmla="*/ 182524 w 1938337"/>
                            <a:gd name="T61" fmla="*/ 522885 h 2097088"/>
                            <a:gd name="T62" fmla="*/ 498577 w 1938337"/>
                            <a:gd name="T63" fmla="*/ 686368 h 2097088"/>
                            <a:gd name="T64" fmla="*/ 627064 w 1938337"/>
                            <a:gd name="T65" fmla="*/ 797921 h 2097088"/>
                            <a:gd name="T66" fmla="*/ 589359 w 1938337"/>
                            <a:gd name="T67" fmla="*/ 895530 h 2097088"/>
                            <a:gd name="T68" fmla="*/ 492814 w 1938337"/>
                            <a:gd name="T69" fmla="*/ 916446 h 2097088"/>
                            <a:gd name="T70" fmla="*/ 499057 w 1938337"/>
                            <a:gd name="T71" fmla="*/ 846965 h 2097088"/>
                            <a:gd name="T72" fmla="*/ 548771 w 1938337"/>
                            <a:gd name="T73" fmla="*/ 804171 h 2097088"/>
                            <a:gd name="T74" fmla="*/ 311251 w 1938337"/>
                            <a:gd name="T75" fmla="*/ 700312 h 2097088"/>
                            <a:gd name="T76" fmla="*/ 62683 w 1938337"/>
                            <a:gd name="T77" fmla="*/ 508700 h 2097088"/>
                            <a:gd name="T78" fmla="*/ 0 w 1938337"/>
                            <a:gd name="T79" fmla="*/ 316127 h 2097088"/>
                            <a:gd name="T80" fmla="*/ 51155 w 1938337"/>
                            <a:gd name="T81" fmla="*/ 141104 h 2097088"/>
                            <a:gd name="T82" fmla="*/ 183004 w 1938337"/>
                            <a:gd name="T83" fmla="*/ 72345 h 2097088"/>
                            <a:gd name="T84" fmla="*/ 1687503 w 1938337"/>
                            <a:gd name="T85" fmla="*/ 115139 h 2097088"/>
                            <a:gd name="T86" fmla="*/ 1761162 w 1938337"/>
                            <a:gd name="T87" fmla="*/ 288719 h 2097088"/>
                            <a:gd name="T88" fmla="*/ 1723130 w 1938337"/>
                            <a:gd name="T89" fmla="*/ 471917 h 2097088"/>
                            <a:gd name="T90" fmla="*/ 1567869 w 1938337"/>
                            <a:gd name="T91" fmla="*/ 633476 h 2097088"/>
                            <a:gd name="T92" fmla="*/ 1225813 w 1938337"/>
                            <a:gd name="T93" fmla="*/ 785419 h 2097088"/>
                            <a:gd name="T94" fmla="*/ 1227979 w 1938337"/>
                            <a:gd name="T95" fmla="*/ 836387 h 2097088"/>
                            <a:gd name="T96" fmla="*/ 1282863 w 1938337"/>
                            <a:gd name="T97" fmla="*/ 893847 h 2097088"/>
                            <a:gd name="T98" fmla="*/ 1204630 w 1938337"/>
                            <a:gd name="T99" fmla="*/ 915003 h 2097088"/>
                            <a:gd name="T100" fmla="*/ 1135064 w 1938337"/>
                            <a:gd name="T101" fmla="*/ 835907 h 2097088"/>
                            <a:gd name="T102" fmla="*/ 1184410 w 1938337"/>
                            <a:gd name="T103" fmla="*/ 715458 h 2097088"/>
                            <a:gd name="T104" fmla="*/ 1474712 w 1938337"/>
                            <a:gd name="T105" fmla="*/ 596452 h 2097088"/>
                            <a:gd name="T106" fmla="*/ 1659100 w 1938337"/>
                            <a:gd name="T107" fmla="*/ 424074 h 2097088"/>
                            <a:gd name="T108" fmla="*/ 1681004 w 1938337"/>
                            <a:gd name="T109" fmla="*/ 274295 h 2097088"/>
                            <a:gd name="T110" fmla="*/ 1601569 w 1938337"/>
                            <a:gd name="T111" fmla="*/ 158654 h 2097088"/>
                            <a:gd name="T112" fmla="*/ 1482896 w 1938337"/>
                            <a:gd name="T113" fmla="*/ 191350 h 2097088"/>
                            <a:gd name="T114" fmla="*/ 1415256 w 1938337"/>
                            <a:gd name="T115" fmla="*/ 325743 h 2097088"/>
                            <a:gd name="T116" fmla="*/ 1349299 w 1938337"/>
                            <a:gd name="T117" fmla="*/ 313963 h 2097088"/>
                            <a:gd name="T118" fmla="*/ 1407793 w 1938337"/>
                            <a:gd name="T119" fmla="*/ 156971 h 2097088"/>
                            <a:gd name="T120" fmla="*/ 1549333 w 1938337"/>
                            <a:gd name="T121" fmla="*/ 72585 h 2097088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938337" h="2097088">
                              <a:moveTo>
                                <a:pt x="754655" y="1781504"/>
                              </a:moveTo>
                              <a:lnTo>
                                <a:pt x="755185" y="1787064"/>
                              </a:lnTo>
                              <a:lnTo>
                                <a:pt x="755185" y="1789976"/>
                              </a:lnTo>
                              <a:lnTo>
                                <a:pt x="754655" y="1793153"/>
                              </a:lnTo>
                              <a:lnTo>
                                <a:pt x="753861" y="1796065"/>
                              </a:lnTo>
                              <a:lnTo>
                                <a:pt x="753067" y="1798713"/>
                              </a:lnTo>
                              <a:lnTo>
                                <a:pt x="752009" y="1801360"/>
                              </a:lnTo>
                              <a:lnTo>
                                <a:pt x="750156" y="1803743"/>
                              </a:lnTo>
                              <a:lnTo>
                                <a:pt x="748568" y="1806391"/>
                              </a:lnTo>
                              <a:lnTo>
                                <a:pt x="746980" y="1808244"/>
                              </a:lnTo>
                              <a:lnTo>
                                <a:pt x="744598" y="1810362"/>
                              </a:lnTo>
                              <a:lnTo>
                                <a:pt x="742481" y="1812215"/>
                              </a:lnTo>
                              <a:lnTo>
                                <a:pt x="740099" y="1813804"/>
                              </a:lnTo>
                              <a:lnTo>
                                <a:pt x="737452" y="1815127"/>
                              </a:lnTo>
                              <a:lnTo>
                                <a:pt x="734805" y="1815922"/>
                              </a:lnTo>
                              <a:lnTo>
                                <a:pt x="731894" y="1816716"/>
                              </a:lnTo>
                              <a:lnTo>
                                <a:pt x="729247" y="1817245"/>
                              </a:lnTo>
                              <a:lnTo>
                                <a:pt x="726071" y="1817245"/>
                              </a:lnTo>
                              <a:lnTo>
                                <a:pt x="724483" y="1816981"/>
                              </a:lnTo>
                              <a:lnTo>
                                <a:pt x="724483" y="1965507"/>
                              </a:lnTo>
                              <a:lnTo>
                                <a:pt x="726071" y="1965507"/>
                              </a:lnTo>
                              <a:lnTo>
                                <a:pt x="729247" y="1965507"/>
                              </a:lnTo>
                              <a:lnTo>
                                <a:pt x="731894" y="1966036"/>
                              </a:lnTo>
                              <a:lnTo>
                                <a:pt x="734805" y="1966566"/>
                              </a:lnTo>
                              <a:lnTo>
                                <a:pt x="737452" y="1967625"/>
                              </a:lnTo>
                              <a:lnTo>
                                <a:pt x="740099" y="1969213"/>
                              </a:lnTo>
                              <a:lnTo>
                                <a:pt x="742481" y="1970537"/>
                              </a:lnTo>
                              <a:lnTo>
                                <a:pt x="744598" y="1972125"/>
                              </a:lnTo>
                              <a:lnTo>
                                <a:pt x="746980" y="1974243"/>
                              </a:lnTo>
                              <a:lnTo>
                                <a:pt x="748568" y="1976361"/>
                              </a:lnTo>
                              <a:lnTo>
                                <a:pt x="750156" y="1978744"/>
                              </a:lnTo>
                              <a:lnTo>
                                <a:pt x="752009" y="1981127"/>
                              </a:lnTo>
                              <a:lnTo>
                                <a:pt x="753067" y="1984039"/>
                              </a:lnTo>
                              <a:lnTo>
                                <a:pt x="753861" y="1986687"/>
                              </a:lnTo>
                              <a:lnTo>
                                <a:pt x="754655" y="1989599"/>
                              </a:lnTo>
                              <a:lnTo>
                                <a:pt x="755185" y="1992776"/>
                              </a:lnTo>
                              <a:lnTo>
                                <a:pt x="755185" y="1995688"/>
                              </a:lnTo>
                              <a:lnTo>
                                <a:pt x="755185" y="1996747"/>
                              </a:lnTo>
                              <a:lnTo>
                                <a:pt x="1181565" y="1996747"/>
                              </a:lnTo>
                              <a:lnTo>
                                <a:pt x="1181301" y="1995688"/>
                              </a:lnTo>
                              <a:lnTo>
                                <a:pt x="1181565" y="1992776"/>
                              </a:lnTo>
                              <a:lnTo>
                                <a:pt x="1181830" y="1989599"/>
                              </a:lnTo>
                              <a:lnTo>
                                <a:pt x="1182624" y="1986687"/>
                              </a:lnTo>
                              <a:lnTo>
                                <a:pt x="1183683" y="1984039"/>
                              </a:lnTo>
                              <a:lnTo>
                                <a:pt x="1184741" y="1981127"/>
                              </a:lnTo>
                              <a:lnTo>
                                <a:pt x="1186329" y="1978744"/>
                              </a:lnTo>
                              <a:lnTo>
                                <a:pt x="1187917" y="1976361"/>
                              </a:lnTo>
                              <a:lnTo>
                                <a:pt x="1189770" y="1974243"/>
                              </a:lnTo>
                              <a:lnTo>
                                <a:pt x="1191887" y="1972125"/>
                              </a:lnTo>
                              <a:lnTo>
                                <a:pt x="1194005" y="1970537"/>
                              </a:lnTo>
                              <a:lnTo>
                                <a:pt x="1196651" y="1969213"/>
                              </a:lnTo>
                              <a:lnTo>
                                <a:pt x="1199033" y="1967625"/>
                              </a:lnTo>
                              <a:lnTo>
                                <a:pt x="1201680" y="1966566"/>
                              </a:lnTo>
                              <a:lnTo>
                                <a:pt x="1204591" y="1966036"/>
                              </a:lnTo>
                              <a:lnTo>
                                <a:pt x="1207238" y="1965507"/>
                              </a:lnTo>
                              <a:lnTo>
                                <a:pt x="1210414" y="1965507"/>
                              </a:lnTo>
                              <a:lnTo>
                                <a:pt x="1212002" y="1965507"/>
                              </a:lnTo>
                              <a:lnTo>
                                <a:pt x="1212002" y="1816981"/>
                              </a:lnTo>
                              <a:lnTo>
                                <a:pt x="1210414" y="1817245"/>
                              </a:lnTo>
                              <a:lnTo>
                                <a:pt x="1207238" y="1817245"/>
                              </a:lnTo>
                              <a:lnTo>
                                <a:pt x="1204591" y="1816716"/>
                              </a:lnTo>
                              <a:lnTo>
                                <a:pt x="1201680" y="1815922"/>
                              </a:lnTo>
                              <a:lnTo>
                                <a:pt x="1199033" y="1815127"/>
                              </a:lnTo>
                              <a:lnTo>
                                <a:pt x="1196651" y="1813804"/>
                              </a:lnTo>
                              <a:lnTo>
                                <a:pt x="1194005" y="1812215"/>
                              </a:lnTo>
                              <a:lnTo>
                                <a:pt x="1191887" y="1810362"/>
                              </a:lnTo>
                              <a:lnTo>
                                <a:pt x="1189770" y="1808244"/>
                              </a:lnTo>
                              <a:lnTo>
                                <a:pt x="1187917" y="1806391"/>
                              </a:lnTo>
                              <a:lnTo>
                                <a:pt x="1186329" y="1803743"/>
                              </a:lnTo>
                              <a:lnTo>
                                <a:pt x="1184741" y="1801360"/>
                              </a:lnTo>
                              <a:lnTo>
                                <a:pt x="1183683" y="1798713"/>
                              </a:lnTo>
                              <a:lnTo>
                                <a:pt x="1182624" y="1796065"/>
                              </a:lnTo>
                              <a:lnTo>
                                <a:pt x="1181830" y="1793153"/>
                              </a:lnTo>
                              <a:lnTo>
                                <a:pt x="1181565" y="1789976"/>
                              </a:lnTo>
                              <a:lnTo>
                                <a:pt x="1181301" y="1787064"/>
                              </a:lnTo>
                              <a:lnTo>
                                <a:pt x="1182095" y="1781504"/>
                              </a:lnTo>
                              <a:lnTo>
                                <a:pt x="754655" y="1781504"/>
                              </a:lnTo>
                              <a:close/>
                              <a:moveTo>
                                <a:pt x="555625" y="1681163"/>
                              </a:moveTo>
                              <a:lnTo>
                                <a:pt x="1381125" y="1681163"/>
                              </a:lnTo>
                              <a:lnTo>
                                <a:pt x="1381125" y="2097088"/>
                              </a:lnTo>
                              <a:lnTo>
                                <a:pt x="555625" y="2097088"/>
                              </a:lnTo>
                              <a:lnTo>
                                <a:pt x="555625" y="1681163"/>
                              </a:lnTo>
                              <a:close/>
                              <a:moveTo>
                                <a:pt x="846057" y="1552575"/>
                              </a:moveTo>
                              <a:lnTo>
                                <a:pt x="1096781" y="1552575"/>
                              </a:lnTo>
                              <a:lnTo>
                                <a:pt x="1104997" y="1562178"/>
                              </a:lnTo>
                              <a:lnTo>
                                <a:pt x="1112683" y="1571246"/>
                              </a:lnTo>
                              <a:lnTo>
                                <a:pt x="1120634" y="1579515"/>
                              </a:lnTo>
                              <a:lnTo>
                                <a:pt x="1128320" y="1587517"/>
                              </a:lnTo>
                              <a:lnTo>
                                <a:pt x="1135741" y="1594986"/>
                              </a:lnTo>
                              <a:lnTo>
                                <a:pt x="1143162" y="1602188"/>
                              </a:lnTo>
                              <a:lnTo>
                                <a:pt x="1150583" y="1608856"/>
                              </a:lnTo>
                              <a:lnTo>
                                <a:pt x="1157474" y="1614991"/>
                              </a:lnTo>
                              <a:lnTo>
                                <a:pt x="1170726" y="1626461"/>
                              </a:lnTo>
                              <a:lnTo>
                                <a:pt x="1182917" y="1636063"/>
                              </a:lnTo>
                              <a:lnTo>
                                <a:pt x="1193784" y="1644065"/>
                              </a:lnTo>
                              <a:lnTo>
                                <a:pt x="1203325" y="1651000"/>
                              </a:lnTo>
                              <a:lnTo>
                                <a:pt x="738187" y="1651000"/>
                              </a:lnTo>
                              <a:lnTo>
                                <a:pt x="747993" y="1644065"/>
                              </a:lnTo>
                              <a:lnTo>
                                <a:pt x="759125" y="1635796"/>
                              </a:lnTo>
                              <a:lnTo>
                                <a:pt x="771582" y="1626194"/>
                              </a:lnTo>
                              <a:lnTo>
                                <a:pt x="785098" y="1614724"/>
                              </a:lnTo>
                              <a:lnTo>
                                <a:pt x="792254" y="1608589"/>
                              </a:lnTo>
                              <a:lnTo>
                                <a:pt x="799675" y="1601921"/>
                              </a:lnTo>
                              <a:lnTo>
                                <a:pt x="807096" y="1594986"/>
                              </a:lnTo>
                              <a:lnTo>
                                <a:pt x="814517" y="1587251"/>
                              </a:lnTo>
                              <a:lnTo>
                                <a:pt x="822468" y="1579249"/>
                              </a:lnTo>
                              <a:lnTo>
                                <a:pt x="830419" y="1570980"/>
                              </a:lnTo>
                              <a:lnTo>
                                <a:pt x="838106" y="1562178"/>
                              </a:lnTo>
                              <a:lnTo>
                                <a:pt x="846057" y="1552575"/>
                              </a:lnTo>
                              <a:close/>
                              <a:moveTo>
                                <a:pt x="1307617" y="216793"/>
                              </a:moveTo>
                              <a:lnTo>
                                <a:pt x="1304708" y="217057"/>
                              </a:lnTo>
                              <a:lnTo>
                                <a:pt x="1301269" y="217587"/>
                              </a:lnTo>
                              <a:lnTo>
                                <a:pt x="1298095" y="218646"/>
                              </a:lnTo>
                              <a:lnTo>
                                <a:pt x="1295449" y="219971"/>
                              </a:lnTo>
                              <a:lnTo>
                                <a:pt x="1292540" y="221295"/>
                              </a:lnTo>
                              <a:lnTo>
                                <a:pt x="1289630" y="223149"/>
                              </a:lnTo>
                              <a:lnTo>
                                <a:pt x="1287514" y="225002"/>
                              </a:lnTo>
                              <a:lnTo>
                                <a:pt x="1285133" y="227121"/>
                              </a:lnTo>
                              <a:lnTo>
                                <a:pt x="1283017" y="229505"/>
                              </a:lnTo>
                              <a:lnTo>
                                <a:pt x="1281166" y="232153"/>
                              </a:lnTo>
                              <a:lnTo>
                                <a:pt x="1279578" y="234801"/>
                              </a:lnTo>
                              <a:lnTo>
                                <a:pt x="1278256" y="237714"/>
                              </a:lnTo>
                              <a:lnTo>
                                <a:pt x="1277462" y="240892"/>
                              </a:lnTo>
                              <a:lnTo>
                                <a:pt x="1276404" y="243805"/>
                              </a:lnTo>
                              <a:lnTo>
                                <a:pt x="1276140" y="247248"/>
                              </a:lnTo>
                              <a:lnTo>
                                <a:pt x="1274553" y="266051"/>
                              </a:lnTo>
                              <a:lnTo>
                                <a:pt x="1272965" y="284590"/>
                              </a:lnTo>
                              <a:lnTo>
                                <a:pt x="1270585" y="303128"/>
                              </a:lnTo>
                              <a:lnTo>
                                <a:pt x="1268204" y="321931"/>
                              </a:lnTo>
                              <a:lnTo>
                                <a:pt x="1265295" y="340470"/>
                              </a:lnTo>
                              <a:lnTo>
                                <a:pt x="1262385" y="359008"/>
                              </a:lnTo>
                              <a:lnTo>
                                <a:pt x="1258946" y="377546"/>
                              </a:lnTo>
                              <a:lnTo>
                                <a:pt x="1255243" y="396349"/>
                              </a:lnTo>
                              <a:lnTo>
                                <a:pt x="1251275" y="414888"/>
                              </a:lnTo>
                              <a:lnTo>
                                <a:pt x="1246778" y="433161"/>
                              </a:lnTo>
                              <a:lnTo>
                                <a:pt x="1242282" y="451435"/>
                              </a:lnTo>
                              <a:lnTo>
                                <a:pt x="1237256" y="469443"/>
                              </a:lnTo>
                              <a:lnTo>
                                <a:pt x="1231965" y="487187"/>
                              </a:lnTo>
                              <a:lnTo>
                                <a:pt x="1225882" y="505196"/>
                              </a:lnTo>
                              <a:lnTo>
                                <a:pt x="1220062" y="522940"/>
                              </a:lnTo>
                              <a:lnTo>
                                <a:pt x="1213714" y="540418"/>
                              </a:lnTo>
                              <a:lnTo>
                                <a:pt x="1206836" y="557897"/>
                              </a:lnTo>
                              <a:lnTo>
                                <a:pt x="1199959" y="575112"/>
                              </a:lnTo>
                              <a:lnTo>
                                <a:pt x="1192552" y="591796"/>
                              </a:lnTo>
                              <a:lnTo>
                                <a:pt x="1184617" y="608745"/>
                              </a:lnTo>
                              <a:lnTo>
                                <a:pt x="1176681" y="625430"/>
                              </a:lnTo>
                              <a:lnTo>
                                <a:pt x="1168217" y="641585"/>
                              </a:lnTo>
                              <a:lnTo>
                                <a:pt x="1159223" y="658004"/>
                              </a:lnTo>
                              <a:lnTo>
                                <a:pt x="1150230" y="673629"/>
                              </a:lnTo>
                              <a:lnTo>
                                <a:pt x="1140443" y="689255"/>
                              </a:lnTo>
                              <a:lnTo>
                                <a:pt x="1130391" y="704615"/>
                              </a:lnTo>
                              <a:lnTo>
                                <a:pt x="1120075" y="719445"/>
                              </a:lnTo>
                              <a:lnTo>
                                <a:pt x="1109494" y="734276"/>
                              </a:lnTo>
                              <a:lnTo>
                                <a:pt x="1098385" y="748842"/>
                              </a:lnTo>
                              <a:lnTo>
                                <a:pt x="1087010" y="762878"/>
                              </a:lnTo>
                              <a:lnTo>
                                <a:pt x="1075107" y="776650"/>
                              </a:lnTo>
                              <a:lnTo>
                                <a:pt x="1062939" y="789891"/>
                              </a:lnTo>
                              <a:lnTo>
                                <a:pt x="1060559" y="792275"/>
                              </a:lnTo>
                              <a:lnTo>
                                <a:pt x="1058971" y="795188"/>
                              </a:lnTo>
                              <a:lnTo>
                                <a:pt x="1057120" y="797836"/>
                              </a:lnTo>
                              <a:lnTo>
                                <a:pt x="1056062" y="801014"/>
                              </a:lnTo>
                              <a:lnTo>
                                <a:pt x="1055004" y="803927"/>
                              </a:lnTo>
                              <a:lnTo>
                                <a:pt x="1054475" y="806840"/>
                              </a:lnTo>
                              <a:lnTo>
                                <a:pt x="1054210" y="810283"/>
                              </a:lnTo>
                              <a:lnTo>
                                <a:pt x="1054210" y="813461"/>
                              </a:lnTo>
                              <a:lnTo>
                                <a:pt x="1054210" y="816374"/>
                              </a:lnTo>
                              <a:lnTo>
                                <a:pt x="1054739" y="819552"/>
                              </a:lnTo>
                              <a:lnTo>
                                <a:pt x="1055533" y="822730"/>
                              </a:lnTo>
                              <a:lnTo>
                                <a:pt x="1056591" y="825379"/>
                              </a:lnTo>
                              <a:lnTo>
                                <a:pt x="1058178" y="828292"/>
                              </a:lnTo>
                              <a:lnTo>
                                <a:pt x="1060030" y="831205"/>
                              </a:lnTo>
                              <a:lnTo>
                                <a:pt x="1061881" y="833588"/>
                              </a:lnTo>
                              <a:lnTo>
                                <a:pt x="1064262" y="836237"/>
                              </a:lnTo>
                              <a:lnTo>
                                <a:pt x="1066907" y="838355"/>
                              </a:lnTo>
                              <a:lnTo>
                                <a:pt x="1069552" y="840209"/>
                              </a:lnTo>
                              <a:lnTo>
                                <a:pt x="1072462" y="841798"/>
                              </a:lnTo>
                              <a:lnTo>
                                <a:pt x="1075107" y="842858"/>
                              </a:lnTo>
                              <a:lnTo>
                                <a:pt x="1078281" y="843917"/>
                              </a:lnTo>
                              <a:lnTo>
                                <a:pt x="1081455" y="844712"/>
                              </a:lnTo>
                              <a:lnTo>
                                <a:pt x="1084365" y="844976"/>
                              </a:lnTo>
                              <a:lnTo>
                                <a:pt x="1087539" y="845241"/>
                              </a:lnTo>
                              <a:lnTo>
                                <a:pt x="1090978" y="844976"/>
                              </a:lnTo>
                              <a:lnTo>
                                <a:pt x="1093888" y="844447"/>
                              </a:lnTo>
                              <a:lnTo>
                                <a:pt x="1096797" y="843387"/>
                              </a:lnTo>
                              <a:lnTo>
                                <a:pt x="1099972" y="842328"/>
                              </a:lnTo>
                              <a:lnTo>
                                <a:pt x="1102617" y="841004"/>
                              </a:lnTo>
                              <a:lnTo>
                                <a:pt x="1105526" y="838885"/>
                              </a:lnTo>
                              <a:lnTo>
                                <a:pt x="1108172" y="837031"/>
                              </a:lnTo>
                              <a:lnTo>
                                <a:pt x="1110552" y="834648"/>
                              </a:lnTo>
                              <a:lnTo>
                                <a:pt x="1124043" y="819817"/>
                              </a:lnTo>
                              <a:lnTo>
                                <a:pt x="1137004" y="804722"/>
                              </a:lnTo>
                              <a:lnTo>
                                <a:pt x="1149701" y="789097"/>
                              </a:lnTo>
                              <a:lnTo>
                                <a:pt x="1161604" y="773471"/>
                              </a:lnTo>
                              <a:lnTo>
                                <a:pt x="1173507" y="757581"/>
                              </a:lnTo>
                              <a:lnTo>
                                <a:pt x="1184617" y="740897"/>
                              </a:lnTo>
                              <a:lnTo>
                                <a:pt x="1195727" y="724213"/>
                              </a:lnTo>
                              <a:lnTo>
                                <a:pt x="1206043" y="707528"/>
                              </a:lnTo>
                              <a:lnTo>
                                <a:pt x="1216094" y="690049"/>
                              </a:lnTo>
                              <a:lnTo>
                                <a:pt x="1225617" y="672570"/>
                              </a:lnTo>
                              <a:lnTo>
                                <a:pt x="1234875" y="654826"/>
                              </a:lnTo>
                              <a:lnTo>
                                <a:pt x="1243604" y="637082"/>
                              </a:lnTo>
                              <a:lnTo>
                                <a:pt x="1252069" y="618809"/>
                              </a:lnTo>
                              <a:lnTo>
                                <a:pt x="1260269" y="600536"/>
                              </a:lnTo>
                              <a:lnTo>
                                <a:pt x="1267940" y="581997"/>
                              </a:lnTo>
                              <a:lnTo>
                                <a:pt x="1274817" y="563459"/>
                              </a:lnTo>
                              <a:lnTo>
                                <a:pt x="1281959" y="544656"/>
                              </a:lnTo>
                              <a:lnTo>
                                <a:pt x="1288307" y="525853"/>
                              </a:lnTo>
                              <a:lnTo>
                                <a:pt x="1294127" y="506785"/>
                              </a:lnTo>
                              <a:lnTo>
                                <a:pt x="1300211" y="487187"/>
                              </a:lnTo>
                              <a:lnTo>
                                <a:pt x="1305501" y="468119"/>
                              </a:lnTo>
                              <a:lnTo>
                                <a:pt x="1310262" y="448786"/>
                              </a:lnTo>
                              <a:lnTo>
                                <a:pt x="1315024" y="429188"/>
                              </a:lnTo>
                              <a:lnTo>
                                <a:pt x="1319256" y="409591"/>
                              </a:lnTo>
                              <a:lnTo>
                                <a:pt x="1323224" y="389993"/>
                              </a:lnTo>
                              <a:lnTo>
                                <a:pt x="1326662" y="370396"/>
                              </a:lnTo>
                              <a:lnTo>
                                <a:pt x="1330101" y="350798"/>
                              </a:lnTo>
                              <a:lnTo>
                                <a:pt x="1333011" y="330936"/>
                              </a:lnTo>
                              <a:lnTo>
                                <a:pt x="1335391" y="311338"/>
                              </a:lnTo>
                              <a:lnTo>
                                <a:pt x="1337772" y="291475"/>
                              </a:lnTo>
                              <a:lnTo>
                                <a:pt x="1339624" y="271613"/>
                              </a:lnTo>
                              <a:lnTo>
                                <a:pt x="1341475" y="252015"/>
                              </a:lnTo>
                              <a:lnTo>
                                <a:pt x="1341475" y="248572"/>
                              </a:lnTo>
                              <a:lnTo>
                                <a:pt x="1341211" y="245659"/>
                              </a:lnTo>
                              <a:lnTo>
                                <a:pt x="1340417" y="242216"/>
                              </a:lnTo>
                              <a:lnTo>
                                <a:pt x="1339624" y="239039"/>
                              </a:lnTo>
                              <a:lnTo>
                                <a:pt x="1338566" y="236390"/>
                              </a:lnTo>
                              <a:lnTo>
                                <a:pt x="1337243" y="233477"/>
                              </a:lnTo>
                              <a:lnTo>
                                <a:pt x="1335391" y="230829"/>
                              </a:lnTo>
                              <a:lnTo>
                                <a:pt x="1333540" y="228445"/>
                              </a:lnTo>
                              <a:lnTo>
                                <a:pt x="1331159" y="226062"/>
                              </a:lnTo>
                              <a:lnTo>
                                <a:pt x="1329043" y="223943"/>
                              </a:lnTo>
                              <a:lnTo>
                                <a:pt x="1326398" y="222089"/>
                              </a:lnTo>
                              <a:lnTo>
                                <a:pt x="1323753" y="220500"/>
                              </a:lnTo>
                              <a:lnTo>
                                <a:pt x="1320579" y="219176"/>
                              </a:lnTo>
                              <a:lnTo>
                                <a:pt x="1317669" y="218382"/>
                              </a:lnTo>
                              <a:lnTo>
                                <a:pt x="1314495" y="217322"/>
                              </a:lnTo>
                              <a:lnTo>
                                <a:pt x="1311056" y="217057"/>
                              </a:lnTo>
                              <a:lnTo>
                                <a:pt x="1307617" y="216793"/>
                              </a:lnTo>
                              <a:close/>
                              <a:moveTo>
                                <a:pt x="442912" y="112713"/>
                              </a:moveTo>
                              <a:lnTo>
                                <a:pt x="1493837" y="112713"/>
                              </a:lnTo>
                              <a:lnTo>
                                <a:pt x="1485637" y="163826"/>
                              </a:lnTo>
                              <a:lnTo>
                                <a:pt x="1477172" y="211761"/>
                              </a:lnTo>
                              <a:lnTo>
                                <a:pt x="1468708" y="257312"/>
                              </a:lnTo>
                              <a:lnTo>
                                <a:pt x="1460508" y="299685"/>
                              </a:lnTo>
                              <a:lnTo>
                                <a:pt x="1452308" y="339145"/>
                              </a:lnTo>
                              <a:lnTo>
                                <a:pt x="1444372" y="375427"/>
                              </a:lnTo>
                              <a:lnTo>
                                <a:pt x="1436437" y="408532"/>
                              </a:lnTo>
                              <a:lnTo>
                                <a:pt x="1429559" y="438723"/>
                              </a:lnTo>
                              <a:lnTo>
                                <a:pt x="1422682" y="465471"/>
                              </a:lnTo>
                              <a:lnTo>
                                <a:pt x="1416598" y="488776"/>
                              </a:lnTo>
                              <a:lnTo>
                                <a:pt x="1411308" y="508638"/>
                              </a:lnTo>
                              <a:lnTo>
                                <a:pt x="1406811" y="525058"/>
                              </a:lnTo>
                              <a:lnTo>
                                <a:pt x="1399934" y="547304"/>
                              </a:lnTo>
                              <a:lnTo>
                                <a:pt x="1397817" y="554719"/>
                              </a:lnTo>
                              <a:lnTo>
                                <a:pt x="1394114" y="564518"/>
                              </a:lnTo>
                              <a:lnTo>
                                <a:pt x="1390146" y="574847"/>
                              </a:lnTo>
                              <a:lnTo>
                                <a:pt x="1385914" y="585440"/>
                              </a:lnTo>
                              <a:lnTo>
                                <a:pt x="1380888" y="596563"/>
                              </a:lnTo>
                              <a:lnTo>
                                <a:pt x="1375863" y="608216"/>
                              </a:lnTo>
                              <a:lnTo>
                                <a:pt x="1370308" y="620398"/>
                              </a:lnTo>
                              <a:lnTo>
                                <a:pt x="1364224" y="632580"/>
                              </a:lnTo>
                              <a:lnTo>
                                <a:pt x="1357875" y="645027"/>
                              </a:lnTo>
                              <a:lnTo>
                                <a:pt x="1351263" y="658004"/>
                              </a:lnTo>
                              <a:lnTo>
                                <a:pt x="1343856" y="671246"/>
                              </a:lnTo>
                              <a:lnTo>
                                <a:pt x="1336714" y="684488"/>
                              </a:lnTo>
                              <a:lnTo>
                                <a:pt x="1328779" y="698259"/>
                              </a:lnTo>
                              <a:lnTo>
                                <a:pt x="1320579" y="711501"/>
                              </a:lnTo>
                              <a:lnTo>
                                <a:pt x="1312379" y="725537"/>
                              </a:lnTo>
                              <a:lnTo>
                                <a:pt x="1303649" y="739573"/>
                              </a:lnTo>
                              <a:lnTo>
                                <a:pt x="1294656" y="753609"/>
                              </a:lnTo>
                              <a:lnTo>
                                <a:pt x="1285133" y="767645"/>
                              </a:lnTo>
                              <a:lnTo>
                                <a:pt x="1275875" y="781416"/>
                              </a:lnTo>
                              <a:lnTo>
                                <a:pt x="1266088" y="795453"/>
                              </a:lnTo>
                              <a:lnTo>
                                <a:pt x="1256036" y="809489"/>
                              </a:lnTo>
                              <a:lnTo>
                                <a:pt x="1245720" y="823260"/>
                              </a:lnTo>
                              <a:lnTo>
                                <a:pt x="1235140" y="836767"/>
                              </a:lnTo>
                              <a:lnTo>
                                <a:pt x="1224559" y="850273"/>
                              </a:lnTo>
                              <a:lnTo>
                                <a:pt x="1213714" y="863779"/>
                              </a:lnTo>
                              <a:lnTo>
                                <a:pt x="1202340" y="877021"/>
                              </a:lnTo>
                              <a:lnTo>
                                <a:pt x="1191230" y="889468"/>
                              </a:lnTo>
                              <a:lnTo>
                                <a:pt x="1179591" y="902180"/>
                              </a:lnTo>
                              <a:lnTo>
                                <a:pt x="1167952" y="914627"/>
                              </a:lnTo>
                              <a:lnTo>
                                <a:pt x="1156049" y="926280"/>
                              </a:lnTo>
                              <a:lnTo>
                                <a:pt x="1144146" y="937933"/>
                              </a:lnTo>
                              <a:lnTo>
                                <a:pt x="1132243" y="949056"/>
                              </a:lnTo>
                              <a:lnTo>
                                <a:pt x="1119810" y="959914"/>
                              </a:lnTo>
                              <a:lnTo>
                                <a:pt x="1119810" y="992753"/>
                              </a:lnTo>
                              <a:lnTo>
                                <a:pt x="1119810" y="993548"/>
                              </a:lnTo>
                              <a:lnTo>
                                <a:pt x="1119546" y="994872"/>
                              </a:lnTo>
                              <a:lnTo>
                                <a:pt x="1119546" y="995666"/>
                              </a:lnTo>
                              <a:lnTo>
                                <a:pt x="1119546" y="996196"/>
                              </a:lnTo>
                              <a:lnTo>
                                <a:pt x="1119281" y="995931"/>
                              </a:lnTo>
                              <a:lnTo>
                                <a:pt x="1117694" y="998579"/>
                              </a:lnTo>
                              <a:lnTo>
                                <a:pt x="1115578" y="1001493"/>
                              </a:lnTo>
                              <a:lnTo>
                                <a:pt x="1112668" y="1004671"/>
                              </a:lnTo>
                              <a:lnTo>
                                <a:pt x="1109230" y="1007849"/>
                              </a:lnTo>
                              <a:lnTo>
                                <a:pt x="1101294" y="1015529"/>
                              </a:lnTo>
                              <a:lnTo>
                                <a:pt x="1096797" y="1020031"/>
                              </a:lnTo>
                              <a:lnTo>
                                <a:pt x="1092301" y="1024798"/>
                              </a:lnTo>
                              <a:lnTo>
                                <a:pt x="1087804" y="1030095"/>
                              </a:lnTo>
                              <a:lnTo>
                                <a:pt x="1083307" y="1035921"/>
                              </a:lnTo>
                              <a:lnTo>
                                <a:pt x="1079075" y="1042807"/>
                              </a:lnTo>
                              <a:lnTo>
                                <a:pt x="1074843" y="1050222"/>
                              </a:lnTo>
                              <a:lnTo>
                                <a:pt x="1073255" y="1053930"/>
                              </a:lnTo>
                              <a:lnTo>
                                <a:pt x="1071668" y="1057902"/>
                              </a:lnTo>
                              <a:lnTo>
                                <a:pt x="1069817" y="1062404"/>
                              </a:lnTo>
                              <a:lnTo>
                                <a:pt x="1068230" y="1066906"/>
                              </a:lnTo>
                              <a:lnTo>
                                <a:pt x="1066907" y="1071673"/>
                              </a:lnTo>
                              <a:lnTo>
                                <a:pt x="1065584" y="1076440"/>
                              </a:lnTo>
                              <a:lnTo>
                                <a:pt x="1064526" y="1081737"/>
                              </a:lnTo>
                              <a:lnTo>
                                <a:pt x="1063733" y="1087298"/>
                              </a:lnTo>
                              <a:lnTo>
                                <a:pt x="1064526" y="1089152"/>
                              </a:lnTo>
                              <a:lnTo>
                                <a:pt x="1064262" y="1120932"/>
                              </a:lnTo>
                              <a:lnTo>
                                <a:pt x="1064262" y="1121727"/>
                              </a:lnTo>
                              <a:lnTo>
                                <a:pt x="1064526" y="1121727"/>
                              </a:lnTo>
                              <a:lnTo>
                                <a:pt x="1063468" y="1124640"/>
                              </a:lnTo>
                              <a:lnTo>
                                <a:pt x="1062675" y="1127023"/>
                              </a:lnTo>
                              <a:lnTo>
                                <a:pt x="1060823" y="1130466"/>
                              </a:lnTo>
                              <a:lnTo>
                                <a:pt x="1058707" y="1134704"/>
                              </a:lnTo>
                              <a:lnTo>
                                <a:pt x="1055268" y="1139735"/>
                              </a:lnTo>
                              <a:lnTo>
                                <a:pt x="1053681" y="1142119"/>
                              </a:lnTo>
                              <a:lnTo>
                                <a:pt x="1051829" y="1144238"/>
                              </a:lnTo>
                              <a:lnTo>
                                <a:pt x="1048655" y="1147945"/>
                              </a:lnTo>
                              <a:lnTo>
                                <a:pt x="1044952" y="1150858"/>
                              </a:lnTo>
                              <a:lnTo>
                                <a:pt x="1041513" y="1153242"/>
                              </a:lnTo>
                              <a:lnTo>
                                <a:pt x="1036488" y="1156420"/>
                              </a:lnTo>
                              <a:lnTo>
                                <a:pt x="1035165" y="1157214"/>
                              </a:lnTo>
                              <a:lnTo>
                                <a:pt x="1034107" y="1157744"/>
                              </a:lnTo>
                              <a:lnTo>
                                <a:pt x="1030933" y="1159333"/>
                              </a:lnTo>
                              <a:lnTo>
                                <a:pt x="1026436" y="1161187"/>
                              </a:lnTo>
                              <a:lnTo>
                                <a:pt x="1017971" y="1163570"/>
                              </a:lnTo>
                              <a:lnTo>
                                <a:pt x="1016120" y="1168337"/>
                              </a:lnTo>
                              <a:lnTo>
                                <a:pt x="1016120" y="1454092"/>
                              </a:lnTo>
                              <a:lnTo>
                                <a:pt x="1015855" y="1473160"/>
                              </a:lnTo>
                              <a:lnTo>
                                <a:pt x="1030404" y="1474749"/>
                              </a:lnTo>
                              <a:lnTo>
                                <a:pt x="1036752" y="1475808"/>
                              </a:lnTo>
                              <a:lnTo>
                                <a:pt x="1042571" y="1476868"/>
                              </a:lnTo>
                              <a:lnTo>
                                <a:pt x="1043365" y="1477133"/>
                              </a:lnTo>
                              <a:lnTo>
                                <a:pt x="1046275" y="1477662"/>
                              </a:lnTo>
                              <a:lnTo>
                                <a:pt x="1054210" y="1479516"/>
                              </a:lnTo>
                              <a:lnTo>
                                <a:pt x="1057120" y="1480840"/>
                              </a:lnTo>
                              <a:lnTo>
                                <a:pt x="1060030" y="1481635"/>
                              </a:lnTo>
                              <a:lnTo>
                                <a:pt x="1062410" y="1482959"/>
                              </a:lnTo>
                              <a:lnTo>
                                <a:pt x="1063733" y="1484018"/>
                              </a:lnTo>
                              <a:lnTo>
                                <a:pt x="1064791" y="1485342"/>
                              </a:lnTo>
                              <a:lnTo>
                                <a:pt x="1065055" y="1486667"/>
                              </a:lnTo>
                              <a:lnTo>
                                <a:pt x="1065320" y="1486667"/>
                              </a:lnTo>
                              <a:lnTo>
                                <a:pt x="1065320" y="1507588"/>
                              </a:lnTo>
                              <a:lnTo>
                                <a:pt x="1065320" y="1513944"/>
                              </a:lnTo>
                              <a:lnTo>
                                <a:pt x="1067436" y="1516063"/>
                              </a:lnTo>
                              <a:lnTo>
                                <a:pt x="871958" y="1516063"/>
                              </a:lnTo>
                              <a:lnTo>
                                <a:pt x="871958" y="1514739"/>
                              </a:lnTo>
                              <a:lnTo>
                                <a:pt x="871958" y="1507588"/>
                              </a:lnTo>
                              <a:lnTo>
                                <a:pt x="871958" y="1486667"/>
                              </a:lnTo>
                              <a:lnTo>
                                <a:pt x="872223" y="1486667"/>
                              </a:lnTo>
                              <a:lnTo>
                                <a:pt x="872487" y="1485607"/>
                              </a:lnTo>
                              <a:lnTo>
                                <a:pt x="873016" y="1484283"/>
                              </a:lnTo>
                              <a:lnTo>
                                <a:pt x="874074" y="1483489"/>
                              </a:lnTo>
                              <a:lnTo>
                                <a:pt x="875926" y="1482429"/>
                              </a:lnTo>
                              <a:lnTo>
                                <a:pt x="877778" y="1481635"/>
                              </a:lnTo>
                              <a:lnTo>
                                <a:pt x="880158" y="1480575"/>
                              </a:lnTo>
                              <a:lnTo>
                                <a:pt x="885978" y="1478722"/>
                              </a:lnTo>
                              <a:lnTo>
                                <a:pt x="892855" y="1477133"/>
                              </a:lnTo>
                              <a:lnTo>
                                <a:pt x="901319" y="1475808"/>
                              </a:lnTo>
                              <a:lnTo>
                                <a:pt x="910842" y="1474219"/>
                              </a:lnTo>
                              <a:lnTo>
                                <a:pt x="921423" y="1473160"/>
                              </a:lnTo>
                              <a:lnTo>
                                <a:pt x="921423" y="1454092"/>
                              </a:lnTo>
                              <a:lnTo>
                                <a:pt x="921423" y="1170721"/>
                              </a:lnTo>
                              <a:lnTo>
                                <a:pt x="920894" y="1170721"/>
                              </a:lnTo>
                              <a:lnTo>
                                <a:pt x="920894" y="1168602"/>
                              </a:lnTo>
                              <a:lnTo>
                                <a:pt x="920365" y="1167013"/>
                              </a:lnTo>
                              <a:lnTo>
                                <a:pt x="919836" y="1163835"/>
                              </a:lnTo>
                              <a:lnTo>
                                <a:pt x="913752" y="1161981"/>
                              </a:lnTo>
                              <a:lnTo>
                                <a:pt x="908197" y="1160128"/>
                              </a:lnTo>
                              <a:lnTo>
                                <a:pt x="902642" y="1157744"/>
                              </a:lnTo>
                              <a:lnTo>
                                <a:pt x="901849" y="1157214"/>
                              </a:lnTo>
                              <a:lnTo>
                                <a:pt x="900526" y="1156420"/>
                              </a:lnTo>
                              <a:lnTo>
                                <a:pt x="898674" y="1155096"/>
                              </a:lnTo>
                              <a:lnTo>
                                <a:pt x="895765" y="1153772"/>
                              </a:lnTo>
                              <a:lnTo>
                                <a:pt x="892590" y="1151653"/>
                              </a:lnTo>
                              <a:lnTo>
                                <a:pt x="889152" y="1148475"/>
                              </a:lnTo>
                              <a:lnTo>
                                <a:pt x="885449" y="1144502"/>
                              </a:lnTo>
                              <a:lnTo>
                                <a:pt x="881481" y="1139735"/>
                              </a:lnTo>
                              <a:lnTo>
                                <a:pt x="877778" y="1134439"/>
                              </a:lnTo>
                              <a:lnTo>
                                <a:pt x="876984" y="1133115"/>
                              </a:lnTo>
                              <a:lnTo>
                                <a:pt x="875397" y="1130201"/>
                              </a:lnTo>
                              <a:lnTo>
                                <a:pt x="874603" y="1129142"/>
                              </a:lnTo>
                              <a:lnTo>
                                <a:pt x="873545" y="1126759"/>
                              </a:lnTo>
                              <a:lnTo>
                                <a:pt x="873281" y="1125964"/>
                              </a:lnTo>
                              <a:lnTo>
                                <a:pt x="872752" y="1124110"/>
                              </a:lnTo>
                              <a:lnTo>
                                <a:pt x="872487" y="1124110"/>
                              </a:lnTo>
                              <a:lnTo>
                                <a:pt x="872487" y="1121992"/>
                              </a:lnTo>
                              <a:lnTo>
                                <a:pt x="872487" y="1121727"/>
                              </a:lnTo>
                              <a:lnTo>
                                <a:pt x="872487" y="1121197"/>
                              </a:lnTo>
                              <a:lnTo>
                                <a:pt x="872487" y="1120932"/>
                              </a:lnTo>
                              <a:lnTo>
                                <a:pt x="872487" y="1087034"/>
                              </a:lnTo>
                              <a:lnTo>
                                <a:pt x="872752" y="1087034"/>
                              </a:lnTo>
                              <a:lnTo>
                                <a:pt x="871694" y="1080413"/>
                              </a:lnTo>
                              <a:lnTo>
                                <a:pt x="870636" y="1074057"/>
                              </a:lnTo>
                              <a:lnTo>
                                <a:pt x="868784" y="1067966"/>
                              </a:lnTo>
                              <a:lnTo>
                                <a:pt x="866932" y="1062404"/>
                              </a:lnTo>
                              <a:lnTo>
                                <a:pt x="864816" y="1057108"/>
                              </a:lnTo>
                              <a:lnTo>
                                <a:pt x="862700" y="1052076"/>
                              </a:lnTo>
                              <a:lnTo>
                                <a:pt x="860319" y="1047574"/>
                              </a:lnTo>
                              <a:lnTo>
                                <a:pt x="857939" y="1043071"/>
                              </a:lnTo>
                              <a:lnTo>
                                <a:pt x="853707" y="1036980"/>
                              </a:lnTo>
                              <a:lnTo>
                                <a:pt x="853442" y="1035921"/>
                              </a:lnTo>
                              <a:lnTo>
                                <a:pt x="849474" y="1030889"/>
                              </a:lnTo>
                              <a:lnTo>
                                <a:pt x="848681" y="1029830"/>
                              </a:lnTo>
                              <a:lnTo>
                                <a:pt x="844977" y="1025328"/>
                              </a:lnTo>
                              <a:lnTo>
                                <a:pt x="844184" y="1024533"/>
                              </a:lnTo>
                              <a:lnTo>
                                <a:pt x="840216" y="1020296"/>
                              </a:lnTo>
                              <a:lnTo>
                                <a:pt x="839423" y="1019501"/>
                              </a:lnTo>
                              <a:lnTo>
                                <a:pt x="835719" y="1015794"/>
                              </a:lnTo>
                              <a:lnTo>
                                <a:pt x="834661" y="1014734"/>
                              </a:lnTo>
                              <a:lnTo>
                                <a:pt x="831487" y="1011556"/>
                              </a:lnTo>
                              <a:lnTo>
                                <a:pt x="827519" y="1008113"/>
                              </a:lnTo>
                              <a:lnTo>
                                <a:pt x="827255" y="1007849"/>
                              </a:lnTo>
                              <a:lnTo>
                                <a:pt x="823816" y="1004671"/>
                              </a:lnTo>
                              <a:lnTo>
                                <a:pt x="821171" y="1001493"/>
                              </a:lnTo>
                              <a:lnTo>
                                <a:pt x="818790" y="998579"/>
                              </a:lnTo>
                              <a:lnTo>
                                <a:pt x="817468" y="995931"/>
                              </a:lnTo>
                              <a:lnTo>
                                <a:pt x="817203" y="996196"/>
                              </a:lnTo>
                              <a:lnTo>
                                <a:pt x="816939" y="996196"/>
                              </a:lnTo>
                              <a:lnTo>
                                <a:pt x="816674" y="992753"/>
                              </a:lnTo>
                              <a:lnTo>
                                <a:pt x="816674" y="959649"/>
                              </a:lnTo>
                              <a:lnTo>
                                <a:pt x="807945" y="951969"/>
                              </a:lnTo>
                              <a:lnTo>
                                <a:pt x="798952" y="944024"/>
                              </a:lnTo>
                              <a:lnTo>
                                <a:pt x="790222" y="935549"/>
                              </a:lnTo>
                              <a:lnTo>
                                <a:pt x="781493" y="927339"/>
                              </a:lnTo>
                              <a:lnTo>
                                <a:pt x="772764" y="918865"/>
                              </a:lnTo>
                              <a:lnTo>
                                <a:pt x="762713" y="908007"/>
                              </a:lnTo>
                              <a:lnTo>
                                <a:pt x="754777" y="900062"/>
                              </a:lnTo>
                              <a:lnTo>
                                <a:pt x="747371" y="891587"/>
                              </a:lnTo>
                              <a:lnTo>
                                <a:pt x="736790" y="879934"/>
                              </a:lnTo>
                              <a:lnTo>
                                <a:pt x="722242" y="862985"/>
                              </a:lnTo>
                              <a:lnTo>
                                <a:pt x="712190" y="850803"/>
                              </a:lnTo>
                              <a:lnTo>
                                <a:pt x="697906" y="833059"/>
                              </a:lnTo>
                              <a:lnTo>
                                <a:pt x="688648" y="820612"/>
                              </a:lnTo>
                              <a:lnTo>
                                <a:pt x="674629" y="801809"/>
                              </a:lnTo>
                              <a:lnTo>
                                <a:pt x="666164" y="790421"/>
                              </a:lnTo>
                              <a:lnTo>
                                <a:pt x="652145" y="769764"/>
                              </a:lnTo>
                              <a:lnTo>
                                <a:pt x="644739" y="759435"/>
                              </a:lnTo>
                              <a:lnTo>
                                <a:pt x="636538" y="746723"/>
                              </a:lnTo>
                              <a:lnTo>
                                <a:pt x="628603" y="734011"/>
                              </a:lnTo>
                              <a:lnTo>
                                <a:pt x="625429" y="729244"/>
                              </a:lnTo>
                              <a:lnTo>
                                <a:pt x="615377" y="713089"/>
                              </a:lnTo>
                              <a:lnTo>
                                <a:pt x="605855" y="696670"/>
                              </a:lnTo>
                              <a:lnTo>
                                <a:pt x="596861" y="681045"/>
                              </a:lnTo>
                              <a:lnTo>
                                <a:pt x="588132" y="665420"/>
                              </a:lnTo>
                              <a:lnTo>
                                <a:pt x="589719" y="669127"/>
                              </a:lnTo>
                              <a:lnTo>
                                <a:pt x="574906" y="639996"/>
                              </a:lnTo>
                              <a:lnTo>
                                <a:pt x="569087" y="627813"/>
                              </a:lnTo>
                              <a:lnTo>
                                <a:pt x="563267" y="616425"/>
                              </a:lnTo>
                              <a:lnTo>
                                <a:pt x="558242" y="605038"/>
                              </a:lnTo>
                              <a:lnTo>
                                <a:pt x="553480" y="594180"/>
                              </a:lnTo>
                              <a:lnTo>
                                <a:pt x="548983" y="583321"/>
                              </a:lnTo>
                              <a:lnTo>
                                <a:pt x="545280" y="573258"/>
                              </a:lnTo>
                              <a:lnTo>
                                <a:pt x="541842" y="563724"/>
                              </a:lnTo>
                              <a:lnTo>
                                <a:pt x="538932" y="554719"/>
                              </a:lnTo>
                              <a:lnTo>
                                <a:pt x="536287" y="547304"/>
                              </a:lnTo>
                              <a:lnTo>
                                <a:pt x="529938" y="525058"/>
                              </a:lnTo>
                              <a:lnTo>
                                <a:pt x="525441" y="508638"/>
                              </a:lnTo>
                              <a:lnTo>
                                <a:pt x="520151" y="488776"/>
                              </a:lnTo>
                              <a:lnTo>
                                <a:pt x="514067" y="465471"/>
                              </a:lnTo>
                              <a:lnTo>
                                <a:pt x="507190" y="438723"/>
                              </a:lnTo>
                              <a:lnTo>
                                <a:pt x="500312" y="408532"/>
                              </a:lnTo>
                              <a:lnTo>
                                <a:pt x="492377" y="375427"/>
                              </a:lnTo>
                              <a:lnTo>
                                <a:pt x="484441" y="339145"/>
                              </a:lnTo>
                              <a:lnTo>
                                <a:pt x="476241" y="299685"/>
                              </a:lnTo>
                              <a:lnTo>
                                <a:pt x="467777" y="257312"/>
                              </a:lnTo>
                              <a:lnTo>
                                <a:pt x="459577" y="211761"/>
                              </a:lnTo>
                              <a:lnTo>
                                <a:pt x="451112" y="163826"/>
                              </a:lnTo>
                              <a:lnTo>
                                <a:pt x="442912" y="112713"/>
                              </a:lnTo>
                              <a:close/>
                              <a:moveTo>
                                <a:pt x="208966" y="79375"/>
                              </a:moveTo>
                              <a:lnTo>
                                <a:pt x="216098" y="79375"/>
                              </a:lnTo>
                              <a:lnTo>
                                <a:pt x="224816" y="79375"/>
                              </a:lnTo>
                              <a:lnTo>
                                <a:pt x="233534" y="79904"/>
                              </a:lnTo>
                              <a:lnTo>
                                <a:pt x="242252" y="80698"/>
                              </a:lnTo>
                              <a:lnTo>
                                <a:pt x="250706" y="82286"/>
                              </a:lnTo>
                              <a:lnTo>
                                <a:pt x="258895" y="83874"/>
                              </a:lnTo>
                              <a:lnTo>
                                <a:pt x="266821" y="85462"/>
                              </a:lnTo>
                              <a:lnTo>
                                <a:pt x="274746" y="87844"/>
                              </a:lnTo>
                              <a:lnTo>
                                <a:pt x="282407" y="90226"/>
                              </a:lnTo>
                              <a:lnTo>
                                <a:pt x="289804" y="93137"/>
                              </a:lnTo>
                              <a:lnTo>
                                <a:pt x="297201" y="96313"/>
                              </a:lnTo>
                              <a:lnTo>
                                <a:pt x="304070" y="99489"/>
                              </a:lnTo>
                              <a:lnTo>
                                <a:pt x="311203" y="103194"/>
                              </a:lnTo>
                              <a:lnTo>
                                <a:pt x="318071" y="106900"/>
                              </a:lnTo>
                              <a:lnTo>
                                <a:pt x="324412" y="111134"/>
                              </a:lnTo>
                              <a:lnTo>
                                <a:pt x="330752" y="115369"/>
                              </a:lnTo>
                              <a:lnTo>
                                <a:pt x="336828" y="119603"/>
                              </a:lnTo>
                              <a:lnTo>
                                <a:pt x="342640" y="124102"/>
                              </a:lnTo>
                              <a:lnTo>
                                <a:pt x="348188" y="128866"/>
                              </a:lnTo>
                              <a:lnTo>
                                <a:pt x="353735" y="133630"/>
                              </a:lnTo>
                              <a:lnTo>
                                <a:pt x="359283" y="138659"/>
                              </a:lnTo>
                              <a:lnTo>
                                <a:pt x="364303" y="143687"/>
                              </a:lnTo>
                              <a:lnTo>
                                <a:pt x="369322" y="148716"/>
                              </a:lnTo>
                              <a:lnTo>
                                <a:pt x="374077" y="154009"/>
                              </a:lnTo>
                              <a:lnTo>
                                <a:pt x="378568" y="159567"/>
                              </a:lnTo>
                              <a:lnTo>
                                <a:pt x="387022" y="170153"/>
                              </a:lnTo>
                              <a:lnTo>
                                <a:pt x="394947" y="181004"/>
                              </a:lnTo>
                              <a:lnTo>
                                <a:pt x="402344" y="192119"/>
                              </a:lnTo>
                              <a:lnTo>
                                <a:pt x="408949" y="202971"/>
                              </a:lnTo>
                              <a:lnTo>
                                <a:pt x="415289" y="213821"/>
                              </a:lnTo>
                              <a:lnTo>
                                <a:pt x="420837" y="224672"/>
                              </a:lnTo>
                              <a:lnTo>
                                <a:pt x="425856" y="235259"/>
                              </a:lnTo>
                              <a:lnTo>
                                <a:pt x="430611" y="245316"/>
                              </a:lnTo>
                              <a:lnTo>
                                <a:pt x="434838" y="255637"/>
                              </a:lnTo>
                              <a:lnTo>
                                <a:pt x="438537" y="264900"/>
                              </a:lnTo>
                              <a:lnTo>
                                <a:pt x="441971" y="273899"/>
                              </a:lnTo>
                              <a:lnTo>
                                <a:pt x="444613" y="282103"/>
                              </a:lnTo>
                              <a:lnTo>
                                <a:pt x="449368" y="296924"/>
                              </a:lnTo>
                              <a:lnTo>
                                <a:pt x="452538" y="308304"/>
                              </a:lnTo>
                              <a:lnTo>
                                <a:pt x="454388" y="315980"/>
                              </a:lnTo>
                              <a:lnTo>
                                <a:pt x="455444" y="319420"/>
                              </a:lnTo>
                              <a:lnTo>
                                <a:pt x="455973" y="323655"/>
                              </a:lnTo>
                              <a:lnTo>
                                <a:pt x="456237" y="328154"/>
                              </a:lnTo>
                              <a:lnTo>
                                <a:pt x="456237" y="332653"/>
                              </a:lnTo>
                              <a:lnTo>
                                <a:pt x="455708" y="337152"/>
                              </a:lnTo>
                              <a:lnTo>
                                <a:pt x="454652" y="341387"/>
                              </a:lnTo>
                              <a:lnTo>
                                <a:pt x="453331" y="345621"/>
                              </a:lnTo>
                              <a:lnTo>
                                <a:pt x="451746" y="349591"/>
                              </a:lnTo>
                              <a:lnTo>
                                <a:pt x="449368" y="353296"/>
                              </a:lnTo>
                              <a:lnTo>
                                <a:pt x="447255" y="357002"/>
                              </a:lnTo>
                              <a:lnTo>
                                <a:pt x="444349" y="359913"/>
                              </a:lnTo>
                              <a:lnTo>
                                <a:pt x="441707" y="363089"/>
                              </a:lnTo>
                              <a:lnTo>
                                <a:pt x="438273" y="366000"/>
                              </a:lnTo>
                              <a:lnTo>
                                <a:pt x="434574" y="368117"/>
                              </a:lnTo>
                              <a:lnTo>
                                <a:pt x="430876" y="370234"/>
                              </a:lnTo>
                              <a:lnTo>
                                <a:pt x="426913" y="371822"/>
                              </a:lnTo>
                              <a:lnTo>
                                <a:pt x="422422" y="372881"/>
                              </a:lnTo>
                              <a:lnTo>
                                <a:pt x="418459" y="373675"/>
                              </a:lnTo>
                              <a:lnTo>
                                <a:pt x="414232" y="373940"/>
                              </a:lnTo>
                              <a:lnTo>
                                <a:pt x="409741" y="373940"/>
                              </a:lnTo>
                              <a:lnTo>
                                <a:pt x="405779" y="373410"/>
                              </a:lnTo>
                              <a:lnTo>
                                <a:pt x="401552" y="372352"/>
                              </a:lnTo>
                              <a:lnTo>
                                <a:pt x="397589" y="371028"/>
                              </a:lnTo>
                              <a:lnTo>
                                <a:pt x="393891" y="369176"/>
                              </a:lnTo>
                              <a:lnTo>
                                <a:pt x="390192" y="367059"/>
                              </a:lnTo>
                              <a:lnTo>
                                <a:pt x="387022" y="364412"/>
                              </a:lnTo>
                              <a:lnTo>
                                <a:pt x="383852" y="361765"/>
                              </a:lnTo>
                              <a:lnTo>
                                <a:pt x="380946" y="358589"/>
                              </a:lnTo>
                              <a:lnTo>
                                <a:pt x="378304" y="355149"/>
                              </a:lnTo>
                              <a:lnTo>
                                <a:pt x="375926" y="351708"/>
                              </a:lnTo>
                              <a:lnTo>
                                <a:pt x="374077" y="347739"/>
                              </a:lnTo>
                              <a:lnTo>
                                <a:pt x="372492" y="343504"/>
                              </a:lnTo>
                              <a:lnTo>
                                <a:pt x="371435" y="339005"/>
                              </a:lnTo>
                              <a:lnTo>
                                <a:pt x="371171" y="338476"/>
                              </a:lnTo>
                              <a:lnTo>
                                <a:pt x="370643" y="335299"/>
                              </a:lnTo>
                              <a:lnTo>
                                <a:pt x="367209" y="323390"/>
                              </a:lnTo>
                              <a:lnTo>
                                <a:pt x="364831" y="315186"/>
                              </a:lnTo>
                              <a:lnTo>
                                <a:pt x="361397" y="305393"/>
                              </a:lnTo>
                              <a:lnTo>
                                <a:pt x="357170" y="294542"/>
                              </a:lnTo>
                              <a:lnTo>
                                <a:pt x="352415" y="283162"/>
                              </a:lnTo>
                              <a:lnTo>
                                <a:pt x="346867" y="270988"/>
                              </a:lnTo>
                              <a:lnTo>
                                <a:pt x="340527" y="258549"/>
                              </a:lnTo>
                              <a:lnTo>
                                <a:pt x="337092" y="252462"/>
                              </a:lnTo>
                              <a:lnTo>
                                <a:pt x="333394" y="246374"/>
                              </a:lnTo>
                              <a:lnTo>
                                <a:pt x="329431" y="240023"/>
                              </a:lnTo>
                              <a:lnTo>
                                <a:pt x="325468" y="234200"/>
                              </a:lnTo>
                              <a:lnTo>
                                <a:pt x="321241" y="228378"/>
                              </a:lnTo>
                              <a:lnTo>
                                <a:pt x="316750" y="222555"/>
                              </a:lnTo>
                              <a:lnTo>
                                <a:pt x="312259" y="216997"/>
                              </a:lnTo>
                              <a:lnTo>
                                <a:pt x="307504" y="211704"/>
                              </a:lnTo>
                              <a:lnTo>
                                <a:pt x="302749" y="206676"/>
                              </a:lnTo>
                              <a:lnTo>
                                <a:pt x="297465" y="201912"/>
                              </a:lnTo>
                              <a:lnTo>
                                <a:pt x="292446" y="197148"/>
                              </a:lnTo>
                              <a:lnTo>
                                <a:pt x="286898" y="192913"/>
                              </a:lnTo>
                              <a:lnTo>
                                <a:pt x="279501" y="187885"/>
                              </a:lnTo>
                              <a:lnTo>
                                <a:pt x="271576" y="183386"/>
                              </a:lnTo>
                              <a:lnTo>
                                <a:pt x="267877" y="181004"/>
                              </a:lnTo>
                              <a:lnTo>
                                <a:pt x="263651" y="179151"/>
                              </a:lnTo>
                              <a:lnTo>
                                <a:pt x="259424" y="177299"/>
                              </a:lnTo>
                              <a:lnTo>
                                <a:pt x="255197" y="175711"/>
                              </a:lnTo>
                              <a:lnTo>
                                <a:pt x="250706" y="174387"/>
                              </a:lnTo>
                              <a:lnTo>
                                <a:pt x="246215" y="173329"/>
                              </a:lnTo>
                              <a:lnTo>
                                <a:pt x="241460" y="172006"/>
                              </a:lnTo>
                              <a:lnTo>
                                <a:pt x="236704" y="170947"/>
                              </a:lnTo>
                              <a:lnTo>
                                <a:pt x="231949" y="170418"/>
                              </a:lnTo>
                              <a:lnTo>
                                <a:pt x="226930" y="169888"/>
                              </a:lnTo>
                              <a:lnTo>
                                <a:pt x="221382" y="169624"/>
                              </a:lnTo>
                              <a:lnTo>
                                <a:pt x="216098" y="169359"/>
                              </a:lnTo>
                              <a:lnTo>
                                <a:pt x="206852" y="169624"/>
                              </a:lnTo>
                              <a:lnTo>
                                <a:pt x="197078" y="170682"/>
                              </a:lnTo>
                              <a:lnTo>
                                <a:pt x="187039" y="172270"/>
                              </a:lnTo>
                              <a:lnTo>
                                <a:pt x="175943" y="174652"/>
                              </a:lnTo>
                              <a:lnTo>
                                <a:pt x="170395" y="176240"/>
                              </a:lnTo>
                              <a:lnTo>
                                <a:pt x="165112" y="178357"/>
                              </a:lnTo>
                              <a:lnTo>
                                <a:pt x="160093" y="180475"/>
                              </a:lnTo>
                              <a:lnTo>
                                <a:pt x="155337" y="182856"/>
                              </a:lnTo>
                              <a:lnTo>
                                <a:pt x="150846" y="185503"/>
                              </a:lnTo>
                              <a:lnTo>
                                <a:pt x="146355" y="188679"/>
                              </a:lnTo>
                              <a:lnTo>
                                <a:pt x="142128" y="191855"/>
                              </a:lnTo>
                              <a:lnTo>
                                <a:pt x="137901" y="195295"/>
                              </a:lnTo>
                              <a:lnTo>
                                <a:pt x="133939" y="199001"/>
                              </a:lnTo>
                              <a:lnTo>
                                <a:pt x="129976" y="203235"/>
                              </a:lnTo>
                              <a:lnTo>
                                <a:pt x="126542" y="207470"/>
                              </a:lnTo>
                              <a:lnTo>
                                <a:pt x="122843" y="212234"/>
                              </a:lnTo>
                              <a:lnTo>
                                <a:pt x="119409" y="216997"/>
                              </a:lnTo>
                              <a:lnTo>
                                <a:pt x="115975" y="222291"/>
                              </a:lnTo>
                              <a:lnTo>
                                <a:pt x="113069" y="227584"/>
                              </a:lnTo>
                              <a:lnTo>
                                <a:pt x="109899" y="233406"/>
                              </a:lnTo>
                              <a:lnTo>
                                <a:pt x="106993" y="239493"/>
                              </a:lnTo>
                              <a:lnTo>
                                <a:pt x="104351" y="245580"/>
                              </a:lnTo>
                              <a:lnTo>
                                <a:pt x="101709" y="251932"/>
                              </a:lnTo>
                              <a:lnTo>
                                <a:pt x="99596" y="258549"/>
                              </a:lnTo>
                              <a:lnTo>
                                <a:pt x="97218" y="265430"/>
                              </a:lnTo>
                              <a:lnTo>
                                <a:pt x="95369" y="272311"/>
                              </a:lnTo>
                              <a:lnTo>
                                <a:pt x="93519" y="279721"/>
                              </a:lnTo>
                              <a:lnTo>
                                <a:pt x="91934" y="286867"/>
                              </a:lnTo>
                              <a:lnTo>
                                <a:pt x="90614" y="294278"/>
                              </a:lnTo>
                              <a:lnTo>
                                <a:pt x="89293" y="301953"/>
                              </a:lnTo>
                              <a:lnTo>
                                <a:pt x="88236" y="309363"/>
                              </a:lnTo>
                              <a:lnTo>
                                <a:pt x="87443" y="317038"/>
                              </a:lnTo>
                              <a:lnTo>
                                <a:pt x="86915" y="324713"/>
                              </a:lnTo>
                              <a:lnTo>
                                <a:pt x="86387" y="332388"/>
                              </a:lnTo>
                              <a:lnTo>
                                <a:pt x="86122" y="340063"/>
                              </a:lnTo>
                              <a:lnTo>
                                <a:pt x="86122" y="348003"/>
                              </a:lnTo>
                              <a:lnTo>
                                <a:pt x="86122" y="355678"/>
                              </a:lnTo>
                              <a:lnTo>
                                <a:pt x="86387" y="363618"/>
                              </a:lnTo>
                              <a:lnTo>
                                <a:pt x="86915" y="371558"/>
                              </a:lnTo>
                              <a:lnTo>
                                <a:pt x="87443" y="379497"/>
                              </a:lnTo>
                              <a:lnTo>
                                <a:pt x="88236" y="386908"/>
                              </a:lnTo>
                              <a:lnTo>
                                <a:pt x="89293" y="394318"/>
                              </a:lnTo>
                              <a:lnTo>
                                <a:pt x="90614" y="401729"/>
                              </a:lnTo>
                              <a:lnTo>
                                <a:pt x="91934" y="408874"/>
                              </a:lnTo>
                              <a:lnTo>
                                <a:pt x="93519" y="416020"/>
                              </a:lnTo>
                              <a:lnTo>
                                <a:pt x="95105" y="422372"/>
                              </a:lnTo>
                              <a:lnTo>
                                <a:pt x="96954" y="428724"/>
                              </a:lnTo>
                              <a:lnTo>
                                <a:pt x="99067" y="435076"/>
                              </a:lnTo>
                              <a:lnTo>
                                <a:pt x="100916" y="440898"/>
                              </a:lnTo>
                              <a:lnTo>
                                <a:pt x="103030" y="446456"/>
                              </a:lnTo>
                              <a:lnTo>
                                <a:pt x="105408" y="452014"/>
                              </a:lnTo>
                              <a:lnTo>
                                <a:pt x="107521" y="456778"/>
                              </a:lnTo>
                              <a:lnTo>
                                <a:pt x="112012" y="464982"/>
                              </a:lnTo>
                              <a:lnTo>
                                <a:pt x="116503" y="473186"/>
                              </a:lnTo>
                              <a:lnTo>
                                <a:pt x="121258" y="481391"/>
                              </a:lnTo>
                              <a:lnTo>
                                <a:pt x="126542" y="489331"/>
                              </a:lnTo>
                              <a:lnTo>
                                <a:pt x="131561" y="497006"/>
                              </a:lnTo>
                              <a:lnTo>
                                <a:pt x="137109" y="504945"/>
                              </a:lnTo>
                              <a:lnTo>
                                <a:pt x="142657" y="512620"/>
                              </a:lnTo>
                              <a:lnTo>
                                <a:pt x="148204" y="519766"/>
                              </a:lnTo>
                              <a:lnTo>
                                <a:pt x="154545" y="527441"/>
                              </a:lnTo>
                              <a:lnTo>
                                <a:pt x="160357" y="534587"/>
                              </a:lnTo>
                              <a:lnTo>
                                <a:pt x="166697" y="541733"/>
                              </a:lnTo>
                              <a:lnTo>
                                <a:pt x="173301" y="548614"/>
                              </a:lnTo>
                              <a:lnTo>
                                <a:pt x="179906" y="555495"/>
                              </a:lnTo>
                              <a:lnTo>
                                <a:pt x="186775" y="562376"/>
                              </a:lnTo>
                              <a:lnTo>
                                <a:pt x="193643" y="568993"/>
                              </a:lnTo>
                              <a:lnTo>
                                <a:pt x="200776" y="575609"/>
                              </a:lnTo>
                              <a:lnTo>
                                <a:pt x="207909" y="581696"/>
                              </a:lnTo>
                              <a:lnTo>
                                <a:pt x="215306" y="588048"/>
                              </a:lnTo>
                              <a:lnTo>
                                <a:pt x="230364" y="600222"/>
                              </a:lnTo>
                              <a:lnTo>
                                <a:pt x="246215" y="612132"/>
                              </a:lnTo>
                              <a:lnTo>
                                <a:pt x="261801" y="623248"/>
                              </a:lnTo>
                              <a:lnTo>
                                <a:pt x="278180" y="634098"/>
                              </a:lnTo>
                              <a:lnTo>
                                <a:pt x="294559" y="644420"/>
                              </a:lnTo>
                              <a:lnTo>
                                <a:pt x="311467" y="654477"/>
                              </a:lnTo>
                              <a:lnTo>
                                <a:pt x="328374" y="663740"/>
                              </a:lnTo>
                              <a:lnTo>
                                <a:pt x="345546" y="673003"/>
                              </a:lnTo>
                              <a:lnTo>
                                <a:pt x="362453" y="681472"/>
                              </a:lnTo>
                              <a:lnTo>
                                <a:pt x="379361" y="689677"/>
                              </a:lnTo>
                              <a:lnTo>
                                <a:pt x="396532" y="697352"/>
                              </a:lnTo>
                              <a:lnTo>
                                <a:pt x="412911" y="705027"/>
                              </a:lnTo>
                              <a:lnTo>
                                <a:pt x="429819" y="711643"/>
                              </a:lnTo>
                              <a:lnTo>
                                <a:pt x="446198" y="718525"/>
                              </a:lnTo>
                              <a:lnTo>
                                <a:pt x="462049" y="724612"/>
                              </a:lnTo>
                              <a:lnTo>
                                <a:pt x="477899" y="730963"/>
                              </a:lnTo>
                              <a:lnTo>
                                <a:pt x="492958" y="736257"/>
                              </a:lnTo>
                              <a:lnTo>
                                <a:pt x="521753" y="746578"/>
                              </a:lnTo>
                              <a:lnTo>
                                <a:pt x="548435" y="755577"/>
                              </a:lnTo>
                              <a:lnTo>
                                <a:pt x="572211" y="763516"/>
                              </a:lnTo>
                              <a:lnTo>
                                <a:pt x="595987" y="771456"/>
                              </a:lnTo>
                              <a:lnTo>
                                <a:pt x="606290" y="775161"/>
                              </a:lnTo>
                              <a:lnTo>
                                <a:pt x="615536" y="778602"/>
                              </a:lnTo>
                              <a:lnTo>
                                <a:pt x="624783" y="782572"/>
                              </a:lnTo>
                              <a:lnTo>
                                <a:pt x="629274" y="784954"/>
                              </a:lnTo>
                              <a:lnTo>
                                <a:pt x="634029" y="787600"/>
                              </a:lnTo>
                              <a:lnTo>
                                <a:pt x="640633" y="792099"/>
                              </a:lnTo>
                              <a:lnTo>
                                <a:pt x="646974" y="796863"/>
                              </a:lnTo>
                              <a:lnTo>
                                <a:pt x="652786" y="802156"/>
                              </a:lnTo>
                              <a:lnTo>
                                <a:pt x="658069" y="807714"/>
                              </a:lnTo>
                              <a:lnTo>
                                <a:pt x="663088" y="813801"/>
                              </a:lnTo>
                              <a:lnTo>
                                <a:pt x="667579" y="819888"/>
                              </a:lnTo>
                              <a:lnTo>
                                <a:pt x="671806" y="826240"/>
                              </a:lnTo>
                              <a:lnTo>
                                <a:pt x="675505" y="833121"/>
                              </a:lnTo>
                              <a:lnTo>
                                <a:pt x="679203" y="840003"/>
                              </a:lnTo>
                              <a:lnTo>
                                <a:pt x="681845" y="847413"/>
                              </a:lnTo>
                              <a:lnTo>
                                <a:pt x="684487" y="854823"/>
                              </a:lnTo>
                              <a:lnTo>
                                <a:pt x="686600" y="862498"/>
                              </a:lnTo>
                              <a:lnTo>
                                <a:pt x="688450" y="870174"/>
                              </a:lnTo>
                              <a:lnTo>
                                <a:pt x="689770" y="878378"/>
                              </a:lnTo>
                              <a:lnTo>
                                <a:pt x="690299" y="886318"/>
                              </a:lnTo>
                              <a:lnTo>
                                <a:pt x="690563" y="894522"/>
                              </a:lnTo>
                              <a:lnTo>
                                <a:pt x="690563" y="899551"/>
                              </a:lnTo>
                              <a:lnTo>
                                <a:pt x="690299" y="904844"/>
                              </a:lnTo>
                              <a:lnTo>
                                <a:pt x="689770" y="909872"/>
                              </a:lnTo>
                              <a:lnTo>
                                <a:pt x="688978" y="915165"/>
                              </a:lnTo>
                              <a:lnTo>
                                <a:pt x="688185" y="920194"/>
                              </a:lnTo>
                              <a:lnTo>
                                <a:pt x="686865" y="925487"/>
                              </a:lnTo>
                              <a:lnTo>
                                <a:pt x="685279" y="930516"/>
                              </a:lnTo>
                              <a:lnTo>
                                <a:pt x="683694" y="935544"/>
                              </a:lnTo>
                              <a:lnTo>
                                <a:pt x="681581" y="941102"/>
                              </a:lnTo>
                              <a:lnTo>
                                <a:pt x="679467" y="945866"/>
                              </a:lnTo>
                              <a:lnTo>
                                <a:pt x="677090" y="950894"/>
                              </a:lnTo>
                              <a:lnTo>
                                <a:pt x="674448" y="955658"/>
                              </a:lnTo>
                              <a:lnTo>
                                <a:pt x="671278" y="960422"/>
                              </a:lnTo>
                              <a:lnTo>
                                <a:pt x="668108" y="965186"/>
                              </a:lnTo>
                              <a:lnTo>
                                <a:pt x="664409" y="969685"/>
                              </a:lnTo>
                              <a:lnTo>
                                <a:pt x="660975" y="973920"/>
                              </a:lnTo>
                              <a:lnTo>
                                <a:pt x="657012" y="978154"/>
                              </a:lnTo>
                              <a:lnTo>
                                <a:pt x="652786" y="982389"/>
                              </a:lnTo>
                              <a:lnTo>
                                <a:pt x="648295" y="985829"/>
                              </a:lnTo>
                              <a:lnTo>
                                <a:pt x="643539" y="989534"/>
                              </a:lnTo>
                              <a:lnTo>
                                <a:pt x="638784" y="992975"/>
                              </a:lnTo>
                              <a:lnTo>
                                <a:pt x="633765" y="996415"/>
                              </a:lnTo>
                              <a:lnTo>
                                <a:pt x="628745" y="999327"/>
                              </a:lnTo>
                              <a:lnTo>
                                <a:pt x="623198" y="1002238"/>
                              </a:lnTo>
                              <a:lnTo>
                                <a:pt x="617650" y="1004620"/>
                              </a:lnTo>
                              <a:lnTo>
                                <a:pt x="611838" y="1007266"/>
                              </a:lnTo>
                              <a:lnTo>
                                <a:pt x="606026" y="1009119"/>
                              </a:lnTo>
                              <a:lnTo>
                                <a:pt x="599950" y="1011501"/>
                              </a:lnTo>
                              <a:lnTo>
                                <a:pt x="593610" y="1013089"/>
                              </a:lnTo>
                              <a:lnTo>
                                <a:pt x="587005" y="1014942"/>
                              </a:lnTo>
                              <a:lnTo>
                                <a:pt x="580665" y="1016000"/>
                              </a:lnTo>
                              <a:lnTo>
                                <a:pt x="574060" y="1017323"/>
                              </a:lnTo>
                              <a:lnTo>
                                <a:pt x="569834" y="1017588"/>
                              </a:lnTo>
                              <a:lnTo>
                                <a:pt x="565343" y="1017588"/>
                              </a:lnTo>
                              <a:lnTo>
                                <a:pt x="561116" y="1017059"/>
                              </a:lnTo>
                              <a:lnTo>
                                <a:pt x="556889" y="1016265"/>
                              </a:lnTo>
                              <a:lnTo>
                                <a:pt x="552926" y="1015206"/>
                              </a:lnTo>
                              <a:lnTo>
                                <a:pt x="549228" y="1013354"/>
                              </a:lnTo>
                              <a:lnTo>
                                <a:pt x="545529" y="1011236"/>
                              </a:lnTo>
                              <a:lnTo>
                                <a:pt x="542095" y="1008854"/>
                              </a:lnTo>
                              <a:lnTo>
                                <a:pt x="538925" y="1006208"/>
                              </a:lnTo>
                              <a:lnTo>
                                <a:pt x="535755" y="1003032"/>
                              </a:lnTo>
                              <a:lnTo>
                                <a:pt x="533377" y="999591"/>
                              </a:lnTo>
                              <a:lnTo>
                                <a:pt x="530999" y="996415"/>
                              </a:lnTo>
                              <a:lnTo>
                                <a:pt x="528886" y="992446"/>
                              </a:lnTo>
                              <a:lnTo>
                                <a:pt x="527301" y="988211"/>
                              </a:lnTo>
                              <a:lnTo>
                                <a:pt x="525980" y="983977"/>
                              </a:lnTo>
                              <a:lnTo>
                                <a:pt x="525187" y="979477"/>
                              </a:lnTo>
                              <a:lnTo>
                                <a:pt x="524659" y="974713"/>
                              </a:lnTo>
                              <a:lnTo>
                                <a:pt x="524659" y="970214"/>
                              </a:lnTo>
                              <a:lnTo>
                                <a:pt x="525187" y="965980"/>
                              </a:lnTo>
                              <a:lnTo>
                                <a:pt x="525980" y="961481"/>
                              </a:lnTo>
                              <a:lnTo>
                                <a:pt x="527037" y="957246"/>
                              </a:lnTo>
                              <a:lnTo>
                                <a:pt x="528886" y="953276"/>
                              </a:lnTo>
                              <a:lnTo>
                                <a:pt x="530735" y="949306"/>
                              </a:lnTo>
                              <a:lnTo>
                                <a:pt x="533113" y="946130"/>
                              </a:lnTo>
                              <a:lnTo>
                                <a:pt x="535490" y="942690"/>
                              </a:lnTo>
                              <a:lnTo>
                                <a:pt x="538660" y="939514"/>
                              </a:lnTo>
                              <a:lnTo>
                                <a:pt x="541831" y="936867"/>
                              </a:lnTo>
                              <a:lnTo>
                                <a:pt x="545001" y="934221"/>
                              </a:lnTo>
                              <a:lnTo>
                                <a:pt x="548963" y="932368"/>
                              </a:lnTo>
                              <a:lnTo>
                                <a:pt x="552926" y="930251"/>
                              </a:lnTo>
                              <a:lnTo>
                                <a:pt x="556889" y="929192"/>
                              </a:lnTo>
                              <a:lnTo>
                                <a:pt x="561380" y="928134"/>
                              </a:lnTo>
                              <a:lnTo>
                                <a:pt x="569041" y="926546"/>
                              </a:lnTo>
                              <a:lnTo>
                                <a:pt x="575646" y="924958"/>
                              </a:lnTo>
                              <a:lnTo>
                                <a:pt x="581457" y="923105"/>
                              </a:lnTo>
                              <a:lnTo>
                                <a:pt x="586213" y="920723"/>
                              </a:lnTo>
                              <a:lnTo>
                                <a:pt x="590440" y="918606"/>
                              </a:lnTo>
                              <a:lnTo>
                                <a:pt x="593610" y="916224"/>
                              </a:lnTo>
                              <a:lnTo>
                                <a:pt x="596516" y="914107"/>
                              </a:lnTo>
                              <a:lnTo>
                                <a:pt x="598365" y="911990"/>
                              </a:lnTo>
                              <a:lnTo>
                                <a:pt x="599950" y="910137"/>
                              </a:lnTo>
                              <a:lnTo>
                                <a:pt x="601535" y="908020"/>
                              </a:lnTo>
                              <a:lnTo>
                                <a:pt x="602328" y="906167"/>
                              </a:lnTo>
                              <a:lnTo>
                                <a:pt x="603120" y="904050"/>
                              </a:lnTo>
                              <a:lnTo>
                                <a:pt x="603913" y="901932"/>
                              </a:lnTo>
                              <a:lnTo>
                                <a:pt x="604177" y="899551"/>
                              </a:lnTo>
                              <a:lnTo>
                                <a:pt x="604441" y="897169"/>
                              </a:lnTo>
                              <a:lnTo>
                                <a:pt x="604705" y="894522"/>
                              </a:lnTo>
                              <a:lnTo>
                                <a:pt x="604441" y="890023"/>
                              </a:lnTo>
                              <a:lnTo>
                                <a:pt x="603648" y="885259"/>
                              </a:lnTo>
                              <a:lnTo>
                                <a:pt x="602063" y="880760"/>
                              </a:lnTo>
                              <a:lnTo>
                                <a:pt x="599950" y="876261"/>
                              </a:lnTo>
                              <a:lnTo>
                                <a:pt x="597837" y="872555"/>
                              </a:lnTo>
                              <a:lnTo>
                                <a:pt x="595195" y="869380"/>
                              </a:lnTo>
                              <a:lnTo>
                                <a:pt x="593081" y="866998"/>
                              </a:lnTo>
                              <a:lnTo>
                                <a:pt x="590704" y="865410"/>
                              </a:lnTo>
                              <a:lnTo>
                                <a:pt x="590175" y="865145"/>
                              </a:lnTo>
                              <a:lnTo>
                                <a:pt x="587798" y="864086"/>
                              </a:lnTo>
                              <a:lnTo>
                                <a:pt x="577231" y="859852"/>
                              </a:lnTo>
                              <a:lnTo>
                                <a:pt x="561908" y="854559"/>
                              </a:lnTo>
                              <a:lnTo>
                                <a:pt x="542887" y="848207"/>
                              </a:lnTo>
                              <a:lnTo>
                                <a:pt x="520696" y="840796"/>
                              </a:lnTo>
                              <a:lnTo>
                                <a:pt x="495599" y="832327"/>
                              </a:lnTo>
                              <a:lnTo>
                                <a:pt x="468125" y="822800"/>
                              </a:lnTo>
                              <a:lnTo>
                                <a:pt x="438801" y="811684"/>
                              </a:lnTo>
                              <a:lnTo>
                                <a:pt x="423479" y="805862"/>
                              </a:lnTo>
                              <a:lnTo>
                                <a:pt x="407628" y="799774"/>
                              </a:lnTo>
                              <a:lnTo>
                                <a:pt x="391777" y="792893"/>
                              </a:lnTo>
                              <a:lnTo>
                                <a:pt x="375398" y="786012"/>
                              </a:lnTo>
                              <a:lnTo>
                                <a:pt x="358755" y="778602"/>
                              </a:lnTo>
                              <a:lnTo>
                                <a:pt x="342376" y="770927"/>
                              </a:lnTo>
                              <a:lnTo>
                                <a:pt x="325468" y="762987"/>
                              </a:lnTo>
                              <a:lnTo>
                                <a:pt x="308297" y="754253"/>
                              </a:lnTo>
                              <a:lnTo>
                                <a:pt x="291653" y="745255"/>
                              </a:lnTo>
                              <a:lnTo>
                                <a:pt x="274482" y="735992"/>
                              </a:lnTo>
                              <a:lnTo>
                                <a:pt x="257574" y="725670"/>
                              </a:lnTo>
                              <a:lnTo>
                                <a:pt x="240667" y="715613"/>
                              </a:lnTo>
                              <a:lnTo>
                                <a:pt x="224024" y="704762"/>
                              </a:lnTo>
                              <a:lnTo>
                                <a:pt x="207380" y="693382"/>
                              </a:lnTo>
                              <a:lnTo>
                                <a:pt x="191001" y="681472"/>
                              </a:lnTo>
                              <a:lnTo>
                                <a:pt x="174887" y="669033"/>
                              </a:lnTo>
                              <a:lnTo>
                                <a:pt x="164319" y="660564"/>
                              </a:lnTo>
                              <a:lnTo>
                                <a:pt x="154016" y="651566"/>
                              </a:lnTo>
                              <a:lnTo>
                                <a:pt x="143449" y="642568"/>
                              </a:lnTo>
                              <a:lnTo>
                                <a:pt x="133410" y="633305"/>
                              </a:lnTo>
                              <a:lnTo>
                                <a:pt x="123636" y="623512"/>
                              </a:lnTo>
                              <a:lnTo>
                                <a:pt x="113861" y="613720"/>
                              </a:lnTo>
                              <a:lnTo>
                                <a:pt x="104351" y="603663"/>
                              </a:lnTo>
                              <a:lnTo>
                                <a:pt x="95105" y="593076"/>
                              </a:lnTo>
                              <a:lnTo>
                                <a:pt x="86122" y="582225"/>
                              </a:lnTo>
                              <a:lnTo>
                                <a:pt x="77405" y="571374"/>
                              </a:lnTo>
                              <a:lnTo>
                                <a:pt x="68951" y="559994"/>
                              </a:lnTo>
                              <a:lnTo>
                                <a:pt x="60761" y="548349"/>
                              </a:lnTo>
                              <a:lnTo>
                                <a:pt x="52836" y="536440"/>
                              </a:lnTo>
                              <a:lnTo>
                                <a:pt x="45439" y="524001"/>
                              </a:lnTo>
                              <a:lnTo>
                                <a:pt x="38306" y="511562"/>
                              </a:lnTo>
                              <a:lnTo>
                                <a:pt x="31702" y="498594"/>
                              </a:lnTo>
                              <a:lnTo>
                                <a:pt x="27739" y="490389"/>
                              </a:lnTo>
                              <a:lnTo>
                                <a:pt x="24041" y="482185"/>
                              </a:lnTo>
                              <a:lnTo>
                                <a:pt x="20606" y="473451"/>
                              </a:lnTo>
                              <a:lnTo>
                                <a:pt x="17700" y="464717"/>
                              </a:lnTo>
                              <a:lnTo>
                                <a:pt x="14794" y="455719"/>
                              </a:lnTo>
                              <a:lnTo>
                                <a:pt x="12417" y="446456"/>
                              </a:lnTo>
                              <a:lnTo>
                                <a:pt x="10039" y="437193"/>
                              </a:lnTo>
                              <a:lnTo>
                                <a:pt x="7926" y="427665"/>
                              </a:lnTo>
                              <a:lnTo>
                                <a:pt x="6076" y="418137"/>
                              </a:lnTo>
                              <a:lnTo>
                                <a:pt x="4491" y="408345"/>
                              </a:lnTo>
                              <a:lnTo>
                                <a:pt x="3170" y="398553"/>
                              </a:lnTo>
                              <a:lnTo>
                                <a:pt x="1850" y="388761"/>
                              </a:lnTo>
                              <a:lnTo>
                                <a:pt x="1057" y="378439"/>
                              </a:lnTo>
                              <a:lnTo>
                                <a:pt x="529" y="368382"/>
                              </a:lnTo>
                              <a:lnTo>
                                <a:pt x="264" y="358060"/>
                              </a:lnTo>
                              <a:lnTo>
                                <a:pt x="0" y="348003"/>
                              </a:lnTo>
                              <a:lnTo>
                                <a:pt x="264" y="332653"/>
                              </a:lnTo>
                              <a:lnTo>
                                <a:pt x="1057" y="317832"/>
                              </a:lnTo>
                              <a:lnTo>
                                <a:pt x="2378" y="302747"/>
                              </a:lnTo>
                              <a:lnTo>
                                <a:pt x="4491" y="287926"/>
                              </a:lnTo>
                              <a:lnTo>
                                <a:pt x="6869" y="272840"/>
                              </a:lnTo>
                              <a:lnTo>
                                <a:pt x="10039" y="258019"/>
                              </a:lnTo>
                              <a:lnTo>
                                <a:pt x="11888" y="250874"/>
                              </a:lnTo>
                              <a:lnTo>
                                <a:pt x="14002" y="243463"/>
                              </a:lnTo>
                              <a:lnTo>
                                <a:pt x="15851" y="236053"/>
                              </a:lnTo>
                              <a:lnTo>
                                <a:pt x="18493" y="228907"/>
                              </a:lnTo>
                              <a:lnTo>
                                <a:pt x="20606" y="221761"/>
                              </a:lnTo>
                              <a:lnTo>
                                <a:pt x="23512" y="214880"/>
                              </a:lnTo>
                              <a:lnTo>
                                <a:pt x="26418" y="207734"/>
                              </a:lnTo>
                              <a:lnTo>
                                <a:pt x="29324" y="200853"/>
                              </a:lnTo>
                              <a:lnTo>
                                <a:pt x="32494" y="193972"/>
                              </a:lnTo>
                              <a:lnTo>
                                <a:pt x="36193" y="187356"/>
                              </a:lnTo>
                              <a:lnTo>
                                <a:pt x="39363" y="180475"/>
                              </a:lnTo>
                              <a:lnTo>
                                <a:pt x="43326" y="174123"/>
                              </a:lnTo>
                              <a:lnTo>
                                <a:pt x="47552" y="167506"/>
                              </a:lnTo>
                              <a:lnTo>
                                <a:pt x="51779" y="161155"/>
                              </a:lnTo>
                              <a:lnTo>
                                <a:pt x="56270" y="155332"/>
                              </a:lnTo>
                              <a:lnTo>
                                <a:pt x="60761" y="148980"/>
                              </a:lnTo>
                              <a:lnTo>
                                <a:pt x="65781" y="143422"/>
                              </a:lnTo>
                              <a:lnTo>
                                <a:pt x="70800" y="137865"/>
                              </a:lnTo>
                              <a:lnTo>
                                <a:pt x="76348" y="132307"/>
                              </a:lnTo>
                              <a:lnTo>
                                <a:pt x="81896" y="126749"/>
                              </a:lnTo>
                              <a:lnTo>
                                <a:pt x="89557" y="120397"/>
                              </a:lnTo>
                              <a:lnTo>
                                <a:pt x="98011" y="114045"/>
                              </a:lnTo>
                              <a:lnTo>
                                <a:pt x="106728" y="108223"/>
                              </a:lnTo>
                              <a:lnTo>
                                <a:pt x="115710" y="102930"/>
                              </a:lnTo>
                              <a:lnTo>
                                <a:pt x="124957" y="98166"/>
                              </a:lnTo>
                              <a:lnTo>
                                <a:pt x="134731" y="93931"/>
                              </a:lnTo>
                              <a:lnTo>
                                <a:pt x="139751" y="92079"/>
                              </a:lnTo>
                              <a:lnTo>
                                <a:pt x="145034" y="90226"/>
                              </a:lnTo>
                              <a:lnTo>
                                <a:pt x="150318" y="88638"/>
                              </a:lnTo>
                              <a:lnTo>
                                <a:pt x="155601" y="87315"/>
                              </a:lnTo>
                              <a:lnTo>
                                <a:pt x="163527" y="85198"/>
                              </a:lnTo>
                              <a:lnTo>
                                <a:pt x="170924" y="83874"/>
                              </a:lnTo>
                              <a:lnTo>
                                <a:pt x="178849" y="82551"/>
                              </a:lnTo>
                              <a:lnTo>
                                <a:pt x="186510" y="81228"/>
                              </a:lnTo>
                              <a:lnTo>
                                <a:pt x="193907" y="80434"/>
                              </a:lnTo>
                              <a:lnTo>
                                <a:pt x="201304" y="79640"/>
                              </a:lnTo>
                              <a:lnTo>
                                <a:pt x="208966" y="79375"/>
                              </a:lnTo>
                              <a:close/>
                              <a:moveTo>
                                <a:pt x="1713004" y="79375"/>
                              </a:moveTo>
                              <a:lnTo>
                                <a:pt x="1722007" y="79375"/>
                              </a:lnTo>
                              <a:lnTo>
                                <a:pt x="1729156" y="79375"/>
                              </a:lnTo>
                              <a:lnTo>
                                <a:pt x="1736570" y="79640"/>
                              </a:lnTo>
                              <a:lnTo>
                                <a:pt x="1743984" y="80434"/>
                              </a:lnTo>
                              <a:lnTo>
                                <a:pt x="1751398" y="81228"/>
                              </a:lnTo>
                              <a:lnTo>
                                <a:pt x="1759077" y="82551"/>
                              </a:lnTo>
                              <a:lnTo>
                                <a:pt x="1767021" y="83874"/>
                              </a:lnTo>
                              <a:lnTo>
                                <a:pt x="1774699" y="85198"/>
                              </a:lnTo>
                              <a:lnTo>
                                <a:pt x="1782643" y="87315"/>
                              </a:lnTo>
                              <a:lnTo>
                                <a:pt x="1787674" y="88638"/>
                              </a:lnTo>
                              <a:lnTo>
                                <a:pt x="1792970" y="90226"/>
                              </a:lnTo>
                              <a:lnTo>
                                <a:pt x="1798001" y="92079"/>
                              </a:lnTo>
                              <a:lnTo>
                                <a:pt x="1803031" y="93931"/>
                              </a:lnTo>
                              <a:lnTo>
                                <a:pt x="1813093" y="98166"/>
                              </a:lnTo>
                              <a:lnTo>
                                <a:pt x="1822626" y="102930"/>
                              </a:lnTo>
                              <a:lnTo>
                                <a:pt x="1831628" y="108223"/>
                              </a:lnTo>
                              <a:lnTo>
                                <a:pt x="1840366" y="114045"/>
                              </a:lnTo>
                              <a:lnTo>
                                <a:pt x="1848310" y="120397"/>
                              </a:lnTo>
                              <a:lnTo>
                                <a:pt x="1856253" y="126749"/>
                              </a:lnTo>
                              <a:lnTo>
                                <a:pt x="1863667" y="134159"/>
                              </a:lnTo>
                              <a:lnTo>
                                <a:pt x="1870817" y="141570"/>
                              </a:lnTo>
                              <a:lnTo>
                                <a:pt x="1877436" y="148980"/>
                              </a:lnTo>
                              <a:lnTo>
                                <a:pt x="1883526" y="157185"/>
                              </a:lnTo>
                              <a:lnTo>
                                <a:pt x="1889352" y="165389"/>
                              </a:lnTo>
                              <a:lnTo>
                                <a:pt x="1894912" y="174123"/>
                              </a:lnTo>
                              <a:lnTo>
                                <a:pt x="1899943" y="182856"/>
                              </a:lnTo>
                              <a:lnTo>
                                <a:pt x="1904709" y="191855"/>
                              </a:lnTo>
                              <a:lnTo>
                                <a:pt x="1908946" y="200853"/>
                              </a:lnTo>
                              <a:lnTo>
                                <a:pt x="1913182" y="210116"/>
                              </a:lnTo>
                              <a:lnTo>
                                <a:pt x="1916625" y="219379"/>
                              </a:lnTo>
                              <a:lnTo>
                                <a:pt x="1920067" y="228907"/>
                              </a:lnTo>
                              <a:lnTo>
                                <a:pt x="1923244" y="238435"/>
                              </a:lnTo>
                              <a:lnTo>
                                <a:pt x="1925627" y="248227"/>
                              </a:lnTo>
                              <a:lnTo>
                                <a:pt x="1928275" y="258019"/>
                              </a:lnTo>
                              <a:lnTo>
                                <a:pt x="1930393" y="267812"/>
                              </a:lnTo>
                              <a:lnTo>
                                <a:pt x="1932512" y="277604"/>
                              </a:lnTo>
                              <a:lnTo>
                                <a:pt x="1933836" y="287926"/>
                              </a:lnTo>
                              <a:lnTo>
                                <a:pt x="1935160" y="297983"/>
                              </a:lnTo>
                              <a:lnTo>
                                <a:pt x="1936483" y="307775"/>
                              </a:lnTo>
                              <a:lnTo>
                                <a:pt x="1937278" y="317832"/>
                              </a:lnTo>
                              <a:lnTo>
                                <a:pt x="1937807" y="327889"/>
                              </a:lnTo>
                              <a:lnTo>
                                <a:pt x="1938337" y="337946"/>
                              </a:lnTo>
                              <a:lnTo>
                                <a:pt x="1938337" y="348003"/>
                              </a:lnTo>
                              <a:lnTo>
                                <a:pt x="1938337" y="358060"/>
                              </a:lnTo>
                              <a:lnTo>
                                <a:pt x="1937807" y="368382"/>
                              </a:lnTo>
                              <a:lnTo>
                                <a:pt x="1937278" y="378439"/>
                              </a:lnTo>
                              <a:lnTo>
                                <a:pt x="1936483" y="388760"/>
                              </a:lnTo>
                              <a:lnTo>
                                <a:pt x="1935160" y="398553"/>
                              </a:lnTo>
                              <a:lnTo>
                                <a:pt x="1933836" y="408345"/>
                              </a:lnTo>
                              <a:lnTo>
                                <a:pt x="1932512" y="418137"/>
                              </a:lnTo>
                              <a:lnTo>
                                <a:pt x="1930393" y="427665"/>
                              </a:lnTo>
                              <a:lnTo>
                                <a:pt x="1928540" y="437193"/>
                              </a:lnTo>
                              <a:lnTo>
                                <a:pt x="1925892" y="446456"/>
                              </a:lnTo>
                              <a:lnTo>
                                <a:pt x="1923509" y="455719"/>
                              </a:lnTo>
                              <a:lnTo>
                                <a:pt x="1920596" y="464717"/>
                              </a:lnTo>
                              <a:lnTo>
                                <a:pt x="1917684" y="473451"/>
                              </a:lnTo>
                              <a:lnTo>
                                <a:pt x="1914241" y="482185"/>
                              </a:lnTo>
                              <a:lnTo>
                                <a:pt x="1910535" y="490389"/>
                              </a:lnTo>
                              <a:lnTo>
                                <a:pt x="1906563" y="498593"/>
                              </a:lnTo>
                              <a:lnTo>
                                <a:pt x="1901267" y="509180"/>
                              </a:lnTo>
                              <a:lnTo>
                                <a:pt x="1895442" y="519502"/>
                              </a:lnTo>
                              <a:lnTo>
                                <a:pt x="1889352" y="529823"/>
                              </a:lnTo>
                              <a:lnTo>
                                <a:pt x="1883262" y="539616"/>
                              </a:lnTo>
                              <a:lnTo>
                                <a:pt x="1876907" y="549143"/>
                              </a:lnTo>
                              <a:lnTo>
                                <a:pt x="1870287" y="558671"/>
                              </a:lnTo>
                              <a:lnTo>
                                <a:pt x="1863403" y="567934"/>
                              </a:lnTo>
                              <a:lnTo>
                                <a:pt x="1856253" y="576932"/>
                              </a:lnTo>
                              <a:lnTo>
                                <a:pt x="1849369" y="585931"/>
                              </a:lnTo>
                              <a:lnTo>
                                <a:pt x="1841955" y="594664"/>
                              </a:lnTo>
                              <a:lnTo>
                                <a:pt x="1834276" y="603133"/>
                              </a:lnTo>
                              <a:lnTo>
                                <a:pt x="1826597" y="611338"/>
                              </a:lnTo>
                              <a:lnTo>
                                <a:pt x="1818654" y="619542"/>
                              </a:lnTo>
                              <a:lnTo>
                                <a:pt x="1810710" y="627482"/>
                              </a:lnTo>
                              <a:lnTo>
                                <a:pt x="1802502" y="635422"/>
                              </a:lnTo>
                              <a:lnTo>
                                <a:pt x="1794294" y="642832"/>
                              </a:lnTo>
                              <a:lnTo>
                                <a:pt x="1786085" y="650243"/>
                              </a:lnTo>
                              <a:lnTo>
                                <a:pt x="1777612" y="657653"/>
                              </a:lnTo>
                              <a:lnTo>
                                <a:pt x="1768874" y="664534"/>
                              </a:lnTo>
                              <a:lnTo>
                                <a:pt x="1760136" y="671680"/>
                              </a:lnTo>
                              <a:lnTo>
                                <a:pt x="1751398" y="678296"/>
                              </a:lnTo>
                              <a:lnTo>
                                <a:pt x="1742660" y="684648"/>
                              </a:lnTo>
                              <a:lnTo>
                                <a:pt x="1724655" y="697352"/>
                              </a:lnTo>
                              <a:lnTo>
                                <a:pt x="1706385" y="709526"/>
                              </a:lnTo>
                              <a:lnTo>
                                <a:pt x="1688114" y="720906"/>
                              </a:lnTo>
                              <a:lnTo>
                                <a:pt x="1669844" y="732022"/>
                              </a:lnTo>
                              <a:lnTo>
                                <a:pt x="1651309" y="742344"/>
                              </a:lnTo>
                              <a:lnTo>
                                <a:pt x="1632774" y="752136"/>
                              </a:lnTo>
                              <a:lnTo>
                                <a:pt x="1614504" y="761664"/>
                              </a:lnTo>
                              <a:lnTo>
                                <a:pt x="1596234" y="770397"/>
                              </a:lnTo>
                              <a:lnTo>
                                <a:pt x="1577964" y="778866"/>
                              </a:lnTo>
                              <a:lnTo>
                                <a:pt x="1559958" y="786806"/>
                              </a:lnTo>
                              <a:lnTo>
                                <a:pt x="1542217" y="794217"/>
                              </a:lnTo>
                              <a:lnTo>
                                <a:pt x="1525271" y="801362"/>
                              </a:lnTo>
                              <a:lnTo>
                                <a:pt x="1508060" y="807979"/>
                              </a:lnTo>
                              <a:lnTo>
                                <a:pt x="1491379" y="814331"/>
                              </a:lnTo>
                              <a:lnTo>
                                <a:pt x="1475756" y="820153"/>
                              </a:lnTo>
                              <a:lnTo>
                                <a:pt x="1445306" y="830739"/>
                              </a:lnTo>
                              <a:lnTo>
                                <a:pt x="1417768" y="840532"/>
                              </a:lnTo>
                              <a:lnTo>
                                <a:pt x="1393673" y="848207"/>
                              </a:lnTo>
                              <a:lnTo>
                                <a:pt x="1370636" y="856147"/>
                              </a:lnTo>
                              <a:lnTo>
                                <a:pt x="1361369" y="859323"/>
                              </a:lnTo>
                              <a:lnTo>
                                <a:pt x="1353955" y="861969"/>
                              </a:lnTo>
                              <a:lnTo>
                                <a:pt x="1348394" y="864616"/>
                              </a:lnTo>
                              <a:lnTo>
                                <a:pt x="1346276" y="865674"/>
                              </a:lnTo>
                              <a:lnTo>
                                <a:pt x="1343893" y="866998"/>
                              </a:lnTo>
                              <a:lnTo>
                                <a:pt x="1341775" y="869380"/>
                              </a:lnTo>
                              <a:lnTo>
                                <a:pt x="1339127" y="872555"/>
                              </a:lnTo>
                              <a:lnTo>
                                <a:pt x="1337009" y="876261"/>
                              </a:lnTo>
                              <a:lnTo>
                                <a:pt x="1334890" y="880760"/>
                              </a:lnTo>
                              <a:lnTo>
                                <a:pt x="1333566" y="885259"/>
                              </a:lnTo>
                              <a:lnTo>
                                <a:pt x="1332507" y="890023"/>
                              </a:lnTo>
                              <a:lnTo>
                                <a:pt x="1332242" y="894522"/>
                              </a:lnTo>
                              <a:lnTo>
                                <a:pt x="1332507" y="897169"/>
                              </a:lnTo>
                              <a:lnTo>
                                <a:pt x="1332772" y="899551"/>
                              </a:lnTo>
                              <a:lnTo>
                                <a:pt x="1333302" y="901932"/>
                              </a:lnTo>
                              <a:lnTo>
                                <a:pt x="1333831" y="904050"/>
                              </a:lnTo>
                              <a:lnTo>
                                <a:pt x="1334625" y="906167"/>
                              </a:lnTo>
                              <a:lnTo>
                                <a:pt x="1335685" y="908020"/>
                              </a:lnTo>
                              <a:lnTo>
                                <a:pt x="1337273" y="910137"/>
                              </a:lnTo>
                              <a:lnTo>
                                <a:pt x="1338597" y="911990"/>
                              </a:lnTo>
                              <a:lnTo>
                                <a:pt x="1340716" y="914107"/>
                              </a:lnTo>
                              <a:lnTo>
                                <a:pt x="1343363" y="916224"/>
                              </a:lnTo>
                              <a:lnTo>
                                <a:pt x="1346806" y="918606"/>
                              </a:lnTo>
                              <a:lnTo>
                                <a:pt x="1350777" y="920723"/>
                              </a:lnTo>
                              <a:lnTo>
                                <a:pt x="1355544" y="923105"/>
                              </a:lnTo>
                              <a:lnTo>
                                <a:pt x="1361369" y="924958"/>
                              </a:lnTo>
                              <a:lnTo>
                                <a:pt x="1367988" y="926546"/>
                              </a:lnTo>
                              <a:lnTo>
                                <a:pt x="1375932" y="928134"/>
                              </a:lnTo>
                              <a:lnTo>
                                <a:pt x="1380169" y="929192"/>
                              </a:lnTo>
                              <a:lnTo>
                                <a:pt x="1384405" y="930251"/>
                              </a:lnTo>
                              <a:lnTo>
                                <a:pt x="1388377" y="932368"/>
                              </a:lnTo>
                              <a:lnTo>
                                <a:pt x="1392084" y="934221"/>
                              </a:lnTo>
                              <a:lnTo>
                                <a:pt x="1395261" y="936867"/>
                              </a:lnTo>
                              <a:lnTo>
                                <a:pt x="1398704" y="939514"/>
                              </a:lnTo>
                              <a:lnTo>
                                <a:pt x="1401616" y="942690"/>
                              </a:lnTo>
                              <a:lnTo>
                                <a:pt x="1403999" y="946130"/>
                              </a:lnTo>
                              <a:lnTo>
                                <a:pt x="1406382" y="949306"/>
                              </a:lnTo>
                              <a:lnTo>
                                <a:pt x="1408236" y="953276"/>
                              </a:lnTo>
                              <a:lnTo>
                                <a:pt x="1410089" y="957246"/>
                              </a:lnTo>
                              <a:lnTo>
                                <a:pt x="1411149" y="961481"/>
                              </a:lnTo>
                              <a:lnTo>
                                <a:pt x="1411943" y="965980"/>
                              </a:lnTo>
                              <a:lnTo>
                                <a:pt x="1412472" y="970214"/>
                              </a:lnTo>
                              <a:lnTo>
                                <a:pt x="1412472" y="974713"/>
                              </a:lnTo>
                              <a:lnTo>
                                <a:pt x="1411943" y="979477"/>
                              </a:lnTo>
                              <a:lnTo>
                                <a:pt x="1411149" y="983977"/>
                              </a:lnTo>
                              <a:lnTo>
                                <a:pt x="1410089" y="988211"/>
                              </a:lnTo>
                              <a:lnTo>
                                <a:pt x="1408236" y="992446"/>
                              </a:lnTo>
                              <a:lnTo>
                                <a:pt x="1406382" y="996415"/>
                              </a:lnTo>
                              <a:lnTo>
                                <a:pt x="1403735" y="999591"/>
                              </a:lnTo>
                              <a:lnTo>
                                <a:pt x="1401351" y="1003032"/>
                              </a:lnTo>
                              <a:lnTo>
                                <a:pt x="1398439" y="1006208"/>
                              </a:lnTo>
                              <a:lnTo>
                                <a:pt x="1394997" y="1008854"/>
                              </a:lnTo>
                              <a:lnTo>
                                <a:pt x="1391819" y="1011236"/>
                              </a:lnTo>
                              <a:lnTo>
                                <a:pt x="1388112" y="1013354"/>
                              </a:lnTo>
                              <a:lnTo>
                                <a:pt x="1384140" y="1015206"/>
                              </a:lnTo>
                              <a:lnTo>
                                <a:pt x="1380169" y="1016265"/>
                              </a:lnTo>
                              <a:lnTo>
                                <a:pt x="1375932" y="1017059"/>
                              </a:lnTo>
                              <a:lnTo>
                                <a:pt x="1371695" y="1017588"/>
                              </a:lnTo>
                              <a:lnTo>
                                <a:pt x="1367459" y="1017588"/>
                              </a:lnTo>
                              <a:lnTo>
                                <a:pt x="1362958" y="1017323"/>
                              </a:lnTo>
                              <a:lnTo>
                                <a:pt x="1356338" y="1016000"/>
                              </a:lnTo>
                              <a:lnTo>
                                <a:pt x="1349718" y="1014942"/>
                              </a:lnTo>
                              <a:lnTo>
                                <a:pt x="1343363" y="1013089"/>
                              </a:lnTo>
                              <a:lnTo>
                                <a:pt x="1337273" y="1011501"/>
                              </a:lnTo>
                              <a:lnTo>
                                <a:pt x="1330918" y="1009119"/>
                              </a:lnTo>
                              <a:lnTo>
                                <a:pt x="1325093" y="1007266"/>
                              </a:lnTo>
                              <a:lnTo>
                                <a:pt x="1319533" y="1004620"/>
                              </a:lnTo>
                              <a:lnTo>
                                <a:pt x="1313972" y="1002238"/>
                              </a:lnTo>
                              <a:lnTo>
                                <a:pt x="1308147" y="999327"/>
                              </a:lnTo>
                              <a:lnTo>
                                <a:pt x="1303116" y="996415"/>
                              </a:lnTo>
                              <a:lnTo>
                                <a:pt x="1298085" y="992975"/>
                              </a:lnTo>
                              <a:lnTo>
                                <a:pt x="1293319" y="989534"/>
                              </a:lnTo>
                              <a:lnTo>
                                <a:pt x="1288553" y="985829"/>
                              </a:lnTo>
                              <a:lnTo>
                                <a:pt x="1284316" y="982389"/>
                              </a:lnTo>
                              <a:lnTo>
                                <a:pt x="1280080" y="978154"/>
                              </a:lnTo>
                              <a:lnTo>
                                <a:pt x="1276108" y="973920"/>
                              </a:lnTo>
                              <a:lnTo>
                                <a:pt x="1272136" y="969685"/>
                              </a:lnTo>
                              <a:lnTo>
                                <a:pt x="1268959" y="965186"/>
                              </a:lnTo>
                              <a:lnTo>
                                <a:pt x="1265516" y="960422"/>
                              </a:lnTo>
                              <a:lnTo>
                                <a:pt x="1262604" y="955658"/>
                              </a:lnTo>
                              <a:lnTo>
                                <a:pt x="1259956" y="950894"/>
                              </a:lnTo>
                              <a:lnTo>
                                <a:pt x="1257308" y="945866"/>
                              </a:lnTo>
                              <a:lnTo>
                                <a:pt x="1255190" y="941102"/>
                              </a:lnTo>
                              <a:lnTo>
                                <a:pt x="1253071" y="935544"/>
                              </a:lnTo>
                              <a:lnTo>
                                <a:pt x="1251483" y="930516"/>
                              </a:lnTo>
                              <a:lnTo>
                                <a:pt x="1250159" y="925487"/>
                              </a:lnTo>
                              <a:lnTo>
                                <a:pt x="1248570" y="920194"/>
                              </a:lnTo>
                              <a:lnTo>
                                <a:pt x="1247776" y="915165"/>
                              </a:lnTo>
                              <a:lnTo>
                                <a:pt x="1246981" y="909872"/>
                              </a:lnTo>
                              <a:lnTo>
                                <a:pt x="1246452" y="904844"/>
                              </a:lnTo>
                              <a:lnTo>
                                <a:pt x="1246187" y="899551"/>
                              </a:lnTo>
                              <a:lnTo>
                                <a:pt x="1246187" y="894522"/>
                              </a:lnTo>
                              <a:lnTo>
                                <a:pt x="1246452" y="886318"/>
                              </a:lnTo>
                              <a:lnTo>
                                <a:pt x="1247246" y="878378"/>
                              </a:lnTo>
                              <a:lnTo>
                                <a:pt x="1248305" y="870174"/>
                              </a:lnTo>
                              <a:lnTo>
                                <a:pt x="1250159" y="862498"/>
                              </a:lnTo>
                              <a:lnTo>
                                <a:pt x="1252277" y="854823"/>
                              </a:lnTo>
                              <a:lnTo>
                                <a:pt x="1254925" y="847413"/>
                              </a:lnTo>
                              <a:lnTo>
                                <a:pt x="1257838" y="840003"/>
                              </a:lnTo>
                              <a:lnTo>
                                <a:pt x="1261280" y="833121"/>
                              </a:lnTo>
                              <a:lnTo>
                                <a:pt x="1264987" y="826240"/>
                              </a:lnTo>
                              <a:lnTo>
                                <a:pt x="1269223" y="819888"/>
                              </a:lnTo>
                              <a:lnTo>
                                <a:pt x="1273990" y="813801"/>
                              </a:lnTo>
                              <a:lnTo>
                                <a:pt x="1278756" y="807714"/>
                              </a:lnTo>
                              <a:lnTo>
                                <a:pt x="1284051" y="802156"/>
                              </a:lnTo>
                              <a:lnTo>
                                <a:pt x="1289877" y="796863"/>
                              </a:lnTo>
                              <a:lnTo>
                                <a:pt x="1296232" y="792099"/>
                              </a:lnTo>
                              <a:lnTo>
                                <a:pt x="1302851" y="787600"/>
                              </a:lnTo>
                              <a:lnTo>
                                <a:pt x="1306558" y="785748"/>
                              </a:lnTo>
                              <a:lnTo>
                                <a:pt x="1310000" y="783630"/>
                              </a:lnTo>
                              <a:lnTo>
                                <a:pt x="1316620" y="780454"/>
                              </a:lnTo>
                              <a:lnTo>
                                <a:pt x="1324034" y="777808"/>
                              </a:lnTo>
                              <a:lnTo>
                                <a:pt x="1331448" y="774897"/>
                              </a:lnTo>
                              <a:lnTo>
                                <a:pt x="1348394" y="768809"/>
                              </a:lnTo>
                              <a:lnTo>
                                <a:pt x="1367988" y="762193"/>
                              </a:lnTo>
                              <a:lnTo>
                                <a:pt x="1390230" y="755047"/>
                              </a:lnTo>
                              <a:lnTo>
                                <a:pt x="1414856" y="746578"/>
                              </a:lnTo>
                              <a:lnTo>
                                <a:pt x="1441069" y="737580"/>
                              </a:lnTo>
                              <a:lnTo>
                                <a:pt x="1469137" y="727258"/>
                              </a:lnTo>
                              <a:lnTo>
                                <a:pt x="1483965" y="721700"/>
                              </a:lnTo>
                              <a:lnTo>
                                <a:pt x="1498528" y="715613"/>
                              </a:lnTo>
                              <a:lnTo>
                                <a:pt x="1513621" y="709526"/>
                              </a:lnTo>
                              <a:lnTo>
                                <a:pt x="1528978" y="702645"/>
                              </a:lnTo>
                              <a:lnTo>
                                <a:pt x="1544336" y="696028"/>
                              </a:lnTo>
                              <a:lnTo>
                                <a:pt x="1559958" y="688618"/>
                              </a:lnTo>
                              <a:lnTo>
                                <a:pt x="1575581" y="681472"/>
                              </a:lnTo>
                              <a:lnTo>
                                <a:pt x="1591203" y="673532"/>
                              </a:lnTo>
                              <a:lnTo>
                                <a:pt x="1606825" y="665063"/>
                              </a:lnTo>
                              <a:lnTo>
                                <a:pt x="1622183" y="656594"/>
                              </a:lnTo>
                              <a:lnTo>
                                <a:pt x="1637540" y="647596"/>
                              </a:lnTo>
                              <a:lnTo>
                                <a:pt x="1652898" y="638333"/>
                              </a:lnTo>
                              <a:lnTo>
                                <a:pt x="1667726" y="628541"/>
                              </a:lnTo>
                              <a:lnTo>
                                <a:pt x="1682554" y="618748"/>
                              </a:lnTo>
                              <a:lnTo>
                                <a:pt x="1696852" y="608162"/>
                              </a:lnTo>
                              <a:lnTo>
                                <a:pt x="1711151" y="597311"/>
                              </a:lnTo>
                              <a:lnTo>
                                <a:pt x="1720154" y="589901"/>
                              </a:lnTo>
                              <a:lnTo>
                                <a:pt x="1729421" y="582225"/>
                              </a:lnTo>
                              <a:lnTo>
                                <a:pt x="1738159" y="574286"/>
                              </a:lnTo>
                              <a:lnTo>
                                <a:pt x="1746897" y="566611"/>
                              </a:lnTo>
                              <a:lnTo>
                                <a:pt x="1755370" y="558406"/>
                              </a:lnTo>
                              <a:lnTo>
                                <a:pt x="1763578" y="549937"/>
                              </a:lnTo>
                              <a:lnTo>
                                <a:pt x="1771522" y="541468"/>
                              </a:lnTo>
                              <a:lnTo>
                                <a:pt x="1778936" y="532734"/>
                              </a:lnTo>
                              <a:lnTo>
                                <a:pt x="1786615" y="523736"/>
                              </a:lnTo>
                              <a:lnTo>
                                <a:pt x="1793499" y="514738"/>
                              </a:lnTo>
                              <a:lnTo>
                                <a:pt x="1800648" y="505475"/>
                              </a:lnTo>
                              <a:lnTo>
                                <a:pt x="1807003" y="496212"/>
                              </a:lnTo>
                              <a:lnTo>
                                <a:pt x="1813623" y="486684"/>
                              </a:lnTo>
                              <a:lnTo>
                                <a:pt x="1819448" y="476892"/>
                              </a:lnTo>
                              <a:lnTo>
                                <a:pt x="1825009" y="466835"/>
                              </a:lnTo>
                              <a:lnTo>
                                <a:pt x="1830304" y="456778"/>
                              </a:lnTo>
                              <a:lnTo>
                                <a:pt x="1832952" y="452014"/>
                              </a:lnTo>
                              <a:lnTo>
                                <a:pt x="1835335" y="446456"/>
                              </a:lnTo>
                              <a:lnTo>
                                <a:pt x="1837189" y="440898"/>
                              </a:lnTo>
                              <a:lnTo>
                                <a:pt x="1839307" y="435076"/>
                              </a:lnTo>
                              <a:lnTo>
                                <a:pt x="1841161" y="428724"/>
                              </a:lnTo>
                              <a:lnTo>
                                <a:pt x="1843014" y="422372"/>
                              </a:lnTo>
                              <a:lnTo>
                                <a:pt x="1844868" y="416020"/>
                              </a:lnTo>
                              <a:lnTo>
                                <a:pt x="1846192" y="408874"/>
                              </a:lnTo>
                              <a:lnTo>
                                <a:pt x="1847515" y="401729"/>
                              </a:lnTo>
                              <a:lnTo>
                                <a:pt x="1848575" y="394318"/>
                              </a:lnTo>
                              <a:lnTo>
                                <a:pt x="1849899" y="386908"/>
                              </a:lnTo>
                              <a:lnTo>
                                <a:pt x="1850693" y="379497"/>
                              </a:lnTo>
                              <a:lnTo>
                                <a:pt x="1851487" y="371558"/>
                              </a:lnTo>
                              <a:lnTo>
                                <a:pt x="1851752" y="363618"/>
                              </a:lnTo>
                              <a:lnTo>
                                <a:pt x="1852017" y="355678"/>
                              </a:lnTo>
                              <a:lnTo>
                                <a:pt x="1852282" y="348003"/>
                              </a:lnTo>
                              <a:lnTo>
                                <a:pt x="1852017" y="336093"/>
                              </a:lnTo>
                              <a:lnTo>
                                <a:pt x="1851487" y="324713"/>
                              </a:lnTo>
                              <a:lnTo>
                                <a:pt x="1850428" y="313068"/>
                              </a:lnTo>
                              <a:lnTo>
                                <a:pt x="1849104" y="301953"/>
                              </a:lnTo>
                              <a:lnTo>
                                <a:pt x="1846986" y="290572"/>
                              </a:lnTo>
                              <a:lnTo>
                                <a:pt x="1844603" y="279721"/>
                              </a:lnTo>
                              <a:lnTo>
                                <a:pt x="1841955" y="269135"/>
                              </a:lnTo>
                              <a:lnTo>
                                <a:pt x="1838513" y="258549"/>
                              </a:lnTo>
                              <a:lnTo>
                                <a:pt x="1835335" y="248756"/>
                              </a:lnTo>
                              <a:lnTo>
                                <a:pt x="1831364" y="239493"/>
                              </a:lnTo>
                              <a:lnTo>
                                <a:pt x="1826862" y="230495"/>
                              </a:lnTo>
                              <a:lnTo>
                                <a:pt x="1822361" y="222290"/>
                              </a:lnTo>
                              <a:lnTo>
                                <a:pt x="1817330" y="214615"/>
                              </a:lnTo>
                              <a:lnTo>
                                <a:pt x="1811769" y="207470"/>
                              </a:lnTo>
                              <a:lnTo>
                                <a:pt x="1806209" y="201118"/>
                              </a:lnTo>
                              <a:lnTo>
                                <a:pt x="1803031" y="198207"/>
                              </a:lnTo>
                              <a:lnTo>
                                <a:pt x="1800384" y="195295"/>
                              </a:lnTo>
                              <a:lnTo>
                                <a:pt x="1796147" y="191855"/>
                              </a:lnTo>
                              <a:lnTo>
                                <a:pt x="1791646" y="188679"/>
                              </a:lnTo>
                              <a:lnTo>
                                <a:pt x="1787409" y="185503"/>
                              </a:lnTo>
                              <a:lnTo>
                                <a:pt x="1782643" y="182856"/>
                              </a:lnTo>
                              <a:lnTo>
                                <a:pt x="1777877" y="180474"/>
                              </a:lnTo>
                              <a:lnTo>
                                <a:pt x="1772846" y="178357"/>
                              </a:lnTo>
                              <a:lnTo>
                                <a:pt x="1767550" y="176240"/>
                              </a:lnTo>
                              <a:lnTo>
                                <a:pt x="1761725" y="174652"/>
                              </a:lnTo>
                              <a:lnTo>
                                <a:pt x="1751133" y="172270"/>
                              </a:lnTo>
                              <a:lnTo>
                                <a:pt x="1740807" y="170682"/>
                              </a:lnTo>
                              <a:lnTo>
                                <a:pt x="1731010" y="169623"/>
                              </a:lnTo>
                              <a:lnTo>
                                <a:pt x="1722007" y="169359"/>
                              </a:lnTo>
                              <a:lnTo>
                                <a:pt x="1716711" y="169623"/>
                              </a:lnTo>
                              <a:lnTo>
                                <a:pt x="1711151" y="169888"/>
                              </a:lnTo>
                              <a:lnTo>
                                <a:pt x="1706120" y="170417"/>
                              </a:lnTo>
                              <a:lnTo>
                                <a:pt x="1701354" y="170947"/>
                              </a:lnTo>
                              <a:lnTo>
                                <a:pt x="1696588" y="171741"/>
                              </a:lnTo>
                              <a:lnTo>
                                <a:pt x="1692086" y="172799"/>
                              </a:lnTo>
                              <a:lnTo>
                                <a:pt x="1687585" y="174387"/>
                              </a:lnTo>
                              <a:lnTo>
                                <a:pt x="1683084" y="175711"/>
                              </a:lnTo>
                              <a:lnTo>
                                <a:pt x="1678847" y="177034"/>
                              </a:lnTo>
                              <a:lnTo>
                                <a:pt x="1674610" y="178886"/>
                              </a:lnTo>
                              <a:lnTo>
                                <a:pt x="1670903" y="180739"/>
                              </a:lnTo>
                              <a:lnTo>
                                <a:pt x="1666932" y="182856"/>
                              </a:lnTo>
                              <a:lnTo>
                                <a:pt x="1659253" y="187356"/>
                              </a:lnTo>
                              <a:lnTo>
                                <a:pt x="1651574" y="192384"/>
                              </a:lnTo>
                              <a:lnTo>
                                <a:pt x="1644690" y="197942"/>
                              </a:lnTo>
                              <a:lnTo>
                                <a:pt x="1637805" y="203764"/>
                              </a:lnTo>
                              <a:lnTo>
                                <a:pt x="1631185" y="210645"/>
                              </a:lnTo>
                              <a:lnTo>
                                <a:pt x="1625095" y="217262"/>
                              </a:lnTo>
                              <a:lnTo>
                                <a:pt x="1619005" y="224937"/>
                              </a:lnTo>
                              <a:lnTo>
                                <a:pt x="1613445" y="232612"/>
                              </a:lnTo>
                              <a:lnTo>
                                <a:pt x="1608149" y="240287"/>
                              </a:lnTo>
                              <a:lnTo>
                                <a:pt x="1603118" y="248227"/>
                              </a:lnTo>
                              <a:lnTo>
                                <a:pt x="1598352" y="256431"/>
                              </a:lnTo>
                              <a:lnTo>
                                <a:pt x="1594115" y="264636"/>
                              </a:lnTo>
                              <a:lnTo>
                                <a:pt x="1589879" y="272575"/>
                              </a:lnTo>
                              <a:lnTo>
                                <a:pt x="1586172" y="280515"/>
                              </a:lnTo>
                              <a:lnTo>
                                <a:pt x="1582730" y="288455"/>
                              </a:lnTo>
                              <a:lnTo>
                                <a:pt x="1580082" y="295601"/>
                              </a:lnTo>
                              <a:lnTo>
                                <a:pt x="1574786" y="309628"/>
                              </a:lnTo>
                              <a:lnTo>
                                <a:pt x="1571079" y="321537"/>
                              </a:lnTo>
                              <a:lnTo>
                                <a:pt x="1568167" y="330800"/>
                              </a:lnTo>
                              <a:lnTo>
                                <a:pt x="1566578" y="336623"/>
                              </a:lnTo>
                              <a:lnTo>
                                <a:pt x="1566313" y="339005"/>
                              </a:lnTo>
                              <a:lnTo>
                                <a:pt x="1564724" y="343504"/>
                              </a:lnTo>
                              <a:lnTo>
                                <a:pt x="1563400" y="347738"/>
                              </a:lnTo>
                              <a:lnTo>
                                <a:pt x="1561547" y="351708"/>
                              </a:lnTo>
                              <a:lnTo>
                                <a:pt x="1559164" y="355149"/>
                              </a:lnTo>
                              <a:lnTo>
                                <a:pt x="1556781" y="358589"/>
                              </a:lnTo>
                              <a:lnTo>
                                <a:pt x="1553603" y="361765"/>
                              </a:lnTo>
                              <a:lnTo>
                                <a:pt x="1550426" y="364412"/>
                              </a:lnTo>
                              <a:lnTo>
                                <a:pt x="1547248" y="367058"/>
                              </a:lnTo>
                              <a:lnTo>
                                <a:pt x="1543806" y="369176"/>
                              </a:lnTo>
                              <a:lnTo>
                                <a:pt x="1539834" y="371028"/>
                              </a:lnTo>
                              <a:lnTo>
                                <a:pt x="1535863" y="372352"/>
                              </a:lnTo>
                              <a:lnTo>
                                <a:pt x="1531891" y="373410"/>
                              </a:lnTo>
                              <a:lnTo>
                                <a:pt x="1527654" y="373940"/>
                              </a:lnTo>
                              <a:lnTo>
                                <a:pt x="1523418" y="373940"/>
                              </a:lnTo>
                              <a:lnTo>
                                <a:pt x="1518916" y="373675"/>
                              </a:lnTo>
                              <a:lnTo>
                                <a:pt x="1514680" y="372881"/>
                              </a:lnTo>
                              <a:lnTo>
                                <a:pt x="1510708" y="371822"/>
                              </a:lnTo>
                              <a:lnTo>
                                <a:pt x="1506736" y="370234"/>
                              </a:lnTo>
                              <a:lnTo>
                                <a:pt x="1502764" y="368117"/>
                              </a:lnTo>
                              <a:lnTo>
                                <a:pt x="1499057" y="366000"/>
                              </a:lnTo>
                              <a:lnTo>
                                <a:pt x="1495880" y="363089"/>
                              </a:lnTo>
                              <a:lnTo>
                                <a:pt x="1492967" y="359913"/>
                              </a:lnTo>
                              <a:lnTo>
                                <a:pt x="1490055" y="357001"/>
                              </a:lnTo>
                              <a:lnTo>
                                <a:pt x="1487936" y="353296"/>
                              </a:lnTo>
                              <a:lnTo>
                                <a:pt x="1485818" y="349591"/>
                              </a:lnTo>
                              <a:lnTo>
                                <a:pt x="1484229" y="345621"/>
                              </a:lnTo>
                              <a:lnTo>
                                <a:pt x="1482641" y="341387"/>
                              </a:lnTo>
                              <a:lnTo>
                                <a:pt x="1481582" y="337152"/>
                              </a:lnTo>
                              <a:lnTo>
                                <a:pt x="1481052" y="332653"/>
                              </a:lnTo>
                              <a:lnTo>
                                <a:pt x="1481052" y="328154"/>
                              </a:lnTo>
                              <a:lnTo>
                                <a:pt x="1481317" y="323654"/>
                              </a:lnTo>
                              <a:lnTo>
                                <a:pt x="1482111" y="319420"/>
                              </a:lnTo>
                              <a:lnTo>
                                <a:pt x="1483700" y="312539"/>
                              </a:lnTo>
                              <a:lnTo>
                                <a:pt x="1485553" y="305922"/>
                              </a:lnTo>
                              <a:lnTo>
                                <a:pt x="1488201" y="296924"/>
                              </a:lnTo>
                              <a:lnTo>
                                <a:pt x="1491379" y="286073"/>
                              </a:lnTo>
                              <a:lnTo>
                                <a:pt x="1495615" y="273899"/>
                              </a:lnTo>
                              <a:lnTo>
                                <a:pt x="1500646" y="260401"/>
                              </a:lnTo>
                              <a:lnTo>
                                <a:pt x="1507001" y="245316"/>
                              </a:lnTo>
                              <a:lnTo>
                                <a:pt x="1513885" y="229966"/>
                              </a:lnTo>
                              <a:lnTo>
                                <a:pt x="1517857" y="222026"/>
                              </a:lnTo>
                              <a:lnTo>
                                <a:pt x="1522094" y="213821"/>
                              </a:lnTo>
                              <a:lnTo>
                                <a:pt x="1526860" y="205882"/>
                              </a:lnTo>
                              <a:lnTo>
                                <a:pt x="1531626" y="197677"/>
                              </a:lnTo>
                              <a:lnTo>
                                <a:pt x="1536922" y="189208"/>
                              </a:lnTo>
                              <a:lnTo>
                                <a:pt x="1542747" y="181004"/>
                              </a:lnTo>
                              <a:lnTo>
                                <a:pt x="1548572" y="172799"/>
                              </a:lnTo>
                              <a:lnTo>
                                <a:pt x="1554662" y="164860"/>
                              </a:lnTo>
                              <a:lnTo>
                                <a:pt x="1561547" y="156655"/>
                              </a:lnTo>
                              <a:lnTo>
                                <a:pt x="1568431" y="148715"/>
                              </a:lnTo>
                              <a:lnTo>
                                <a:pt x="1575845" y="141305"/>
                              </a:lnTo>
                              <a:lnTo>
                                <a:pt x="1583789" y="133630"/>
                              </a:lnTo>
                              <a:lnTo>
                                <a:pt x="1591997" y="126484"/>
                              </a:lnTo>
                              <a:lnTo>
                                <a:pt x="1600735" y="119603"/>
                              </a:lnTo>
                              <a:lnTo>
                                <a:pt x="1607090" y="115369"/>
                              </a:lnTo>
                              <a:lnTo>
                                <a:pt x="1613180" y="111134"/>
                              </a:lnTo>
                              <a:lnTo>
                                <a:pt x="1619535" y="106899"/>
                              </a:lnTo>
                              <a:lnTo>
                                <a:pt x="1626419" y="103194"/>
                              </a:lnTo>
                              <a:lnTo>
                                <a:pt x="1633304" y="99489"/>
                              </a:lnTo>
                              <a:lnTo>
                                <a:pt x="1640453" y="96313"/>
                              </a:lnTo>
                              <a:lnTo>
                                <a:pt x="1647867" y="93137"/>
                              </a:lnTo>
                              <a:lnTo>
                                <a:pt x="1655281" y="90226"/>
                              </a:lnTo>
                              <a:lnTo>
                                <a:pt x="1663225" y="87844"/>
                              </a:lnTo>
                              <a:lnTo>
                                <a:pt x="1671168" y="85462"/>
                              </a:lnTo>
                              <a:lnTo>
                                <a:pt x="1678847" y="83874"/>
                              </a:lnTo>
                              <a:lnTo>
                                <a:pt x="1687320" y="82286"/>
                              </a:lnTo>
                              <a:lnTo>
                                <a:pt x="1695793" y="80698"/>
                              </a:lnTo>
                              <a:lnTo>
                                <a:pt x="1704266" y="79904"/>
                              </a:lnTo>
                              <a:lnTo>
                                <a:pt x="1713004" y="79375"/>
                              </a:lnTo>
                              <a:close/>
                              <a:moveTo>
                                <a:pt x="409575" y="0"/>
                              </a:moveTo>
                              <a:lnTo>
                                <a:pt x="1528763" y="0"/>
                              </a:lnTo>
                              <a:lnTo>
                                <a:pt x="1528763" y="95250"/>
                              </a:lnTo>
                              <a:lnTo>
                                <a:pt x="409575" y="95250"/>
                              </a:lnTo>
                              <a:lnTo>
                                <a:pt x="409575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36.25pt;margin-top:520pt;height:13pt;width:12.05pt;z-index:251640832;v-text-anchor:middle;mso-width-relative:page;mso-height-relative:page;" fillcolor="#FFFFFF" filled="t" stroked="f" coordsize="1938337,2097088" o:gfxdata="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" path="m754655,1781504l755185,1787064,755185,1789976,754655,1793153,753861,1796065,753067,1798713,752009,1801360,750156,1803743,748568,1806391,746980,1808244,744598,1810362,742481,1812215,740099,1813804,737452,1815127,734805,1815922,731894,1816716,729247,1817245,726071,1817245,724483,1816981,724483,1965507,726071,1965507,729247,1965507,731894,1966036,734805,1966566,737452,1967625,740099,1969213,742481,1970537,744598,1972125,746980,1974243,748568,1976361,750156,1978744,752009,1981127,753067,1984039,753861,1986687,754655,1989599,755185,1992776,755185,1995688,755185,1996747,1181565,1996747,1181301,1995688,1181565,1992776,1181830,1989599,1182624,1986687,1183683,1984039,1184741,1981127,1186329,1978744,1187917,1976361,1189770,1974243,1191887,1972125,1194005,1970537,1196651,1969213,1199033,1967625,1201680,1966566,1204591,1966036,1207238,1965507,1210414,1965507,1212002,1965507,1212002,1816981,1210414,1817245,1207238,1817245,1204591,1816716,1201680,1815922,1199033,1815127,1196651,1813804,1194005,1812215,1191887,1810362,1189770,1808244,1187917,1806391,1186329,1803743,1184741,1801360,1183683,1798713,1182624,1796065,1181830,1793153,1181565,1789976,1181301,1787064,1182095,1781504,754655,1781504xm555625,1681163l1381125,1681163,1381125,2097088,555625,2097088,555625,1681163xm846057,1552575l1096781,1552575,1104997,1562178,1112683,1571246,1120634,1579515,1128320,1587517,1135741,1594986,1143162,1602188,1150583,1608856,1157474,1614991,1170726,1626461,1182917,1636063,1193784,1644065,1203325,1651000,738187,1651000,747993,1644065,759125,1635796,771582,1626194,785098,1614724,792254,1608589,799675,1601921,807096,1594986,814517,1587251,822468,1579249,830419,1570980,838106,1562178,846057,1552575xm1307617,216793l1304708,217057,1301269,217587,1298095,218646,1295449,219971,1292540,221295,1289630,223149,1287514,225002,1285133,227121,1283017,229505,1281166,232153,1279578,234801,1278256,237714,1277462,240892,1276404,243805,1276140,247248,1274553,266051,1272965,284590,1270585,303128,1268204,321931,1265295,340470,1262385,359008,1258946,377546,1255243,396349,1251275,414888,1246778,433161,1242282,451435,1237256,469443,1231965,487187,1225882,505196,1220062,522940,1213714,540418,1206836,557897,1199959,575112,1192552,591796,1184617,608745,1176681,625430,1168217,641585,1159223,658004,1150230,673629,1140443,689255,1130391,704615,1120075,719445,1109494,734276,1098385,748842,1087010,762878,1075107,776650,1062939,789891,1060559,792275,1058971,795188,1057120,797836,1056062,801014,1055004,803927,1054475,806840,1054210,810283,1054210,813461,1054210,816374,1054739,819552,1055533,822730,1056591,825379,1058178,828292,1060030,831205,1061881,833588,1064262,836237,1066907,838355,1069552,840209,1072462,841798,1075107,842858,1078281,843917,1081455,844712,1084365,844976,1087539,845241,1090978,844976,1093888,844447,1096797,843387,1099972,842328,1102617,841004,1105526,838885,1108172,837031,1110552,834648,1124043,819817,1137004,804722,1149701,789097,1161604,773471,1173507,757581,1184617,740897,1195727,724213,1206043,707528,1216094,690049,1225617,672570,1234875,654826,1243604,637082,1252069,618809,1260269,600536,1267940,581997,1274817,563459,1281959,544656,1288307,525853,1294127,506785,1300211,487187,1305501,468119,1310262,448786,1315024,429188,1319256,409591,1323224,389993,1326662,370396,1330101,350798,1333011,330936,1335391,311338,1337772,291475,1339624,271613,1341475,252015,1341475,248572,1341211,245659,1340417,242216,1339624,239039,1338566,236390,1337243,233477,1335391,230829,1333540,228445,1331159,226062,1329043,223943,1326398,222089,1323753,220500,1320579,219176,1317669,218382,1314495,217322,1311056,217057,1307617,216793xm442912,112713l1493837,112713,1485637,163826,1477172,211761,1468708,257312,1460508,299685,1452308,339145,1444372,375427,1436437,408532,1429559,438723,1422682,465471,1416598,488776,1411308,508638,1406811,525058,1399934,547304,1397817,554719,1394114,564518,1390146,574847,1385914,585440,1380888,596563,1375863,608216,1370308,620398,1364224,632580,1357875,645027,1351263,658004,1343856,671246,1336714,684488,1328779,698259,1320579,711501,1312379,725537,1303649,739573,1294656,753609,1285133,767645,1275875,781416,1266088,795453,1256036,809489,1245720,823260,1235140,836767,1224559,850273,1213714,863779,1202340,877021,1191230,889468,1179591,902180,1167952,914627,1156049,926280,1144146,937933,1132243,949056,1119810,959914,1119810,992753,1119810,993548,1119546,994872,1119546,995666,1119546,996196,1119281,995931,1117694,998579,1115578,1001493,1112668,1004671,1109230,1007849,1101294,1015529,1096797,1020031,1092301,1024798,1087804,1030095,1083307,1035921,1079075,1042807,1074843,1050222,1073255,1053930,1071668,1057902,1069817,1062404,1068230,1066906,1066907,1071673,1065584,1076440,1064526,1081737,1063733,1087298,1064526,1089152,1064262,1120932,1064262,1121727,1064526,1121727,1063468,1124640,1062675,1127023,1060823,1130466,1058707,1134704,1055268,1139735,1053681,1142119,1051829,1144238,1048655,1147945,1044952,1150858,1041513,1153242,1036488,1156420,1035165,1157214,1034107,1157744,1030933,1159333,1026436,1161187,1017971,1163570,1016120,1168337,1016120,1454092,1015855,1473160,1030404,1474749,1036752,1475808,1042571,1476868,1043365,1477133,1046275,1477662,1054210,1479516,1057120,1480840,1060030,1481635,1062410,1482959,1063733,1484018,1064791,1485342,1065055,1486667,1065320,1486667,1065320,1507588,1065320,1513944,1067436,1516063,871958,1516063,871958,1514739,871958,1507588,871958,1486667,872223,1486667,872487,1485607,873016,1484283,874074,1483489,875926,1482429,877778,1481635,880158,1480575,885978,1478722,892855,1477133,901319,1475808,910842,1474219,921423,1473160,921423,1454092,921423,1170721,920894,1170721,920894,1168602,920365,1167013,919836,1163835,913752,1161981,908197,1160128,902642,1157744,901849,1157214,900526,1156420,898674,1155096,895765,1153772,892590,1151653,889152,1148475,885449,1144502,881481,1139735,877778,1134439,876984,1133115,875397,1130201,874603,1129142,873545,1126759,873281,1125964,872752,1124110,872487,1124110,872487,1121992,872487,1121727,872487,1121197,872487,1120932,872487,1087034,872752,1087034,871694,1080413,870636,1074057,868784,1067966,866932,1062404,864816,1057108,862700,1052076,860319,1047574,857939,1043071,853707,1036980,853442,1035921,849474,1030889,848681,1029830,844977,1025328,844184,1024533,840216,1020296,839423,1019501,835719,1015794,834661,1014734,831487,1011556,827519,1008113,827255,1007849,823816,1004671,821171,1001493,818790,998579,817468,995931,817203,996196,816939,996196,816674,992753,816674,959649,807945,951969,798952,944024,790222,935549,781493,927339,772764,918865,762713,908007,754777,900062,747371,891587,736790,879934,722242,862985,712190,850803,697906,833059,688648,820612,674629,801809,666164,790421,652145,769764,644739,759435,636538,746723,628603,734011,625429,729244,615377,713089,605855,696670,596861,681045,588132,665420,589719,669127,574906,639996,569087,627813,563267,616425,558242,605038,553480,594180,548983,583321,545280,573258,541842,563724,538932,554719,536287,547304,529938,525058,525441,508638,520151,488776,514067,465471,507190,438723,500312,408532,492377,375427,484441,339145,476241,299685,467777,257312,459577,211761,451112,163826,442912,112713xm208966,79375l216098,79375,224816,79375,233534,79904,242252,80698,250706,82286,258895,83874,266821,85462,274746,87844,282407,90226,289804,93137,297201,96313,304070,99489,311203,103194,318071,106900,324412,111134,330752,115369,336828,119603,342640,124102,348188,128866,353735,133630,359283,138659,364303,143687,369322,148716,374077,154009,378568,159567,387022,170153,394947,181004,402344,192119,408949,202971,415289,213821,420837,224672,425856,235259,430611,245316,434838,255637,438537,264900,441971,273899,444613,282103,449368,296924,452538,308304,454388,315980,455444,319420,455973,323655,456237,328154,456237,332653,455708,337152,454652,341387,453331,345621,451746,349591,449368,353296,447255,357002,444349,359913,441707,363089,438273,366000,434574,368117,430876,370234,426913,371822,422422,372881,418459,373675,414232,373940,409741,373940,405779,373410,401552,372352,397589,371028,393891,369176,390192,367059,387022,364412,383852,361765,380946,358589,378304,355149,375926,351708,374077,347739,372492,343504,371435,339005,371171,338476,370643,335299,367209,323390,364831,315186,361397,305393,357170,294542,352415,283162,346867,270988,340527,258549,337092,252462,333394,246374,329431,240023,325468,234200,321241,228378,316750,222555,312259,216997,307504,211704,302749,206676,297465,201912,292446,197148,286898,192913,279501,187885,271576,183386,267877,181004,263651,179151,259424,177299,255197,175711,250706,174387,246215,173329,241460,172006,236704,170947,231949,170418,226930,169888,221382,169624,216098,169359,206852,169624,197078,170682,187039,172270,175943,174652,170395,176240,165112,178357,160093,180475,155337,182856,150846,185503,146355,188679,142128,191855,137901,195295,133939,199001,129976,203235,126542,207470,122843,212234,119409,216997,115975,222291,113069,227584,109899,233406,106993,239493,104351,245580,101709,251932,99596,258549,97218,265430,95369,272311,93519,279721,91934,286867,90614,294278,89293,301953,88236,309363,87443,317038,86915,324713,86387,332388,86122,340063,86122,348003,86122,355678,86387,363618,86915,371558,87443,379497,88236,386908,89293,394318,90614,401729,91934,408874,93519,416020,95105,422372,96954,428724,99067,435076,100916,440898,103030,446456,105408,452014,107521,456778,112012,464982,116503,473186,121258,481391,126542,489331,131561,497006,137109,504945,142657,512620,148204,519766,154545,527441,160357,534587,166697,541733,173301,548614,179906,555495,186775,562376,193643,568993,200776,575609,207909,581696,215306,588048,230364,600222,246215,612132,261801,623248,278180,634098,294559,644420,311467,654477,328374,663740,345546,673003,362453,681472,379361,689677,396532,697352,412911,705027,429819,711643,446198,718525,462049,724612,477899,730963,492958,736257,521753,746578,548435,755577,572211,763516,595987,771456,606290,775161,615536,778602,624783,782572,629274,784954,634029,787600,640633,792099,646974,796863,652786,802156,658069,807714,663088,813801,667579,819888,671806,826240,675505,833121,679203,840003,681845,847413,684487,854823,686600,862498,688450,870174,689770,878378,690299,886318,690563,894522,690563,899551,690299,904844,689770,909872,688978,915165,688185,920194,686865,925487,685279,930516,683694,935544,681581,941102,679467,945866,677090,950894,674448,955658,671278,960422,668108,965186,664409,969685,660975,973920,657012,978154,652786,982389,648295,985829,643539,989534,638784,992975,633765,996415,628745,999327,623198,1002238,617650,1004620,611838,1007266,606026,1009119,599950,1011501,593610,1013089,587005,1014942,580665,1016000,574060,1017323,569834,1017588,565343,1017588,561116,1017059,556889,1016265,552926,1015206,549228,1013354,545529,1011236,542095,1008854,538925,1006208,535755,1003032,533377,999591,530999,996415,528886,992446,527301,988211,525980,983977,525187,979477,524659,974713,524659,970214,525187,965980,525980,961481,527037,957246,528886,953276,530735,949306,533113,946130,535490,942690,538660,939514,541831,936867,545001,934221,548963,932368,552926,930251,556889,929192,561380,928134,569041,926546,575646,924958,581457,923105,586213,920723,590440,918606,593610,916224,596516,914107,598365,911990,599950,910137,601535,908020,602328,906167,603120,904050,603913,901932,604177,899551,604441,897169,604705,894522,604441,890023,603648,885259,602063,880760,599950,876261,597837,872555,595195,869380,593081,866998,590704,865410,590175,865145,587798,864086,577231,859852,561908,854559,542887,848207,520696,840796,495599,832327,468125,822800,438801,811684,423479,805862,407628,799774,391777,792893,375398,786012,358755,778602,342376,770927,325468,762987,308297,754253,291653,745255,274482,735992,257574,725670,240667,715613,224024,704762,207380,693382,191001,681472,174887,669033,164319,660564,154016,651566,143449,642568,133410,633305,123636,623512,113861,613720,104351,603663,95105,593076,86122,582225,77405,571374,68951,559994,60761,548349,52836,536440,45439,524001,38306,511562,31702,498594,27739,490389,24041,482185,20606,473451,17700,464717,14794,455719,12417,446456,10039,437193,7926,427665,6076,418137,4491,408345,3170,398553,1850,388761,1057,378439,529,368382,264,358060,0,348003,264,332653,1057,317832,2378,302747,4491,287926,6869,272840,10039,258019,11888,250874,14002,243463,15851,236053,18493,228907,20606,221761,23512,214880,26418,207734,29324,200853,32494,193972,36193,187356,39363,180475,43326,174123,47552,167506,51779,161155,56270,155332,60761,148980,65781,143422,70800,137865,76348,132307,81896,126749,89557,120397,98011,114045,106728,108223,115710,102930,124957,98166,134731,93931,139751,92079,145034,90226,150318,88638,155601,87315,163527,85198,170924,83874,178849,82551,186510,81228,193907,80434,201304,79640,208966,79375xm1713004,79375l1722007,79375,1729156,79375,1736570,79640,1743984,80434,1751398,81228,1759077,82551,1767021,83874,1774699,85198,1782643,87315,1787674,88638,1792970,90226,1798001,92079,1803031,93931,1813093,98166,1822626,102930,1831628,108223,1840366,114045,1848310,120397,1856253,126749,1863667,134159,1870817,141570,1877436,148980,1883526,157185,1889352,165389,1894912,174123,1899943,182856,1904709,191855,1908946,200853,1913182,210116,1916625,219379,1920067,228907,1923244,238435,1925627,248227,1928275,258019,1930393,267812,1932512,277604,1933836,287926,1935160,297983,1936483,307775,1937278,317832,1937807,327889,1938337,337946,1938337,348003,1938337,358060,1937807,368382,1937278,378439,1936483,388760,1935160,398553,1933836,408345,1932512,418137,1930393,427665,1928540,437193,1925892,446456,1923509,455719,1920596,464717,1917684,473451,1914241,482185,1910535,490389,1906563,498593,1901267,509180,1895442,519502,1889352,529823,1883262,539616,1876907,549143,1870287,558671,1863403,567934,1856253,576932,1849369,585931,1841955,594664,1834276,603133,1826597,611338,1818654,619542,1810710,627482,1802502,635422,1794294,642832,1786085,650243,1777612,657653,1768874,664534,1760136,671680,1751398,678296,1742660,684648,1724655,697352,1706385,709526,1688114,720906,1669844,732022,1651309,742344,1632774,752136,1614504,761664,1596234,770397,1577964,778866,1559958,786806,1542217,794217,1525271,801362,1508060,807979,1491379,814331,1475756,820153,1445306,830739,1417768,840532,1393673,848207,1370636,856147,1361369,859323,1353955,861969,1348394,864616,1346276,865674,1343893,866998,1341775,869380,1339127,872555,1337009,876261,1334890,880760,1333566,885259,1332507,890023,1332242,894522,1332507,897169,1332772,899551,1333302,901932,1333831,904050,1334625,906167,1335685,908020,1337273,910137,1338597,911990,1340716,914107,1343363,916224,1346806,918606,1350777,920723,1355544,923105,1361369,924958,1367988,926546,1375932,928134,1380169,929192,1384405,930251,1388377,932368,1392084,934221,1395261,936867,1398704,939514,1401616,942690,1403999,946130,1406382,949306,1408236,953276,1410089,957246,1411149,961481,1411943,965980,1412472,970214,1412472,974713,1411943,979477,1411149,983977,1410089,988211,1408236,992446,1406382,996415,1403735,999591,1401351,1003032,1398439,1006208,1394997,1008854,1391819,1011236,1388112,1013354,1384140,1015206,1380169,1016265,1375932,1017059,1371695,1017588,1367459,1017588,1362958,1017323,1356338,1016000,1349718,1014942,1343363,1013089,1337273,1011501,1330918,1009119,1325093,1007266,1319533,1004620,1313972,1002238,1308147,999327,1303116,996415,1298085,992975,1293319,989534,1288553,985829,1284316,982389,1280080,978154,1276108,973920,1272136,969685,1268959,965186,1265516,960422,1262604,955658,1259956,950894,1257308,945866,1255190,941102,1253071,935544,1251483,930516,1250159,925487,1248570,920194,1247776,915165,1246981,909872,1246452,904844,1246187,899551,1246187,894522,1246452,886318,1247246,878378,1248305,870174,1250159,862498,1252277,854823,1254925,847413,1257838,840003,1261280,833121,1264987,826240,1269223,819888,1273990,813801,1278756,807714,1284051,802156,1289877,796863,1296232,792099,1302851,787600,1306558,785748,1310000,783630,1316620,780454,1324034,777808,1331448,774897,1348394,768809,1367988,762193,1390230,755047,1414856,746578,1441069,737580,1469137,727258,1483965,721700,1498528,715613,1513621,709526,1528978,702645,1544336,696028,1559958,688618,1575581,681472,1591203,673532,1606825,665063,1622183,656594,1637540,647596,1652898,638333,1667726,628541,1682554,618748,1696852,608162,1711151,597311,1720154,589901,1729421,582225,1738159,574286,1746897,566611,1755370,558406,1763578,549937,1771522,541468,1778936,532734,1786615,523736,1793499,514738,1800648,505475,1807003,496212,1813623,486684,1819448,476892,1825009,466835,1830304,456778,1832952,452014,1835335,446456,1837189,440898,1839307,435076,1841161,428724,1843014,422372,1844868,416020,1846192,408874,1847515,401729,1848575,394318,1849899,386908,1850693,379497,1851487,371558,1851752,363618,1852017,355678,1852282,348003,1852017,336093,1851487,324713,1850428,313068,1849104,301953,1846986,290572,1844603,279721,1841955,269135,1838513,258549,1835335,248756,1831364,239493,1826862,230495,1822361,222290,1817330,214615,1811769,207470,1806209,201118,1803031,198207,1800384,195295,1796147,191855,1791646,188679,1787409,185503,1782643,182856,1777877,180474,1772846,178357,1767550,176240,1761725,174652,1751133,172270,1740807,170682,1731010,169623,1722007,169359,1716711,169623,1711151,169888,1706120,170417,1701354,170947,1696588,171741,1692086,172799,1687585,174387,1683084,175711,1678847,177034,1674610,178886,1670903,180739,1666932,182856,1659253,187356,1651574,192384,1644690,197942,1637805,203764,1631185,210645,1625095,217262,1619005,224937,1613445,232612,1608149,240287,1603118,248227,1598352,256431,1594115,264636,1589879,272575,1586172,280515,1582730,288455,1580082,295601,1574786,309628,1571079,321537,1568167,330800,1566578,336623,1566313,339005,1564724,343504,1563400,347738,1561547,351708,1559164,355149,1556781,358589,1553603,361765,1550426,364412,1547248,367058,1543806,369176,1539834,371028,1535863,372352,1531891,373410,1527654,373940,1523418,373940,1518916,373675,1514680,372881,1510708,371822,1506736,370234,1502764,368117,1499057,366000,1495880,363089,1492967,359913,1490055,357001,1487936,353296,1485818,349591,1484229,345621,1482641,341387,1481582,337152,1481052,332653,1481052,328154,1481317,323654,1482111,319420,1483700,312539,1485553,305922,1488201,296924,1491379,286073,1495615,273899,1500646,260401,1507001,245316,1513885,229966,1517857,222026,1522094,213821,1526860,205882,1531626,197677,1536922,189208,1542747,181004,1548572,172799,1554662,164860,1561547,156655,1568431,148715,1575845,141305,1583789,133630,1591997,126484,1600735,119603,1607090,115369,1613180,111134,1619535,106899,1626419,103194,1633304,99489,1640453,96313,1647867,93137,1655281,90226,1663225,87844,1671168,85462,1678847,83874,1687320,82286,1695793,80698,1704266,79904,1713004,79375xm409575,0l1528763,0,1528763,95250,409575,95250,409575,0xe">
                <v:path o:connectlocs="52043,140669;84711,142394;85944,129907;78615,111116;58383,113598;91357,19041;83735,45917;75658,58882;79602,59735;93575,33502;95263,16027;100837,37578;90750,56930;79962,71676;76303,80281;74312,105622;62576,106229;64415,82669;62405,76869;58859,71676;47749,56569;37984,37578;19693,6286;29312,14526;32058,25550;26813,24887;21321,14450;12213,12613;6835,19489;6949,30683;14391,41195;39310,54076;49441,62864;46468,70555;38856,72203;39348,66728;43268,63357;24540,55174;4942,40078;0,24906;4033,11117;14429,5699;133052,9071;138860,22746;135861,37180;123620,49908;96650,61879;96821,65895;101148,70422;94980,72089;89495,65857;93385,56368;116275,46992;130813,33411;132540,21610;126277,12499;116920,15075;111587,25663;106386,24735;110998,12367;122158,5718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1735455</wp:posOffset>
                </wp:positionH>
                <wp:positionV relativeFrom="paragraph">
                  <wp:posOffset>8227060</wp:posOffset>
                </wp:positionV>
                <wp:extent cx="142240" cy="180340"/>
                <wp:effectExtent l="0" t="0" r="0" b="0"/>
                <wp:wrapNone/>
                <wp:docPr id="69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2495" cy="180371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36.65pt;margin-top:647.8pt;height:14.2pt;width:11.2pt;z-index:251641856;v-text-anchor:middle;mso-width-relative:page;mso-height-relative:page;" fillcolor="#FFFFFF" filled="t" stroked="f" coordsize="1679575,2125662" o:gfxdata="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43139,79214;54750,85223;54123,88746;53399,92969;54799,97457;78360,142534;75173,96516;76067,91931;75101,88167;77805,84836;88958,78683;99169,79238;106677,86646;113147,94948;118554,104166;122755,114470;125748,125884;127414,138505;122151,147843;105422,155010;87871,159619;69766,161598;50598,160730;31648,156796;13518,149919;0,142245;1303,128852;4007,116810;8014,106000;13229,96371;19578,87853;26965,80300;36283,73012;70573,434;78659,2633;85972,6498;92223,11790;97171,18264;100671,25754;102481,34041;102264,43608;99464,53175;94420,61535;87445,68275;77645,73590;71032,75330;63888,75813;55899,74774;48561,72141;41972,68130;36011,62501;31135,55253;28046,46966;26911,37906;27877,29330;30677,21502;35021,14520;40717,8649;47572,4155;55368,1183;63815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226695" cy="10696575"/>
                <wp:effectExtent l="0" t="0" r="2540" b="0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0" cy="10696352"/>
                        </a:xfrm>
                        <a:prstGeom prst="rect">
                          <a:avLst/>
                        </a:prstGeom>
                        <a:solidFill>
                          <a:srgbClr val="333F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pt;margin-top:-72pt;height:842.25pt;width:17.85pt;z-index:251642880;v-text-anchor:middle;mso-width-relative:page;mso-height-relative:page;" fillcolor="#333F50" filled="t" stroked="f" coordsize="21600,21600" o:gfxdata="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3m3ZHtkAAAAPAQAADwAAAAAA&#10;AAABACAAAAAiAAAAZHJzL2Rvd25yZXYueG1sUEsBAhQAFAAAAAgAh07iQDmvIbbZAQAAiQMAAA4A&#10;AAAAAAAAAQAgAAAAKAEAAGRycy9lMm9Eb2MueG1sUEsFBgAAAAAGAAYAWQEAAHM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-597535</wp:posOffset>
            </wp:positionH>
            <wp:positionV relativeFrom="paragraph">
              <wp:posOffset>-378460</wp:posOffset>
            </wp:positionV>
            <wp:extent cx="1530985" cy="1530985"/>
            <wp:effectExtent l="0" t="0" r="0" b="0"/>
            <wp:wrapNone/>
            <wp:docPr id="71" name="图片 71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0872" cy="1530872"/>
                    </a:xfrm>
                    <a:prstGeom prst="ellipse">
                      <a:avLst/>
                    </a:prstGeom>
                    <a:ln w="57150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br w:type="page"/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30480</wp:posOffset>
                </wp:positionV>
                <wp:extent cx="4366260" cy="586740"/>
                <wp:effectExtent l="0" t="0" r="0" b="0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6002" cy="58682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780" w:lineRule="exact"/>
                            </w:pPr>
                            <w:r>
                              <w:rPr>
                                <w:rFonts w:hint="eastAsia" w:ascii="造字工房力黑（非商用）常规体" w:hAnsi="造字工房力黑（非商用）常规体" w:eastAsia="造字工房力黑（非商用）常规体"/>
                                <w:color w:val="FFFFFF"/>
                                <w:kern w:val="24"/>
                                <w:sz w:val="64"/>
                                <w:szCs w:val="64"/>
                              </w:rPr>
                              <w:t xml:space="preserve">自荐信   </w:t>
                            </w:r>
                            <w:r>
                              <w:rPr>
                                <w:rFonts w:ascii="Impact" w:hAnsi="Impact" w:eastAsia="方正兰亭黑简体"/>
                                <w:color w:val="FFFFFF" w:themeColor="background1"/>
                                <w:kern w:val="24"/>
                                <w:sz w:val="64"/>
                                <w:szCs w:val="6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COVER LETTER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.55pt;margin-top:2.4pt;height:46.2pt;width:343.8pt;z-index:251651072;mso-width-relative:page;mso-height-relative:page;" filled="f" stroked="f" coordsize="21600,21600" o:gfxdata="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780" w:lineRule="exact"/>
                      </w:pPr>
                      <w:r>
                        <w:rPr>
                          <w:rFonts w:hint="eastAsia" w:ascii="造字工房力黑（非商用）常规体" w:hAnsi="造字工房力黑（非商用）常规体" w:eastAsia="造字工房力黑（非商用）常规体"/>
                          <w:color w:val="FFFFFF"/>
                          <w:kern w:val="24"/>
                          <w:sz w:val="64"/>
                          <w:szCs w:val="64"/>
                        </w:rPr>
                        <w:t xml:space="preserve">自荐信   </w:t>
                      </w:r>
                      <w:r>
                        <w:rPr>
                          <w:rFonts w:ascii="Impact" w:hAnsi="Impact" w:eastAsia="方正兰亭黑简体"/>
                          <w:color w:val="FFFFFF" w:themeColor="background1"/>
                          <w:kern w:val="24"/>
                          <w:sz w:val="64"/>
                          <w:szCs w:val="6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COVER LETTER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-255905</wp:posOffset>
                </wp:positionV>
                <wp:extent cx="7559675" cy="1161415"/>
                <wp:effectExtent l="0" t="0" r="3175" b="1270"/>
                <wp:wrapNone/>
                <wp:docPr id="73" name="矩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161142"/>
                        </a:xfrm>
                        <a:prstGeom prst="rect">
                          <a:avLst/>
                        </a:prstGeom>
                        <a:solidFill>
                          <a:srgbClr val="333F5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pt;margin-top:-20.15pt;height:91.45pt;width:595.25pt;z-index:251646976;v-text-anchor:middle;mso-width-relative:page;mso-height-relative:page;" fillcolor="#333F50" filled="t" stroked="f" coordsize="21600,21600" o:gfxdata="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Baw34XbAAAADQEAAA8AAAAAAAAAAQAgAAAA&#10;IgAAAGRycy9kb3ducmV2LnhtbFBLAQIUABQAAAAIAIdO4kCc//y/zwEAAHIDAAAOAAAAAAAAAAEA&#10;IAAAACoBAABkcnMvZTJvRG9jLnhtbFBLBQYAAAAABgAGAFkBAABr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-593090</wp:posOffset>
                </wp:positionH>
                <wp:positionV relativeFrom="paragraph">
                  <wp:posOffset>1571625</wp:posOffset>
                </wp:positionV>
                <wp:extent cx="6461125" cy="6517640"/>
                <wp:effectExtent l="0" t="0" r="0" b="0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125" cy="6517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>尊敬的领导：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您好！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  <w:rPr>
                                <w:rFonts w:ascii="微软雅黑" w:hAnsi="微软雅黑" w:eastAsia="微软雅黑"/>
                                <w:color w:val="333F50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真诚地感谢您在百忙之中惠阅我的自荐材料！我平凡但不平庸，简约但不简单。我的座右铭是“莫言下岭便无难”。所有的成功，都来自不倦的努力和奔跑。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  <w:rPr>
                                <w:rFonts w:ascii="微软雅黑" w:hAnsi="微软雅黑" w:eastAsia="微软雅黑"/>
                                <w:color w:val="333F50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四年来，我严于律己，能很好的掌握本专业的相关知识，除了完成专业的相关课程外，还积极参与校内活动，通过一年多的努力，我即将通过专业主修的科目，并且以社会对人才的需求为向导，努力使自己向复合型人才方向发展。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  <w:rPr>
                                <w:rFonts w:ascii="微软雅黑" w:hAnsi="微软雅黑" w:eastAsia="微软雅黑"/>
                                <w:color w:val="333F50"/>
                                <w:kern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另外，我也致力于提高自己的综合能力，积极投身于学院的各项活动之中。在校曾担任院团委校团委担任办公室干事 、校团委办公室副主任、班级宣传委员 ，在班级工作以及系上院上团学工作中，使自身具有了极强的开拓精神、团队合作意识、组织协调能力、活动策划能力。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 而今我即将毕业，就要进入我人生的第二个全新的阶段，满怀着热忱和信心，希望能将所学的理论知识为现实生产力，实现自己的人生价值。如果我有幸成为贵公司的一员，我会继续保持团结协作、拼搏创新、吃苦耐劳、认真细致的工作精神，尽量结合专业所学，同时不断的学习新的知识，发挥自身所长，希望能为贵公司的辉煌历史奉献自己的青春和才华！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我相信自己，更相信你，给我一个机会，蓄势而发的我会还您一个惊喜！ 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       祝愿贵公司事业蒸蒸日上！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>此致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6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</w:rPr>
                              <w:t xml:space="preserve">敬礼！                                 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6.7pt;margin-top:123.75pt;height:513.2pt;width:508.75pt;z-index:251649024;mso-width-relative:page;mso-height-relative:page;" filled="f" stroked="f" coordsize="21600,21600" o:gfxdata="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T82683AAAAAwBAAAPAAAAAAAAAAEAIAAAACIAAABkcnMvZG93&#10;bnJldi54bWxQSwECFAAUAAAACACHTuJAyqssoooBAADvAgAADgAAAAAAAAABACAAAAArAQAAZHJz&#10;L2Uyb0RvYy54bWxQSwUGAAAAAAYABgBZAQAAJ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>尊敬的领导：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您好！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  <w:rPr>
                          <w:rFonts w:ascii="微软雅黑" w:hAnsi="微软雅黑" w:eastAsia="微软雅黑"/>
                          <w:color w:val="333F50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真诚地感谢您在百忙之中惠阅我的自荐材料！我平凡但不平庸，简约但不简单。我的座右铭是“莫言下岭便无难”。所有的成功，都来自不倦的努力和奔跑。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  <w:rPr>
                          <w:rFonts w:ascii="微软雅黑" w:hAnsi="微软雅黑" w:eastAsia="微软雅黑"/>
                          <w:color w:val="333F50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四年来，我严于律己，能很好的掌握本专业的相关知识，除了完成专业的相关课程外，还积极参与校内活动，通过一年多的努力，我即将通过专业主修的科目，并且以社会对人才的需求为向导，努力使自己向复合型人才方向发展。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  <w:rPr>
                          <w:rFonts w:ascii="微软雅黑" w:hAnsi="微软雅黑" w:eastAsia="微软雅黑"/>
                          <w:color w:val="333F50"/>
                          <w:kern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另外，我也致力于提高自己的综合能力，积极投身于学院的各项活动之中。在校曾担任院团委校团委担任办公室干事 、校团委办公室副主任、班级宣传委员 ，在班级工作以及系上院上团学工作中，使自身具有了极强的开拓精神、团队合作意识、组织协调能力、活动策划能力。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 而今我即将毕业，就要进入我人生的第二个全新的阶段，满怀着热忱和信心，希望能将所学的理论知识为现实生产力，实现自己的人生价值。如果我有幸成为贵公司的一员，我会继续保持团结协作、拼搏创新、吃苦耐劳、认真细致的工作精神，尽量结合专业所学，同时不断的学习新的知识，发挥自身所长，希望能为贵公司的辉煌历史奉献自己的青春和才华！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我相信自己，更相信你，给我一个机会，蓄势而发的我会还您一个惊喜！ 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       祝愿贵公司事业蒸蒸日上！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>此致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6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</w:rPr>
                        <w:t xml:space="preserve">敬礼！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4105910</wp:posOffset>
                </wp:positionH>
                <wp:positionV relativeFrom="paragraph">
                  <wp:posOffset>8432800</wp:posOffset>
                </wp:positionV>
                <wp:extent cx="1636395" cy="1016000"/>
                <wp:effectExtent l="0" t="0" r="0" b="0"/>
                <wp:wrapNone/>
                <wp:docPr id="76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395" cy="1016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520" w:lineRule="exact"/>
                              <w:jc w:val="right"/>
                              <w:rPr>
                                <w:rFonts w:hint="eastAsia" w:ascii="方正硬笔行书简体" w:eastAsiaTheme="minorEastAsia"/>
                                <w:color w:val="333F50"/>
                                <w:kern w:val="24"/>
                                <w:sz w:val="56"/>
                                <w:szCs w:val="5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硬笔行书简体" w:eastAsiaTheme="minorEastAsia"/>
                                <w:color w:val="333F50"/>
                                <w:kern w:val="24"/>
                                <w:sz w:val="56"/>
                                <w:szCs w:val="56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520" w:lineRule="exact"/>
                              <w:jc w:val="righ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  <w:sz w:val="28"/>
                                <w:szCs w:val="28"/>
                              </w:rPr>
                              <w:t>日期：20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  <w:sz w:val="28"/>
                                <w:szCs w:val="28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33F50"/>
                                <w:kern w:val="24"/>
                                <w:sz w:val="28"/>
                                <w:szCs w:val="28"/>
                              </w:rPr>
                              <w:t>.1.019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3.3pt;margin-top:664pt;height:80pt;width:128.85pt;mso-wrap-style:none;z-index:251650048;mso-width-relative:page;mso-height-relative:page;" filled="f" stroked="f" coordsize="21600,21600" o:gfxdata="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DQb9IXZAAAADQEAAA8AAAAAAAAAAQAgAAAAIgAAAGRycy9kb3ducmV2LnhtbFBL&#10;AQIUABQAAAAIAIdO4kAjIuQogwEAAO0CAAAOAAAAAAAAAAEAIAAAACg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520" w:lineRule="exact"/>
                        <w:jc w:val="right"/>
                        <w:rPr>
                          <w:rFonts w:hint="eastAsia" w:ascii="方正硬笔行书简体" w:eastAsiaTheme="minorEastAsia"/>
                          <w:color w:val="333F50"/>
                          <w:kern w:val="24"/>
                          <w:sz w:val="56"/>
                          <w:szCs w:val="56"/>
                          <w:lang w:eastAsia="zh-CN"/>
                        </w:rPr>
                      </w:pPr>
                      <w:r>
                        <w:rPr>
                          <w:rFonts w:hint="eastAsia" w:ascii="方正硬笔行书简体" w:eastAsiaTheme="minorEastAsia"/>
                          <w:color w:val="333F50"/>
                          <w:kern w:val="24"/>
                          <w:sz w:val="56"/>
                          <w:szCs w:val="56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520" w:lineRule="exact"/>
                        <w:jc w:val="right"/>
                      </w:pP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  <w:sz w:val="28"/>
                          <w:szCs w:val="28"/>
                        </w:rPr>
                        <w:t>日期：20</w:t>
                      </w: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  <w:sz w:val="28"/>
                          <w:szCs w:val="28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color w:val="333F50"/>
                          <w:kern w:val="24"/>
                          <w:sz w:val="28"/>
                          <w:szCs w:val="28"/>
                        </w:rPr>
                        <w:t>.1.019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>
      <w: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margin">
                  <wp:posOffset>209550</wp:posOffset>
                </wp:positionH>
                <wp:positionV relativeFrom="paragraph">
                  <wp:posOffset>7829550</wp:posOffset>
                </wp:positionV>
                <wp:extent cx="4792345" cy="1257300"/>
                <wp:effectExtent l="0" t="0" r="8255" b="635"/>
                <wp:wrapNone/>
                <wp:docPr id="78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2654" cy="1257148"/>
                          <a:chOff x="0" y="0"/>
                          <a:chExt cx="4792654" cy="1257148"/>
                        </a:xfrm>
                      </wpg:grpSpPr>
                      <wps:wsp>
                        <wps:cNvPr id="79" name="矩形 79"/>
                        <wps:cNvSpPr/>
                        <wps:spPr>
                          <a:xfrm>
                            <a:off x="0" y="0"/>
                            <a:ext cx="4792654" cy="1257148"/>
                          </a:xfrm>
                          <a:prstGeom prst="rect">
                            <a:avLst/>
                          </a:prstGeom>
                          <a:solidFill>
                            <a:srgbClr val="333F5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" name="文本框 2"/>
                        <wps:cNvSpPr txBox="1"/>
                        <wps:spPr>
                          <a:xfrm>
                            <a:off x="1553985" y="9526"/>
                            <a:ext cx="1034945" cy="11398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 w:line="800" w:lineRule="exact"/>
                              </w:pPr>
                              <w:r>
                                <w:rPr>
                                  <w:rFonts w:hint="eastAsia" w:hAnsi="微软雅黑" w:eastAsia="微软雅黑" w:cs="Times New Roman" w:asciiTheme="minorHAnsi"/>
                                  <w:color w:val="FFFFFF"/>
                                  <w:kern w:val="2"/>
                                  <w:sz w:val="32"/>
                                  <w:szCs w:val="32"/>
                                </w:rPr>
                                <w:t>手机：</w:t>
                              </w:r>
                            </w:p>
                            <w:p>
                              <w:pPr>
                                <w:pStyle w:val="4"/>
                                <w:spacing w:before="0" w:beforeAutospacing="0" w:after="0" w:afterAutospacing="0" w:line="800" w:lineRule="exact"/>
                              </w:pPr>
                              <w:r>
                                <w:rPr>
                                  <w:rFonts w:hint="eastAsia" w:hAnsi="微软雅黑" w:eastAsia="微软雅黑" w:cs="Times New Roman" w:asciiTheme="minorHAnsi"/>
                                  <w:color w:val="FFFFFF"/>
                                  <w:kern w:val="2"/>
                                  <w:sz w:val="32"/>
                                  <w:szCs w:val="32"/>
                                </w:rPr>
                                <w:t>邮箱：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1" name="文本框 2"/>
                        <wps:cNvSpPr txBox="1"/>
                        <wps:spPr>
                          <a:xfrm>
                            <a:off x="2272827" y="0"/>
                            <a:ext cx="1734851" cy="11398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 w:line="800" w:lineRule="exact"/>
                                <w:jc w:val="both"/>
                                <w:rPr>
                                  <w:rFonts w:hint="eastAsia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Ansi="Calibri" w:eastAsia="微软雅黑" w:cs="Times New Roman" w:asciiTheme="minorHAnsi"/>
                                  <w:color w:val="FFFFFF"/>
                                  <w:kern w:val="2"/>
                                  <w:sz w:val="32"/>
                                  <w:szCs w:val="32"/>
                                </w:rPr>
                                <w:t>152 0032</w:t>
                              </w:r>
                              <w:r>
                                <w:rPr>
                                  <w:rFonts w:hint="eastAsia" w:hAnsi="Calibri" w:eastAsia="微软雅黑" w:cs="Times New Roman" w:asciiTheme="minorHAnsi"/>
                                  <w:color w:val="FFFFFF"/>
                                  <w:kern w:val="2"/>
                                  <w:sz w:val="32"/>
                                  <w:szCs w:val="32"/>
                                  <w:lang w:val="en-US" w:eastAsia="zh-CN"/>
                                </w:rPr>
                                <w:t xml:space="preserve"> 1234</w:t>
                              </w:r>
                            </w:p>
                            <w:p>
                              <w:pPr>
                                <w:pStyle w:val="4"/>
                                <w:spacing w:before="0" w:beforeAutospacing="0" w:after="0" w:afterAutospacing="0" w:line="800" w:lineRule="exact"/>
                                <w:jc w:val="both"/>
                                <w:rPr>
                                  <w:rFonts w:hint="eastAsia" w:hAnsi="Calibri" w:cs="Times New Roman" w:asciiTheme="minorHAnsi" w:eastAsiaTheme="minorEastAsia"/>
                                  <w:color w:val="FFFFFF"/>
                                  <w:kern w:val="2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hAnsi="Calibri" w:cs="Times New Roman" w:asciiTheme="minorHAnsi" w:eastAsiaTheme="minorEastAsia"/>
                                  <w:color w:val="FFFFFF"/>
                                  <w:kern w:val="2"/>
                                  <w:sz w:val="32"/>
                                  <w:szCs w:val="32"/>
                                  <w:lang w:val="en-US" w:eastAsia="zh-CN"/>
                                </w:rPr>
                                <w:t>5412541@qq.com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2" name="KSO_Shape"/>
                        <wps:cNvSpPr/>
                        <wps:spPr bwMode="auto">
                          <a:xfrm>
                            <a:off x="1135468" y="265822"/>
                            <a:ext cx="225336" cy="225336"/>
                          </a:xfrm>
                          <a:custGeom>
                            <a:avLst/>
                            <a:gdLst>
                              <a:gd name="T0" fmla="*/ 2147483646 w 5581"/>
                              <a:gd name="T1" fmla="*/ 2147483646 h 5581"/>
                              <a:gd name="T2" fmla="*/ 2147483646 w 5581"/>
                              <a:gd name="T3" fmla="*/ 2147483646 h 5581"/>
                              <a:gd name="T4" fmla="*/ 2147483646 w 5581"/>
                              <a:gd name="T5" fmla="*/ 2147483646 h 5581"/>
                              <a:gd name="T6" fmla="*/ 2147483646 w 5581"/>
                              <a:gd name="T7" fmla="*/ 2147483646 h 5581"/>
                              <a:gd name="T8" fmla="*/ 2147483646 w 5581"/>
                              <a:gd name="T9" fmla="*/ 2147483646 h 5581"/>
                              <a:gd name="T10" fmla="*/ 2147483646 w 5581"/>
                              <a:gd name="T11" fmla="*/ 2147483646 h 5581"/>
                              <a:gd name="T12" fmla="*/ 2147483646 w 5581"/>
                              <a:gd name="T13" fmla="*/ 2147483646 h 5581"/>
                              <a:gd name="T14" fmla="*/ 2147483646 w 5581"/>
                              <a:gd name="T15" fmla="*/ 2147483646 h 5581"/>
                              <a:gd name="T16" fmla="*/ 2147483646 w 5581"/>
                              <a:gd name="T17" fmla="*/ 2147483646 h 5581"/>
                              <a:gd name="T18" fmla="*/ 2147483646 w 5581"/>
                              <a:gd name="T19" fmla="*/ 2147483646 h 5581"/>
                              <a:gd name="T20" fmla="*/ 2147483646 w 5581"/>
                              <a:gd name="T21" fmla="*/ 2147483646 h 5581"/>
                              <a:gd name="T22" fmla="*/ 2147483646 w 5581"/>
                              <a:gd name="T23" fmla="*/ 2147483646 h 5581"/>
                              <a:gd name="T24" fmla="*/ 2147483646 w 5581"/>
                              <a:gd name="T25" fmla="*/ 2147483646 h 5581"/>
                              <a:gd name="T26" fmla="*/ 2147483646 w 5581"/>
                              <a:gd name="T27" fmla="*/ 2147483646 h 5581"/>
                              <a:gd name="T28" fmla="*/ 2147483646 w 5581"/>
                              <a:gd name="T29" fmla="*/ 2147483646 h 5581"/>
                              <a:gd name="T30" fmla="*/ 2147483646 w 5581"/>
                              <a:gd name="T31" fmla="*/ 2147483646 h 5581"/>
                              <a:gd name="T32" fmla="*/ 2147483646 w 5581"/>
                              <a:gd name="T33" fmla="*/ 2147483646 h 5581"/>
                              <a:gd name="T34" fmla="*/ 2147483646 w 5581"/>
                              <a:gd name="T35" fmla="*/ 2147483646 h 5581"/>
                              <a:gd name="T36" fmla="*/ 2147483646 w 5581"/>
                              <a:gd name="T37" fmla="*/ 2147483646 h 5581"/>
                              <a:gd name="T38" fmla="*/ 2147483646 w 5581"/>
                              <a:gd name="T39" fmla="*/ 1352106945 h 5581"/>
                              <a:gd name="T40" fmla="*/ 2147483646 w 5581"/>
                              <a:gd name="T41" fmla="*/ 39730224 h 5581"/>
                              <a:gd name="T42" fmla="*/ 2147483646 w 5581"/>
                              <a:gd name="T43" fmla="*/ 2147483646 h 5581"/>
                              <a:gd name="T44" fmla="*/ 2147483646 w 5581"/>
                              <a:gd name="T45" fmla="*/ 2147483646 h 5581"/>
                              <a:gd name="T46" fmla="*/ 2147483646 w 5581"/>
                              <a:gd name="T47" fmla="*/ 2147483646 h 5581"/>
                              <a:gd name="T48" fmla="*/ 596534997 w 5581"/>
                              <a:gd name="T49" fmla="*/ 2147483646 h 5581"/>
                              <a:gd name="T50" fmla="*/ 39730224 w 5581"/>
                              <a:gd name="T51" fmla="*/ 2147483646 h 5581"/>
                              <a:gd name="T52" fmla="*/ 2147483646 w 5581"/>
                              <a:gd name="T53" fmla="*/ 2147483646 h 5581"/>
                              <a:gd name="T54" fmla="*/ 2147483646 w 5581"/>
                              <a:gd name="T55" fmla="*/ 2147483646 h 5581"/>
                              <a:gd name="T56" fmla="*/ 2147483646 w 5581"/>
                              <a:gd name="T57" fmla="*/ 2147483646 h 5581"/>
                              <a:gd name="T58" fmla="*/ 2147483646 w 5581"/>
                              <a:gd name="T59" fmla="*/ 2147483646 h 5581"/>
                              <a:gd name="T60" fmla="*/ 2147483646 w 5581"/>
                              <a:gd name="T61" fmla="*/ 2147483646 h 5581"/>
                              <a:gd name="T62" fmla="*/ 2147483646 w 5581"/>
                              <a:gd name="T63" fmla="*/ 2147483646 h 5581"/>
                              <a:gd name="T64" fmla="*/ 2147483646 w 5581"/>
                              <a:gd name="T65" fmla="*/ 2147483646 h 5581"/>
                              <a:gd name="T66" fmla="*/ 2147483646 w 5581"/>
                              <a:gd name="T67" fmla="*/ 2147483646 h 5581"/>
                              <a:gd name="T68" fmla="*/ 2147483646 w 5581"/>
                              <a:gd name="T69" fmla="*/ 2147483646 h 5581"/>
                              <a:gd name="T70" fmla="*/ 2147483646 w 5581"/>
                              <a:gd name="T71" fmla="*/ 2147483646 h 5581"/>
                              <a:gd name="T72" fmla="*/ 2147483646 w 5581"/>
                              <a:gd name="T73" fmla="*/ 2147483646 h 5581"/>
                              <a:gd name="T74" fmla="*/ 2147483646 w 5581"/>
                              <a:gd name="T75" fmla="*/ 2147483646 h 5581"/>
                              <a:gd name="T76" fmla="*/ 2147483646 w 5581"/>
                              <a:gd name="T77" fmla="*/ 2147483646 h 5581"/>
                              <a:gd name="T78" fmla="*/ 2147483646 w 5581"/>
                              <a:gd name="T79" fmla="*/ 2147483646 h 5581"/>
                              <a:gd name="T80" fmla="*/ 2147483646 w 5581"/>
                              <a:gd name="T81" fmla="*/ 2147483646 h 5581"/>
                              <a:gd name="T82" fmla="*/ 2147483646 w 5581"/>
                              <a:gd name="T83" fmla="*/ 2147483646 h 5581"/>
                              <a:gd name="T84" fmla="*/ 2147483646 w 5581"/>
                              <a:gd name="T85" fmla="*/ 2147483646 h 5581"/>
                              <a:gd name="T86" fmla="*/ 2147483646 w 5581"/>
                              <a:gd name="T87" fmla="*/ 2147483646 h 5581"/>
                              <a:gd name="T88" fmla="*/ 2147483646 w 5581"/>
                              <a:gd name="T89" fmla="*/ 2147483646 h 5581"/>
                              <a:gd name="T90" fmla="*/ 2147483646 w 5581"/>
                              <a:gd name="T91" fmla="*/ 2147483646 h 5581"/>
                              <a:gd name="T92" fmla="*/ 2147483646 w 5581"/>
                              <a:gd name="T93" fmla="*/ 2147483646 h 5581"/>
                              <a:gd name="T94" fmla="*/ 2147483646 w 5581"/>
                              <a:gd name="T95" fmla="*/ 2147483646 h 5581"/>
                              <a:gd name="T96" fmla="*/ 2147483646 w 5581"/>
                              <a:gd name="T97" fmla="*/ 2147483646 h 5581"/>
                              <a:gd name="T98" fmla="*/ 2147483646 w 5581"/>
                              <a:gd name="T99" fmla="*/ 2147483646 h 5581"/>
                              <a:gd name="T100" fmla="*/ 2147483646 w 5581"/>
                              <a:gd name="T101" fmla="*/ 2147483646 h 5581"/>
                              <a:gd name="T102" fmla="*/ 2147483646 w 5581"/>
                              <a:gd name="T103" fmla="*/ 2147483646 h 5581"/>
                              <a:gd name="T104" fmla="*/ 2147483646 w 5581"/>
                              <a:gd name="T105" fmla="*/ 2147483646 h 5581"/>
                              <a:gd name="T106" fmla="*/ 2147483646 w 5581"/>
                              <a:gd name="T107" fmla="*/ 2147483646 h 5581"/>
                              <a:gd name="T108" fmla="*/ 2147483646 w 5581"/>
                              <a:gd name="T109" fmla="*/ 2147483646 h 5581"/>
                              <a:gd name="T110" fmla="*/ 2147483646 w 5581"/>
                              <a:gd name="T111" fmla="*/ 2147483646 h 5581"/>
                              <a:gd name="T112" fmla="*/ 2147483646 w 5581"/>
                              <a:gd name="T113" fmla="*/ 2147483646 h 5581"/>
                              <a:gd name="T114" fmla="*/ 2147483646 w 5581"/>
                              <a:gd name="T115" fmla="*/ 2147483646 h 5581"/>
                              <a:gd name="T116" fmla="*/ 2147483646 w 5581"/>
                              <a:gd name="T117" fmla="*/ 2147483646 h 5581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</a:gdLst>
                            <a:ahLst/>
                            <a:cxnLst>
                              <a:cxn ang="T118">
                                <a:pos x="T0" y="T1"/>
                              </a:cxn>
                              <a:cxn ang="T119">
                                <a:pos x="T2" y="T3"/>
                              </a:cxn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5581" h="5581">
                                <a:moveTo>
                                  <a:pt x="5522" y="4281"/>
                                </a:moveTo>
                                <a:lnTo>
                                  <a:pt x="5522" y="4281"/>
                                </a:lnTo>
                                <a:lnTo>
                                  <a:pt x="5508" y="4269"/>
                                </a:lnTo>
                                <a:lnTo>
                                  <a:pt x="5494" y="4258"/>
                                </a:lnTo>
                                <a:lnTo>
                                  <a:pt x="5494" y="4257"/>
                                </a:lnTo>
                                <a:lnTo>
                                  <a:pt x="4294" y="3400"/>
                                </a:lnTo>
                                <a:lnTo>
                                  <a:pt x="4293" y="3401"/>
                                </a:lnTo>
                                <a:lnTo>
                                  <a:pt x="4278" y="3390"/>
                                </a:lnTo>
                                <a:lnTo>
                                  <a:pt x="4262" y="3382"/>
                                </a:lnTo>
                                <a:lnTo>
                                  <a:pt x="4245" y="3375"/>
                                </a:lnTo>
                                <a:lnTo>
                                  <a:pt x="4229" y="3369"/>
                                </a:lnTo>
                                <a:lnTo>
                                  <a:pt x="4211" y="3364"/>
                                </a:lnTo>
                                <a:lnTo>
                                  <a:pt x="4194" y="3361"/>
                                </a:lnTo>
                                <a:lnTo>
                                  <a:pt x="4176" y="3360"/>
                                </a:lnTo>
                                <a:lnTo>
                                  <a:pt x="4158" y="3361"/>
                                </a:lnTo>
                                <a:lnTo>
                                  <a:pt x="4140" y="3363"/>
                                </a:lnTo>
                                <a:lnTo>
                                  <a:pt x="4123" y="3366"/>
                                </a:lnTo>
                                <a:lnTo>
                                  <a:pt x="4105" y="3371"/>
                                </a:lnTo>
                                <a:lnTo>
                                  <a:pt x="4089" y="3378"/>
                                </a:lnTo>
                                <a:lnTo>
                                  <a:pt x="4072" y="3387"/>
                                </a:lnTo>
                                <a:lnTo>
                                  <a:pt x="4056" y="3396"/>
                                </a:lnTo>
                                <a:lnTo>
                                  <a:pt x="4042" y="3407"/>
                                </a:lnTo>
                                <a:lnTo>
                                  <a:pt x="4027" y="3420"/>
                                </a:lnTo>
                                <a:lnTo>
                                  <a:pt x="4018" y="3432"/>
                                </a:lnTo>
                                <a:lnTo>
                                  <a:pt x="4008" y="3444"/>
                                </a:lnTo>
                                <a:lnTo>
                                  <a:pt x="4004" y="3451"/>
                                </a:lnTo>
                                <a:lnTo>
                                  <a:pt x="3999" y="3458"/>
                                </a:lnTo>
                                <a:lnTo>
                                  <a:pt x="3971" y="3498"/>
                                </a:lnTo>
                                <a:lnTo>
                                  <a:pt x="3951" y="3529"/>
                                </a:lnTo>
                                <a:lnTo>
                                  <a:pt x="3920" y="3579"/>
                                </a:lnTo>
                                <a:lnTo>
                                  <a:pt x="3892" y="3627"/>
                                </a:lnTo>
                                <a:lnTo>
                                  <a:pt x="3875" y="3655"/>
                                </a:lnTo>
                                <a:lnTo>
                                  <a:pt x="3854" y="3688"/>
                                </a:lnTo>
                                <a:lnTo>
                                  <a:pt x="3818" y="3747"/>
                                </a:lnTo>
                                <a:lnTo>
                                  <a:pt x="3782" y="3812"/>
                                </a:lnTo>
                                <a:lnTo>
                                  <a:pt x="3745" y="3882"/>
                                </a:lnTo>
                                <a:lnTo>
                                  <a:pt x="3707" y="3959"/>
                                </a:lnTo>
                                <a:lnTo>
                                  <a:pt x="3667" y="4040"/>
                                </a:lnTo>
                                <a:lnTo>
                                  <a:pt x="3629" y="4127"/>
                                </a:lnTo>
                                <a:lnTo>
                                  <a:pt x="3589" y="4218"/>
                                </a:lnTo>
                                <a:lnTo>
                                  <a:pt x="3550" y="4311"/>
                                </a:lnTo>
                                <a:lnTo>
                                  <a:pt x="3517" y="4305"/>
                                </a:lnTo>
                                <a:lnTo>
                                  <a:pt x="3484" y="4298"/>
                                </a:lnTo>
                                <a:lnTo>
                                  <a:pt x="3450" y="4289"/>
                                </a:lnTo>
                                <a:lnTo>
                                  <a:pt x="3416" y="4280"/>
                                </a:lnTo>
                                <a:lnTo>
                                  <a:pt x="3380" y="4269"/>
                                </a:lnTo>
                                <a:lnTo>
                                  <a:pt x="3343" y="4256"/>
                                </a:lnTo>
                                <a:lnTo>
                                  <a:pt x="3306" y="4241"/>
                                </a:lnTo>
                                <a:lnTo>
                                  <a:pt x="3267" y="4227"/>
                                </a:lnTo>
                                <a:lnTo>
                                  <a:pt x="3229" y="4209"/>
                                </a:lnTo>
                                <a:lnTo>
                                  <a:pt x="3189" y="4191"/>
                                </a:lnTo>
                                <a:lnTo>
                                  <a:pt x="3149" y="4171"/>
                                </a:lnTo>
                                <a:lnTo>
                                  <a:pt x="3107" y="4150"/>
                                </a:lnTo>
                                <a:lnTo>
                                  <a:pt x="3065" y="4128"/>
                                </a:lnTo>
                                <a:lnTo>
                                  <a:pt x="3023" y="4104"/>
                                </a:lnTo>
                                <a:lnTo>
                                  <a:pt x="2980" y="4077"/>
                                </a:lnTo>
                                <a:lnTo>
                                  <a:pt x="2936" y="4051"/>
                                </a:lnTo>
                                <a:lnTo>
                                  <a:pt x="2891" y="4022"/>
                                </a:lnTo>
                                <a:lnTo>
                                  <a:pt x="2846" y="3992"/>
                                </a:lnTo>
                                <a:lnTo>
                                  <a:pt x="2800" y="3960"/>
                                </a:lnTo>
                                <a:lnTo>
                                  <a:pt x="2754" y="3928"/>
                                </a:lnTo>
                                <a:lnTo>
                                  <a:pt x="2707" y="3893"/>
                                </a:lnTo>
                                <a:lnTo>
                                  <a:pt x="2659" y="3857"/>
                                </a:lnTo>
                                <a:lnTo>
                                  <a:pt x="2612" y="3820"/>
                                </a:lnTo>
                                <a:lnTo>
                                  <a:pt x="2563" y="3782"/>
                                </a:lnTo>
                                <a:lnTo>
                                  <a:pt x="2515" y="3741"/>
                                </a:lnTo>
                                <a:lnTo>
                                  <a:pt x="2465" y="3699"/>
                                </a:lnTo>
                                <a:lnTo>
                                  <a:pt x="2416" y="3656"/>
                                </a:lnTo>
                                <a:lnTo>
                                  <a:pt x="2366" y="3612"/>
                                </a:lnTo>
                                <a:lnTo>
                                  <a:pt x="2315" y="3565"/>
                                </a:lnTo>
                                <a:lnTo>
                                  <a:pt x="2265" y="3517"/>
                                </a:lnTo>
                                <a:lnTo>
                                  <a:pt x="2214" y="3468"/>
                                </a:lnTo>
                                <a:lnTo>
                                  <a:pt x="2163" y="3418"/>
                                </a:lnTo>
                                <a:lnTo>
                                  <a:pt x="2112" y="3366"/>
                                </a:lnTo>
                                <a:lnTo>
                                  <a:pt x="2063" y="3316"/>
                                </a:lnTo>
                                <a:lnTo>
                                  <a:pt x="2015" y="3265"/>
                                </a:lnTo>
                                <a:lnTo>
                                  <a:pt x="1970" y="3214"/>
                                </a:lnTo>
                                <a:lnTo>
                                  <a:pt x="1925" y="3165"/>
                                </a:lnTo>
                                <a:lnTo>
                                  <a:pt x="1881" y="3115"/>
                                </a:lnTo>
                                <a:lnTo>
                                  <a:pt x="1840" y="3066"/>
                                </a:lnTo>
                                <a:lnTo>
                                  <a:pt x="1800" y="3018"/>
                                </a:lnTo>
                                <a:lnTo>
                                  <a:pt x="1761" y="2969"/>
                                </a:lnTo>
                                <a:lnTo>
                                  <a:pt x="1723" y="2921"/>
                                </a:lnTo>
                                <a:lnTo>
                                  <a:pt x="1688" y="2874"/>
                                </a:lnTo>
                                <a:lnTo>
                                  <a:pt x="1653" y="2828"/>
                                </a:lnTo>
                                <a:lnTo>
                                  <a:pt x="1620" y="2781"/>
                                </a:lnTo>
                                <a:lnTo>
                                  <a:pt x="1589" y="2735"/>
                                </a:lnTo>
                                <a:lnTo>
                                  <a:pt x="1559" y="2690"/>
                                </a:lnTo>
                                <a:lnTo>
                                  <a:pt x="1530" y="2646"/>
                                </a:lnTo>
                                <a:lnTo>
                                  <a:pt x="1504" y="2601"/>
                                </a:lnTo>
                                <a:lnTo>
                                  <a:pt x="1477" y="2558"/>
                                </a:lnTo>
                                <a:lnTo>
                                  <a:pt x="1454" y="2515"/>
                                </a:lnTo>
                                <a:lnTo>
                                  <a:pt x="1431" y="2473"/>
                                </a:lnTo>
                                <a:lnTo>
                                  <a:pt x="1410" y="2432"/>
                                </a:lnTo>
                                <a:lnTo>
                                  <a:pt x="1390" y="2392"/>
                                </a:lnTo>
                                <a:lnTo>
                                  <a:pt x="1372" y="2352"/>
                                </a:lnTo>
                                <a:lnTo>
                                  <a:pt x="1355" y="2313"/>
                                </a:lnTo>
                                <a:lnTo>
                                  <a:pt x="1340" y="2276"/>
                                </a:lnTo>
                                <a:lnTo>
                                  <a:pt x="1325" y="2237"/>
                                </a:lnTo>
                                <a:lnTo>
                                  <a:pt x="1312" y="2201"/>
                                </a:lnTo>
                                <a:lnTo>
                                  <a:pt x="1301" y="2165"/>
                                </a:lnTo>
                                <a:lnTo>
                                  <a:pt x="1292" y="2131"/>
                                </a:lnTo>
                                <a:lnTo>
                                  <a:pt x="1284" y="2097"/>
                                </a:lnTo>
                                <a:lnTo>
                                  <a:pt x="1276" y="2064"/>
                                </a:lnTo>
                                <a:lnTo>
                                  <a:pt x="1272" y="2031"/>
                                </a:lnTo>
                                <a:lnTo>
                                  <a:pt x="1365" y="1992"/>
                                </a:lnTo>
                                <a:lnTo>
                                  <a:pt x="1455" y="1952"/>
                                </a:lnTo>
                                <a:lnTo>
                                  <a:pt x="1541" y="1913"/>
                                </a:lnTo>
                                <a:lnTo>
                                  <a:pt x="1622" y="1875"/>
                                </a:lnTo>
                                <a:lnTo>
                                  <a:pt x="1699" y="1836"/>
                                </a:lnTo>
                                <a:lnTo>
                                  <a:pt x="1770" y="1799"/>
                                </a:lnTo>
                                <a:lnTo>
                                  <a:pt x="1835" y="1763"/>
                                </a:lnTo>
                                <a:lnTo>
                                  <a:pt x="1893" y="1727"/>
                                </a:lnTo>
                                <a:lnTo>
                                  <a:pt x="1926" y="1706"/>
                                </a:lnTo>
                                <a:lnTo>
                                  <a:pt x="1954" y="1689"/>
                                </a:lnTo>
                                <a:lnTo>
                                  <a:pt x="2002" y="1661"/>
                                </a:lnTo>
                                <a:lnTo>
                                  <a:pt x="2052" y="1630"/>
                                </a:lnTo>
                                <a:lnTo>
                                  <a:pt x="2083" y="1610"/>
                                </a:lnTo>
                                <a:lnTo>
                                  <a:pt x="2123" y="1584"/>
                                </a:lnTo>
                                <a:lnTo>
                                  <a:pt x="2137" y="1573"/>
                                </a:lnTo>
                                <a:lnTo>
                                  <a:pt x="2138" y="1572"/>
                                </a:lnTo>
                                <a:lnTo>
                                  <a:pt x="2149" y="1563"/>
                                </a:lnTo>
                                <a:lnTo>
                                  <a:pt x="2161" y="1554"/>
                                </a:lnTo>
                                <a:lnTo>
                                  <a:pt x="2174" y="1539"/>
                                </a:lnTo>
                                <a:lnTo>
                                  <a:pt x="2185" y="1524"/>
                                </a:lnTo>
                                <a:lnTo>
                                  <a:pt x="2195" y="1508"/>
                                </a:lnTo>
                                <a:lnTo>
                                  <a:pt x="2203" y="1493"/>
                                </a:lnTo>
                                <a:lnTo>
                                  <a:pt x="2210" y="1476"/>
                                </a:lnTo>
                                <a:lnTo>
                                  <a:pt x="2215" y="1458"/>
                                </a:lnTo>
                                <a:lnTo>
                                  <a:pt x="2219" y="1441"/>
                                </a:lnTo>
                                <a:lnTo>
                                  <a:pt x="2220" y="1423"/>
                                </a:lnTo>
                                <a:lnTo>
                                  <a:pt x="2221" y="1405"/>
                                </a:lnTo>
                                <a:lnTo>
                                  <a:pt x="2220" y="1387"/>
                                </a:lnTo>
                                <a:lnTo>
                                  <a:pt x="2217" y="1370"/>
                                </a:lnTo>
                                <a:lnTo>
                                  <a:pt x="2213" y="1353"/>
                                </a:lnTo>
                                <a:lnTo>
                                  <a:pt x="2208" y="1336"/>
                                </a:lnTo>
                                <a:lnTo>
                                  <a:pt x="2201" y="1319"/>
                                </a:lnTo>
                                <a:lnTo>
                                  <a:pt x="2191" y="1302"/>
                                </a:lnTo>
                                <a:lnTo>
                                  <a:pt x="2181" y="1287"/>
                                </a:lnTo>
                                <a:lnTo>
                                  <a:pt x="2181" y="1285"/>
                                </a:lnTo>
                                <a:lnTo>
                                  <a:pt x="1325" y="87"/>
                                </a:lnTo>
                                <a:lnTo>
                                  <a:pt x="1323" y="87"/>
                                </a:lnTo>
                                <a:lnTo>
                                  <a:pt x="1312" y="73"/>
                                </a:lnTo>
                                <a:lnTo>
                                  <a:pt x="1300" y="58"/>
                                </a:lnTo>
                                <a:lnTo>
                                  <a:pt x="1286" y="46"/>
                                </a:lnTo>
                                <a:lnTo>
                                  <a:pt x="1270" y="34"/>
                                </a:lnTo>
                                <a:lnTo>
                                  <a:pt x="1255" y="25"/>
                                </a:lnTo>
                                <a:lnTo>
                                  <a:pt x="1238" y="16"/>
                                </a:lnTo>
                                <a:lnTo>
                                  <a:pt x="1221" y="10"/>
                                </a:lnTo>
                                <a:lnTo>
                                  <a:pt x="1203" y="6"/>
                                </a:lnTo>
                                <a:lnTo>
                                  <a:pt x="1187" y="2"/>
                                </a:lnTo>
                                <a:lnTo>
                                  <a:pt x="1169" y="0"/>
                                </a:lnTo>
                                <a:lnTo>
                                  <a:pt x="1149" y="0"/>
                                </a:lnTo>
                                <a:lnTo>
                                  <a:pt x="1131" y="1"/>
                                </a:lnTo>
                                <a:lnTo>
                                  <a:pt x="1114" y="3"/>
                                </a:lnTo>
                                <a:lnTo>
                                  <a:pt x="1097" y="8"/>
                                </a:lnTo>
                                <a:lnTo>
                                  <a:pt x="1079" y="14"/>
                                </a:lnTo>
                                <a:lnTo>
                                  <a:pt x="1062" y="22"/>
                                </a:lnTo>
                                <a:lnTo>
                                  <a:pt x="1046" y="31"/>
                                </a:lnTo>
                                <a:lnTo>
                                  <a:pt x="1031" y="42"/>
                                </a:lnTo>
                                <a:lnTo>
                                  <a:pt x="924" y="116"/>
                                </a:lnTo>
                                <a:lnTo>
                                  <a:pt x="819" y="191"/>
                                </a:lnTo>
                                <a:lnTo>
                                  <a:pt x="717" y="268"/>
                                </a:lnTo>
                                <a:lnTo>
                                  <a:pt x="668" y="306"/>
                                </a:lnTo>
                                <a:lnTo>
                                  <a:pt x="619" y="344"/>
                                </a:lnTo>
                                <a:lnTo>
                                  <a:pt x="571" y="384"/>
                                </a:lnTo>
                                <a:lnTo>
                                  <a:pt x="525" y="423"/>
                                </a:lnTo>
                                <a:lnTo>
                                  <a:pt x="480" y="463"/>
                                </a:lnTo>
                                <a:lnTo>
                                  <a:pt x="436" y="504"/>
                                </a:lnTo>
                                <a:lnTo>
                                  <a:pt x="394" y="543"/>
                                </a:lnTo>
                                <a:lnTo>
                                  <a:pt x="353" y="584"/>
                                </a:lnTo>
                                <a:lnTo>
                                  <a:pt x="315" y="625"/>
                                </a:lnTo>
                                <a:lnTo>
                                  <a:pt x="278" y="667"/>
                                </a:lnTo>
                                <a:lnTo>
                                  <a:pt x="242" y="708"/>
                                </a:lnTo>
                                <a:lnTo>
                                  <a:pt x="208" y="750"/>
                                </a:lnTo>
                                <a:lnTo>
                                  <a:pt x="177" y="792"/>
                                </a:lnTo>
                                <a:lnTo>
                                  <a:pt x="149" y="835"/>
                                </a:lnTo>
                                <a:lnTo>
                                  <a:pt x="122" y="878"/>
                                </a:lnTo>
                                <a:lnTo>
                                  <a:pt x="97" y="922"/>
                                </a:lnTo>
                                <a:lnTo>
                                  <a:pt x="76" y="966"/>
                                </a:lnTo>
                                <a:lnTo>
                                  <a:pt x="56" y="1010"/>
                                </a:lnTo>
                                <a:lnTo>
                                  <a:pt x="40" y="1054"/>
                                </a:lnTo>
                                <a:lnTo>
                                  <a:pt x="25" y="1100"/>
                                </a:lnTo>
                                <a:lnTo>
                                  <a:pt x="20" y="1123"/>
                                </a:lnTo>
                                <a:lnTo>
                                  <a:pt x="15" y="1145"/>
                                </a:lnTo>
                                <a:lnTo>
                                  <a:pt x="11" y="1168"/>
                                </a:lnTo>
                                <a:lnTo>
                                  <a:pt x="6" y="1191"/>
                                </a:lnTo>
                                <a:lnTo>
                                  <a:pt x="4" y="1215"/>
                                </a:lnTo>
                                <a:lnTo>
                                  <a:pt x="1" y="1238"/>
                                </a:lnTo>
                                <a:lnTo>
                                  <a:pt x="0" y="1262"/>
                                </a:lnTo>
                                <a:lnTo>
                                  <a:pt x="0" y="1284"/>
                                </a:lnTo>
                                <a:lnTo>
                                  <a:pt x="0" y="1308"/>
                                </a:lnTo>
                                <a:lnTo>
                                  <a:pt x="1" y="1332"/>
                                </a:lnTo>
                                <a:lnTo>
                                  <a:pt x="3" y="1356"/>
                                </a:lnTo>
                                <a:lnTo>
                                  <a:pt x="6" y="1380"/>
                                </a:lnTo>
                                <a:lnTo>
                                  <a:pt x="15" y="1433"/>
                                </a:lnTo>
                                <a:lnTo>
                                  <a:pt x="26" y="1490"/>
                                </a:lnTo>
                                <a:lnTo>
                                  <a:pt x="41" y="1550"/>
                                </a:lnTo>
                                <a:lnTo>
                                  <a:pt x="60" y="1615"/>
                                </a:lnTo>
                                <a:lnTo>
                                  <a:pt x="82" y="1682"/>
                                </a:lnTo>
                                <a:lnTo>
                                  <a:pt x="105" y="1751"/>
                                </a:lnTo>
                                <a:lnTo>
                                  <a:pt x="133" y="1824"/>
                                </a:lnTo>
                                <a:lnTo>
                                  <a:pt x="163" y="1900"/>
                                </a:lnTo>
                                <a:lnTo>
                                  <a:pt x="196" y="1976"/>
                                </a:lnTo>
                                <a:lnTo>
                                  <a:pt x="232" y="2057"/>
                                </a:lnTo>
                                <a:lnTo>
                                  <a:pt x="272" y="2138"/>
                                </a:lnTo>
                                <a:lnTo>
                                  <a:pt x="313" y="2222"/>
                                </a:lnTo>
                                <a:lnTo>
                                  <a:pt x="357" y="2308"/>
                                </a:lnTo>
                                <a:lnTo>
                                  <a:pt x="404" y="2394"/>
                                </a:lnTo>
                                <a:lnTo>
                                  <a:pt x="453" y="2483"/>
                                </a:lnTo>
                                <a:lnTo>
                                  <a:pt x="503" y="2571"/>
                                </a:lnTo>
                                <a:lnTo>
                                  <a:pt x="557" y="2661"/>
                                </a:lnTo>
                                <a:lnTo>
                                  <a:pt x="613" y="2752"/>
                                </a:lnTo>
                                <a:lnTo>
                                  <a:pt x="671" y="2843"/>
                                </a:lnTo>
                                <a:lnTo>
                                  <a:pt x="730" y="2935"/>
                                </a:lnTo>
                                <a:lnTo>
                                  <a:pt x="793" y="3026"/>
                                </a:lnTo>
                                <a:lnTo>
                                  <a:pt x="856" y="3118"/>
                                </a:lnTo>
                                <a:lnTo>
                                  <a:pt x="922" y="3209"/>
                                </a:lnTo>
                                <a:lnTo>
                                  <a:pt x="990" y="3300"/>
                                </a:lnTo>
                                <a:lnTo>
                                  <a:pt x="1060" y="3391"/>
                                </a:lnTo>
                                <a:lnTo>
                                  <a:pt x="1130" y="3481"/>
                                </a:lnTo>
                                <a:lnTo>
                                  <a:pt x="1203" y="3570"/>
                                </a:lnTo>
                                <a:lnTo>
                                  <a:pt x="1278" y="3657"/>
                                </a:lnTo>
                                <a:lnTo>
                                  <a:pt x="1353" y="3743"/>
                                </a:lnTo>
                                <a:lnTo>
                                  <a:pt x="1430" y="3828"/>
                                </a:lnTo>
                                <a:lnTo>
                                  <a:pt x="1509" y="3912"/>
                                </a:lnTo>
                                <a:lnTo>
                                  <a:pt x="1588" y="3994"/>
                                </a:lnTo>
                                <a:lnTo>
                                  <a:pt x="1669" y="4073"/>
                                </a:lnTo>
                                <a:lnTo>
                                  <a:pt x="1753" y="4150"/>
                                </a:lnTo>
                                <a:lnTo>
                                  <a:pt x="1837" y="4228"/>
                                </a:lnTo>
                                <a:lnTo>
                                  <a:pt x="1924" y="4304"/>
                                </a:lnTo>
                                <a:lnTo>
                                  <a:pt x="2011" y="4378"/>
                                </a:lnTo>
                                <a:lnTo>
                                  <a:pt x="2100" y="4451"/>
                                </a:lnTo>
                                <a:lnTo>
                                  <a:pt x="2190" y="4522"/>
                                </a:lnTo>
                                <a:lnTo>
                                  <a:pt x="2281" y="4591"/>
                                </a:lnTo>
                                <a:lnTo>
                                  <a:pt x="2372" y="4658"/>
                                </a:lnTo>
                                <a:lnTo>
                                  <a:pt x="2463" y="4724"/>
                                </a:lnTo>
                                <a:lnTo>
                                  <a:pt x="2555" y="4789"/>
                                </a:lnTo>
                                <a:lnTo>
                                  <a:pt x="2646" y="4851"/>
                                </a:lnTo>
                                <a:lnTo>
                                  <a:pt x="2738" y="4911"/>
                                </a:lnTo>
                                <a:lnTo>
                                  <a:pt x="2829" y="4968"/>
                                </a:lnTo>
                                <a:lnTo>
                                  <a:pt x="2920" y="5024"/>
                                </a:lnTo>
                                <a:lnTo>
                                  <a:pt x="3010" y="5078"/>
                                </a:lnTo>
                                <a:lnTo>
                                  <a:pt x="3100" y="5129"/>
                                </a:lnTo>
                                <a:lnTo>
                                  <a:pt x="3187" y="5178"/>
                                </a:lnTo>
                                <a:lnTo>
                                  <a:pt x="3274" y="5224"/>
                                </a:lnTo>
                                <a:lnTo>
                                  <a:pt x="3359" y="5269"/>
                                </a:lnTo>
                                <a:lnTo>
                                  <a:pt x="3443" y="5309"/>
                                </a:lnTo>
                                <a:lnTo>
                                  <a:pt x="3525" y="5349"/>
                                </a:lnTo>
                                <a:lnTo>
                                  <a:pt x="3605" y="5385"/>
                                </a:lnTo>
                                <a:lnTo>
                                  <a:pt x="3683" y="5417"/>
                                </a:lnTo>
                                <a:lnTo>
                                  <a:pt x="3757" y="5448"/>
                                </a:lnTo>
                                <a:lnTo>
                                  <a:pt x="3830" y="5476"/>
                                </a:lnTo>
                                <a:lnTo>
                                  <a:pt x="3901" y="5500"/>
                                </a:lnTo>
                                <a:lnTo>
                                  <a:pt x="3966" y="5521"/>
                                </a:lnTo>
                                <a:lnTo>
                                  <a:pt x="4031" y="5539"/>
                                </a:lnTo>
                                <a:lnTo>
                                  <a:pt x="4091" y="5555"/>
                                </a:lnTo>
                                <a:lnTo>
                                  <a:pt x="4148" y="5567"/>
                                </a:lnTo>
                                <a:lnTo>
                                  <a:pt x="4201" y="5575"/>
                                </a:lnTo>
                                <a:lnTo>
                                  <a:pt x="4225" y="5578"/>
                                </a:lnTo>
                                <a:lnTo>
                                  <a:pt x="4249" y="5580"/>
                                </a:lnTo>
                                <a:lnTo>
                                  <a:pt x="4273" y="5581"/>
                                </a:lnTo>
                                <a:lnTo>
                                  <a:pt x="4297" y="5581"/>
                                </a:lnTo>
                                <a:lnTo>
                                  <a:pt x="4320" y="5581"/>
                                </a:lnTo>
                                <a:lnTo>
                                  <a:pt x="4344" y="5579"/>
                                </a:lnTo>
                                <a:lnTo>
                                  <a:pt x="4366" y="5578"/>
                                </a:lnTo>
                                <a:lnTo>
                                  <a:pt x="4390" y="5574"/>
                                </a:lnTo>
                                <a:lnTo>
                                  <a:pt x="4413" y="5570"/>
                                </a:lnTo>
                                <a:lnTo>
                                  <a:pt x="4436" y="5567"/>
                                </a:lnTo>
                                <a:lnTo>
                                  <a:pt x="4458" y="5561"/>
                                </a:lnTo>
                                <a:lnTo>
                                  <a:pt x="4481" y="5555"/>
                                </a:lnTo>
                                <a:lnTo>
                                  <a:pt x="4527" y="5542"/>
                                </a:lnTo>
                                <a:lnTo>
                                  <a:pt x="4571" y="5525"/>
                                </a:lnTo>
                                <a:lnTo>
                                  <a:pt x="4615" y="5506"/>
                                </a:lnTo>
                                <a:lnTo>
                                  <a:pt x="4660" y="5483"/>
                                </a:lnTo>
                                <a:lnTo>
                                  <a:pt x="4703" y="5459"/>
                                </a:lnTo>
                                <a:lnTo>
                                  <a:pt x="4746" y="5433"/>
                                </a:lnTo>
                                <a:lnTo>
                                  <a:pt x="4789" y="5404"/>
                                </a:lnTo>
                                <a:lnTo>
                                  <a:pt x="4831" y="5373"/>
                                </a:lnTo>
                                <a:lnTo>
                                  <a:pt x="4873" y="5339"/>
                                </a:lnTo>
                                <a:lnTo>
                                  <a:pt x="4915" y="5303"/>
                                </a:lnTo>
                                <a:lnTo>
                                  <a:pt x="4956" y="5266"/>
                                </a:lnTo>
                                <a:lnTo>
                                  <a:pt x="4997" y="5228"/>
                                </a:lnTo>
                                <a:lnTo>
                                  <a:pt x="5038" y="5187"/>
                                </a:lnTo>
                                <a:lnTo>
                                  <a:pt x="5077" y="5145"/>
                                </a:lnTo>
                                <a:lnTo>
                                  <a:pt x="5118" y="5101"/>
                                </a:lnTo>
                                <a:lnTo>
                                  <a:pt x="5158" y="5057"/>
                                </a:lnTo>
                                <a:lnTo>
                                  <a:pt x="5197" y="5010"/>
                                </a:lnTo>
                                <a:lnTo>
                                  <a:pt x="5237" y="4962"/>
                                </a:lnTo>
                                <a:lnTo>
                                  <a:pt x="5275" y="4914"/>
                                </a:lnTo>
                                <a:lnTo>
                                  <a:pt x="5313" y="4864"/>
                                </a:lnTo>
                                <a:lnTo>
                                  <a:pt x="5352" y="4814"/>
                                </a:lnTo>
                                <a:lnTo>
                                  <a:pt x="5390" y="4762"/>
                                </a:lnTo>
                                <a:lnTo>
                                  <a:pt x="5465" y="4657"/>
                                </a:lnTo>
                                <a:lnTo>
                                  <a:pt x="5540" y="4550"/>
                                </a:lnTo>
                                <a:lnTo>
                                  <a:pt x="5550" y="4535"/>
                                </a:lnTo>
                                <a:lnTo>
                                  <a:pt x="5559" y="4518"/>
                                </a:lnTo>
                                <a:lnTo>
                                  <a:pt x="5567" y="4501"/>
                                </a:lnTo>
                                <a:lnTo>
                                  <a:pt x="5573" y="4484"/>
                                </a:lnTo>
                                <a:lnTo>
                                  <a:pt x="5578" y="4467"/>
                                </a:lnTo>
                                <a:lnTo>
                                  <a:pt x="5580" y="4449"/>
                                </a:lnTo>
                                <a:lnTo>
                                  <a:pt x="5581" y="4431"/>
                                </a:lnTo>
                                <a:lnTo>
                                  <a:pt x="5581" y="4413"/>
                                </a:lnTo>
                                <a:lnTo>
                                  <a:pt x="5579" y="4395"/>
                                </a:lnTo>
                                <a:lnTo>
                                  <a:pt x="5575" y="4377"/>
                                </a:lnTo>
                                <a:lnTo>
                                  <a:pt x="5571" y="4360"/>
                                </a:lnTo>
                                <a:lnTo>
                                  <a:pt x="5565" y="4343"/>
                                </a:lnTo>
                                <a:lnTo>
                                  <a:pt x="5556" y="4326"/>
                                </a:lnTo>
                                <a:lnTo>
                                  <a:pt x="5547" y="4310"/>
                                </a:lnTo>
                                <a:lnTo>
                                  <a:pt x="5535" y="4295"/>
                                </a:lnTo>
                                <a:lnTo>
                                  <a:pt x="5522" y="4281"/>
                                </a:lnTo>
                                <a:close/>
                                <a:moveTo>
                                  <a:pt x="5006" y="2620"/>
                                </a:moveTo>
                                <a:lnTo>
                                  <a:pt x="5286" y="2547"/>
                                </a:lnTo>
                                <a:lnTo>
                                  <a:pt x="5247" y="2453"/>
                                </a:lnTo>
                                <a:lnTo>
                                  <a:pt x="5206" y="2361"/>
                                </a:lnTo>
                                <a:lnTo>
                                  <a:pt x="5161" y="2268"/>
                                </a:lnTo>
                                <a:lnTo>
                                  <a:pt x="5115" y="2177"/>
                                </a:lnTo>
                                <a:lnTo>
                                  <a:pt x="5067" y="2088"/>
                                </a:lnTo>
                                <a:lnTo>
                                  <a:pt x="5015" y="1999"/>
                                </a:lnTo>
                                <a:lnTo>
                                  <a:pt x="4962" y="1912"/>
                                </a:lnTo>
                                <a:lnTo>
                                  <a:pt x="4906" y="1825"/>
                                </a:lnTo>
                                <a:lnTo>
                                  <a:pt x="4849" y="1740"/>
                                </a:lnTo>
                                <a:lnTo>
                                  <a:pt x="4789" y="1658"/>
                                </a:lnTo>
                                <a:lnTo>
                                  <a:pt x="4728" y="1575"/>
                                </a:lnTo>
                                <a:lnTo>
                                  <a:pt x="4663" y="1495"/>
                                </a:lnTo>
                                <a:lnTo>
                                  <a:pt x="4597" y="1417"/>
                                </a:lnTo>
                                <a:lnTo>
                                  <a:pt x="4530" y="1341"/>
                                </a:lnTo>
                                <a:lnTo>
                                  <a:pt x="4461" y="1265"/>
                                </a:lnTo>
                                <a:lnTo>
                                  <a:pt x="4389" y="1192"/>
                                </a:lnTo>
                                <a:lnTo>
                                  <a:pt x="4316" y="1120"/>
                                </a:lnTo>
                                <a:lnTo>
                                  <a:pt x="4241" y="1051"/>
                                </a:lnTo>
                                <a:lnTo>
                                  <a:pt x="4164" y="983"/>
                                </a:lnTo>
                                <a:lnTo>
                                  <a:pt x="4085" y="917"/>
                                </a:lnTo>
                                <a:lnTo>
                                  <a:pt x="4005" y="853"/>
                                </a:lnTo>
                                <a:lnTo>
                                  <a:pt x="3923" y="791"/>
                                </a:lnTo>
                                <a:lnTo>
                                  <a:pt x="3840" y="732"/>
                                </a:lnTo>
                                <a:lnTo>
                                  <a:pt x="3756" y="674"/>
                                </a:lnTo>
                                <a:lnTo>
                                  <a:pt x="3670" y="619"/>
                                </a:lnTo>
                                <a:lnTo>
                                  <a:pt x="3582" y="566"/>
                                </a:lnTo>
                                <a:lnTo>
                                  <a:pt x="3494" y="514"/>
                                </a:lnTo>
                                <a:lnTo>
                                  <a:pt x="3404" y="465"/>
                                </a:lnTo>
                                <a:lnTo>
                                  <a:pt x="3313" y="420"/>
                                </a:lnTo>
                                <a:lnTo>
                                  <a:pt x="3221" y="376"/>
                                </a:lnTo>
                                <a:lnTo>
                                  <a:pt x="3128" y="334"/>
                                </a:lnTo>
                                <a:lnTo>
                                  <a:pt x="3034" y="295"/>
                                </a:lnTo>
                                <a:lnTo>
                                  <a:pt x="2961" y="576"/>
                                </a:lnTo>
                                <a:lnTo>
                                  <a:pt x="3047" y="610"/>
                                </a:lnTo>
                                <a:lnTo>
                                  <a:pt x="3131" y="647"/>
                                </a:lnTo>
                                <a:lnTo>
                                  <a:pt x="3215" y="687"/>
                                </a:lnTo>
                                <a:lnTo>
                                  <a:pt x="3297" y="729"/>
                                </a:lnTo>
                                <a:lnTo>
                                  <a:pt x="3380" y="772"/>
                                </a:lnTo>
                                <a:lnTo>
                                  <a:pt x="3460" y="819"/>
                                </a:lnTo>
                                <a:lnTo>
                                  <a:pt x="3540" y="866"/>
                                </a:lnTo>
                                <a:lnTo>
                                  <a:pt x="3618" y="917"/>
                                </a:lnTo>
                                <a:lnTo>
                                  <a:pt x="3696" y="968"/>
                                </a:lnTo>
                                <a:lnTo>
                                  <a:pt x="3771" y="1022"/>
                                </a:lnTo>
                                <a:lnTo>
                                  <a:pt x="3846" y="1078"/>
                                </a:lnTo>
                                <a:lnTo>
                                  <a:pt x="3919" y="1136"/>
                                </a:lnTo>
                                <a:lnTo>
                                  <a:pt x="3990" y="1196"/>
                                </a:lnTo>
                                <a:lnTo>
                                  <a:pt x="4061" y="1257"/>
                                </a:lnTo>
                                <a:lnTo>
                                  <a:pt x="4129" y="1320"/>
                                </a:lnTo>
                                <a:lnTo>
                                  <a:pt x="4195" y="1386"/>
                                </a:lnTo>
                                <a:lnTo>
                                  <a:pt x="4261" y="1452"/>
                                </a:lnTo>
                                <a:lnTo>
                                  <a:pt x="4324" y="1520"/>
                                </a:lnTo>
                                <a:lnTo>
                                  <a:pt x="4385" y="1591"/>
                                </a:lnTo>
                                <a:lnTo>
                                  <a:pt x="4445" y="1663"/>
                                </a:lnTo>
                                <a:lnTo>
                                  <a:pt x="4503" y="1736"/>
                                </a:lnTo>
                                <a:lnTo>
                                  <a:pt x="4559" y="1810"/>
                                </a:lnTo>
                                <a:lnTo>
                                  <a:pt x="4613" y="1885"/>
                                </a:lnTo>
                                <a:lnTo>
                                  <a:pt x="4664" y="1963"/>
                                </a:lnTo>
                                <a:lnTo>
                                  <a:pt x="4715" y="2041"/>
                                </a:lnTo>
                                <a:lnTo>
                                  <a:pt x="4763" y="2121"/>
                                </a:lnTo>
                                <a:lnTo>
                                  <a:pt x="4809" y="2201"/>
                                </a:lnTo>
                                <a:lnTo>
                                  <a:pt x="4852" y="2284"/>
                                </a:lnTo>
                                <a:lnTo>
                                  <a:pt x="4894" y="2367"/>
                                </a:lnTo>
                                <a:lnTo>
                                  <a:pt x="4934" y="2450"/>
                                </a:lnTo>
                                <a:lnTo>
                                  <a:pt x="4971" y="2534"/>
                                </a:lnTo>
                                <a:lnTo>
                                  <a:pt x="5006" y="2620"/>
                                </a:lnTo>
                                <a:close/>
                                <a:moveTo>
                                  <a:pt x="3200" y="1125"/>
                                </a:moveTo>
                                <a:lnTo>
                                  <a:pt x="3104" y="1404"/>
                                </a:lnTo>
                                <a:lnTo>
                                  <a:pt x="3150" y="1424"/>
                                </a:lnTo>
                                <a:lnTo>
                                  <a:pt x="3194" y="1445"/>
                                </a:lnTo>
                                <a:lnTo>
                                  <a:pt x="3240" y="1466"/>
                                </a:lnTo>
                                <a:lnTo>
                                  <a:pt x="3285" y="1489"/>
                                </a:lnTo>
                                <a:lnTo>
                                  <a:pt x="3330" y="1512"/>
                                </a:lnTo>
                                <a:lnTo>
                                  <a:pt x="3374" y="1536"/>
                                </a:lnTo>
                                <a:lnTo>
                                  <a:pt x="3418" y="1561"/>
                                </a:lnTo>
                                <a:lnTo>
                                  <a:pt x="3461" y="1586"/>
                                </a:lnTo>
                                <a:lnTo>
                                  <a:pt x="3503" y="1614"/>
                                </a:lnTo>
                                <a:lnTo>
                                  <a:pt x="3545" y="1641"/>
                                </a:lnTo>
                                <a:lnTo>
                                  <a:pt x="3586" y="1670"/>
                                </a:lnTo>
                                <a:lnTo>
                                  <a:pt x="3626" y="1700"/>
                                </a:lnTo>
                                <a:lnTo>
                                  <a:pt x="3666" y="1731"/>
                                </a:lnTo>
                                <a:lnTo>
                                  <a:pt x="3703" y="1763"/>
                                </a:lnTo>
                                <a:lnTo>
                                  <a:pt x="3740" y="1797"/>
                                </a:lnTo>
                                <a:lnTo>
                                  <a:pt x="3776" y="1831"/>
                                </a:lnTo>
                                <a:lnTo>
                                  <a:pt x="3811" y="1867"/>
                                </a:lnTo>
                                <a:lnTo>
                                  <a:pt x="3844" y="1904"/>
                                </a:lnTo>
                                <a:lnTo>
                                  <a:pt x="3877" y="1943"/>
                                </a:lnTo>
                                <a:lnTo>
                                  <a:pt x="3908" y="1982"/>
                                </a:lnTo>
                                <a:lnTo>
                                  <a:pt x="3939" y="2023"/>
                                </a:lnTo>
                                <a:lnTo>
                                  <a:pt x="3968" y="2064"/>
                                </a:lnTo>
                                <a:lnTo>
                                  <a:pt x="3995" y="2106"/>
                                </a:lnTo>
                                <a:lnTo>
                                  <a:pt x="4023" y="2149"/>
                                </a:lnTo>
                                <a:lnTo>
                                  <a:pt x="4049" y="2192"/>
                                </a:lnTo>
                                <a:lnTo>
                                  <a:pt x="4074" y="2236"/>
                                </a:lnTo>
                                <a:lnTo>
                                  <a:pt x="4098" y="2280"/>
                                </a:lnTo>
                                <a:lnTo>
                                  <a:pt x="4121" y="2326"/>
                                </a:lnTo>
                                <a:lnTo>
                                  <a:pt x="4144" y="2370"/>
                                </a:lnTo>
                                <a:lnTo>
                                  <a:pt x="4165" y="2416"/>
                                </a:lnTo>
                                <a:lnTo>
                                  <a:pt x="4186" y="2461"/>
                                </a:lnTo>
                                <a:lnTo>
                                  <a:pt x="4206" y="2507"/>
                                </a:lnTo>
                                <a:lnTo>
                                  <a:pt x="4446" y="2391"/>
                                </a:lnTo>
                                <a:lnTo>
                                  <a:pt x="4424" y="2337"/>
                                </a:lnTo>
                                <a:lnTo>
                                  <a:pt x="4400" y="2284"/>
                                </a:lnTo>
                                <a:lnTo>
                                  <a:pt x="4376" y="2231"/>
                                </a:lnTo>
                                <a:lnTo>
                                  <a:pt x="4351" y="2180"/>
                                </a:lnTo>
                                <a:lnTo>
                                  <a:pt x="4326" y="2130"/>
                                </a:lnTo>
                                <a:lnTo>
                                  <a:pt x="4298" y="2080"/>
                                </a:lnTo>
                                <a:lnTo>
                                  <a:pt x="4271" y="2031"/>
                                </a:lnTo>
                                <a:lnTo>
                                  <a:pt x="4242" y="1983"/>
                                </a:lnTo>
                                <a:lnTo>
                                  <a:pt x="4212" y="1937"/>
                                </a:lnTo>
                                <a:lnTo>
                                  <a:pt x="4180" y="1890"/>
                                </a:lnTo>
                                <a:lnTo>
                                  <a:pt x="4147" y="1845"/>
                                </a:lnTo>
                                <a:lnTo>
                                  <a:pt x="4114" y="1799"/>
                                </a:lnTo>
                                <a:lnTo>
                                  <a:pt x="4078" y="1755"/>
                                </a:lnTo>
                                <a:lnTo>
                                  <a:pt x="4041" y="1712"/>
                                </a:lnTo>
                                <a:lnTo>
                                  <a:pt x="4002" y="1670"/>
                                </a:lnTo>
                                <a:lnTo>
                                  <a:pt x="3962" y="1628"/>
                                </a:lnTo>
                                <a:lnTo>
                                  <a:pt x="3921" y="1588"/>
                                </a:lnTo>
                                <a:lnTo>
                                  <a:pt x="3879" y="1549"/>
                                </a:lnTo>
                                <a:lnTo>
                                  <a:pt x="3836" y="1512"/>
                                </a:lnTo>
                                <a:lnTo>
                                  <a:pt x="3792" y="1476"/>
                                </a:lnTo>
                                <a:lnTo>
                                  <a:pt x="3747" y="1440"/>
                                </a:lnTo>
                                <a:lnTo>
                                  <a:pt x="3701" y="1406"/>
                                </a:lnTo>
                                <a:lnTo>
                                  <a:pt x="3654" y="1373"/>
                                </a:lnTo>
                                <a:lnTo>
                                  <a:pt x="3607" y="1342"/>
                                </a:lnTo>
                                <a:lnTo>
                                  <a:pt x="3558" y="1311"/>
                                </a:lnTo>
                                <a:lnTo>
                                  <a:pt x="3509" y="1281"/>
                                </a:lnTo>
                                <a:lnTo>
                                  <a:pt x="3459" y="1252"/>
                                </a:lnTo>
                                <a:lnTo>
                                  <a:pt x="3409" y="1226"/>
                                </a:lnTo>
                                <a:lnTo>
                                  <a:pt x="3357" y="1198"/>
                                </a:lnTo>
                                <a:lnTo>
                                  <a:pt x="3306" y="1173"/>
                                </a:lnTo>
                                <a:lnTo>
                                  <a:pt x="3253" y="1149"/>
                                </a:lnTo>
                                <a:lnTo>
                                  <a:pt x="3200" y="1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  <wps:wsp>
                        <wps:cNvPr id="83" name="KSO_Shape"/>
                        <wps:cNvSpPr/>
                        <wps:spPr bwMode="auto">
                          <a:xfrm>
                            <a:off x="1135413" y="745083"/>
                            <a:ext cx="225750" cy="233532"/>
                          </a:xfrm>
                          <a:custGeom>
                            <a:avLst/>
                            <a:gdLst>
                              <a:gd name="T0" fmla="*/ 2147483646 w 90"/>
                              <a:gd name="T1" fmla="*/ 2147483646 h 93"/>
                              <a:gd name="T2" fmla="*/ 2147483646 w 90"/>
                              <a:gd name="T3" fmla="*/ 2147483646 h 93"/>
                              <a:gd name="T4" fmla="*/ 2147483646 w 90"/>
                              <a:gd name="T5" fmla="*/ 2147483646 h 93"/>
                              <a:gd name="T6" fmla="*/ 2147483646 w 90"/>
                              <a:gd name="T7" fmla="*/ 2147483646 h 93"/>
                              <a:gd name="T8" fmla="*/ 2147483646 w 90"/>
                              <a:gd name="T9" fmla="*/ 2147483646 h 93"/>
                              <a:gd name="T10" fmla="*/ 0 w 90"/>
                              <a:gd name="T11" fmla="*/ 2147483646 h 93"/>
                              <a:gd name="T12" fmla="*/ 0 w 90"/>
                              <a:gd name="T13" fmla="*/ 2147483646 h 93"/>
                              <a:gd name="T14" fmla="*/ 2147483646 w 90"/>
                              <a:gd name="T15" fmla="*/ 2147483646 h 93"/>
                              <a:gd name="T16" fmla="*/ 2147483646 w 90"/>
                              <a:gd name="T17" fmla="*/ 2147483646 h 93"/>
                              <a:gd name="T18" fmla="*/ 2147483646 w 90"/>
                              <a:gd name="T19" fmla="*/ 2147483646 h 93"/>
                              <a:gd name="T20" fmla="*/ 2147483646 w 90"/>
                              <a:gd name="T21" fmla="*/ 2147483646 h 93"/>
                              <a:gd name="T22" fmla="*/ 2147483646 w 90"/>
                              <a:gd name="T23" fmla="*/ 2147483646 h 93"/>
                              <a:gd name="T24" fmla="*/ 2147483646 w 90"/>
                              <a:gd name="T25" fmla="*/ 2147483646 h 93"/>
                              <a:gd name="T26" fmla="*/ 2147483646 w 90"/>
                              <a:gd name="T27" fmla="*/ 2147483646 h 93"/>
                              <a:gd name="T28" fmla="*/ 2147483646 w 90"/>
                              <a:gd name="T29" fmla="*/ 2147483646 h 93"/>
                              <a:gd name="T30" fmla="*/ 2147483646 w 90"/>
                              <a:gd name="T31" fmla="*/ 2147483646 h 93"/>
                              <a:gd name="T32" fmla="*/ 2147483646 w 90"/>
                              <a:gd name="T33" fmla="*/ 2147483646 h 93"/>
                              <a:gd name="T34" fmla="*/ 2147483646 w 90"/>
                              <a:gd name="T35" fmla="*/ 2147483646 h 93"/>
                              <a:gd name="T36" fmla="*/ 2147483646 w 90"/>
                              <a:gd name="T37" fmla="*/ 2147483646 h 93"/>
                              <a:gd name="T38" fmla="*/ 2147483646 w 90"/>
                              <a:gd name="T39" fmla="*/ 2147483646 h 93"/>
                              <a:gd name="T40" fmla="*/ 2147483646 w 90"/>
                              <a:gd name="T41" fmla="*/ 2147483646 h 93"/>
                              <a:gd name="T42" fmla="*/ 2147483646 w 90"/>
                              <a:gd name="T43" fmla="*/ 2147483646 h 93"/>
                              <a:gd name="T44" fmla="*/ 2147483646 w 90"/>
                              <a:gd name="T45" fmla="*/ 2147483646 h 93"/>
                              <a:gd name="T46" fmla="*/ 2147483646 w 90"/>
                              <a:gd name="T47" fmla="*/ 2147483646 h 93"/>
                              <a:gd name="T48" fmla="*/ 2147483646 w 90"/>
                              <a:gd name="T49" fmla="*/ 2147483646 h 93"/>
                              <a:gd name="T50" fmla="*/ 2147483646 w 90"/>
                              <a:gd name="T51" fmla="*/ 2147483646 h 93"/>
                              <a:gd name="T52" fmla="*/ 2147483646 w 90"/>
                              <a:gd name="T53" fmla="*/ 2147483646 h 93"/>
                              <a:gd name="T54" fmla="*/ 2147483646 w 90"/>
                              <a:gd name="T55" fmla="*/ 2147483646 h 93"/>
                              <a:gd name="T56" fmla="*/ 2147483646 w 90"/>
                              <a:gd name="T57" fmla="*/ 2147483646 h 93"/>
                              <a:gd name="T58" fmla="*/ 2147483646 w 90"/>
                              <a:gd name="T59" fmla="*/ 2147483646 h 93"/>
                              <a:gd name="T60" fmla="*/ 2147483646 w 90"/>
                              <a:gd name="T61" fmla="*/ 2147483646 h 93"/>
                              <a:gd name="T62" fmla="*/ 2147483646 w 90"/>
                              <a:gd name="T63" fmla="*/ 2147483646 h 93"/>
                              <a:gd name="T64" fmla="*/ 2147483646 w 90"/>
                              <a:gd name="T65" fmla="*/ 2147483646 h 93"/>
                              <a:gd name="T66" fmla="*/ 2147483646 w 90"/>
                              <a:gd name="T67" fmla="*/ 2147483646 h 93"/>
                              <a:gd name="T68" fmla="*/ 2147483646 w 90"/>
                              <a:gd name="T69" fmla="*/ 2147483646 h 93"/>
                              <a:gd name="T70" fmla="*/ 2147483646 w 90"/>
                              <a:gd name="T71" fmla="*/ 2147483646 h 93"/>
                              <a:gd name="T72" fmla="*/ 2147483646 w 90"/>
                              <a:gd name="T73" fmla="*/ 2147483646 h 93"/>
                              <a:gd name="T74" fmla="*/ 2147483646 w 90"/>
                              <a:gd name="T75" fmla="*/ 2147483646 h 93"/>
                              <a:gd name="T76" fmla="*/ 2147483646 w 90"/>
                              <a:gd name="T77" fmla="*/ 2147483646 h 93"/>
                              <a:gd name="T78" fmla="*/ 2147483646 w 90"/>
                              <a:gd name="T79" fmla="*/ 2147483646 h 93"/>
                              <a:gd name="T80" fmla="*/ 2147483646 w 90"/>
                              <a:gd name="T81" fmla="*/ 2147483646 h 93"/>
                              <a:gd name="T82" fmla="*/ 2147483646 w 90"/>
                              <a:gd name="T83" fmla="*/ 2147483646 h 93"/>
                              <a:gd name="T84" fmla="*/ 2147483646 w 90"/>
                              <a:gd name="T85" fmla="*/ 2147483646 h 93"/>
                              <a:gd name="T86" fmla="*/ 2147483646 w 90"/>
                              <a:gd name="T87" fmla="*/ 2147483646 h 93"/>
                              <a:gd name="T88" fmla="*/ 2147483646 w 90"/>
                              <a:gd name="T89" fmla="*/ 2147483646 h 93"/>
                              <a:gd name="T90" fmla="*/ 2147483646 w 90"/>
                              <a:gd name="T91" fmla="*/ 2147483646 h 93"/>
                              <a:gd name="T92" fmla="*/ 2147483646 w 90"/>
                              <a:gd name="T93" fmla="*/ 2147483646 h 93"/>
                              <a:gd name="T94" fmla="*/ 2147483646 w 90"/>
                              <a:gd name="T95" fmla="*/ 2147483646 h 93"/>
                              <a:gd name="T96" fmla="*/ 2147483646 w 90"/>
                              <a:gd name="T97" fmla="*/ 2147483646 h 93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90" h="93">
                                <a:moveTo>
                                  <a:pt x="86" y="38"/>
                                </a:moveTo>
                                <a:cubicBezTo>
                                  <a:pt x="88" y="40"/>
                                  <a:pt x="90" y="43"/>
                                  <a:pt x="90" y="46"/>
                                </a:cubicBezTo>
                                <a:cubicBezTo>
                                  <a:pt x="90" y="83"/>
                                  <a:pt x="90" y="83"/>
                                  <a:pt x="90" y="83"/>
                                </a:cubicBezTo>
                                <a:cubicBezTo>
                                  <a:pt x="90" y="88"/>
                                  <a:pt x="86" y="93"/>
                                  <a:pt x="81" y="93"/>
                                </a:cubicBezTo>
                                <a:cubicBezTo>
                                  <a:pt x="9" y="93"/>
                                  <a:pt x="9" y="93"/>
                                  <a:pt x="9" y="93"/>
                                </a:cubicBezTo>
                                <a:cubicBezTo>
                                  <a:pt x="4" y="93"/>
                                  <a:pt x="0" y="88"/>
                                  <a:pt x="0" y="83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0" y="44"/>
                                  <a:pt x="1" y="41"/>
                                  <a:pt x="2" y="40"/>
                                </a:cubicBezTo>
                                <a:cubicBezTo>
                                  <a:pt x="2" y="40"/>
                                  <a:pt x="2" y="40"/>
                                  <a:pt x="2" y="40"/>
                                </a:cubicBezTo>
                                <a:cubicBezTo>
                                  <a:pt x="2" y="40"/>
                                  <a:pt x="2" y="40"/>
                                  <a:pt x="2" y="40"/>
                                </a:cubicBezTo>
                                <a:cubicBezTo>
                                  <a:pt x="2" y="39"/>
                                  <a:pt x="2" y="39"/>
                                  <a:pt x="3" y="39"/>
                                </a:cubicBezTo>
                                <a:cubicBezTo>
                                  <a:pt x="39" y="3"/>
                                  <a:pt x="39" y="3"/>
                                  <a:pt x="39" y="3"/>
                                </a:cubicBezTo>
                                <a:cubicBezTo>
                                  <a:pt x="43" y="0"/>
                                  <a:pt x="46" y="0"/>
                                  <a:pt x="50" y="3"/>
                                </a:cubicBezTo>
                                <a:cubicBezTo>
                                  <a:pt x="86" y="38"/>
                                  <a:pt x="86" y="38"/>
                                  <a:pt x="86" y="38"/>
                                </a:cubicBezTo>
                                <a:close/>
                                <a:moveTo>
                                  <a:pt x="15" y="30"/>
                                </a:moveTo>
                                <a:cubicBezTo>
                                  <a:pt x="15" y="52"/>
                                  <a:pt x="15" y="52"/>
                                  <a:pt x="15" y="52"/>
                                </a:cubicBezTo>
                                <a:cubicBezTo>
                                  <a:pt x="45" y="75"/>
                                  <a:pt x="45" y="75"/>
                                  <a:pt x="45" y="75"/>
                                </a:cubicBezTo>
                                <a:cubicBezTo>
                                  <a:pt x="72" y="54"/>
                                  <a:pt x="72" y="54"/>
                                  <a:pt x="72" y="54"/>
                                </a:cubicBezTo>
                                <a:cubicBezTo>
                                  <a:pt x="72" y="30"/>
                                  <a:pt x="72" y="30"/>
                                  <a:pt x="72" y="30"/>
                                </a:cubicBezTo>
                                <a:cubicBezTo>
                                  <a:pt x="15" y="30"/>
                                  <a:pt x="15" y="30"/>
                                  <a:pt x="15" y="30"/>
                                </a:cubicBezTo>
                                <a:close/>
                                <a:moveTo>
                                  <a:pt x="25" y="35"/>
                                </a:moveTo>
                                <a:cubicBezTo>
                                  <a:pt x="25" y="39"/>
                                  <a:pt x="25" y="39"/>
                                  <a:pt x="25" y="39"/>
                                </a:cubicBezTo>
                                <a:cubicBezTo>
                                  <a:pt x="63" y="39"/>
                                  <a:pt x="63" y="39"/>
                                  <a:pt x="63" y="39"/>
                                </a:cubicBezTo>
                                <a:cubicBezTo>
                                  <a:pt x="63" y="35"/>
                                  <a:pt x="63" y="35"/>
                                  <a:pt x="63" y="35"/>
                                </a:cubicBezTo>
                                <a:cubicBezTo>
                                  <a:pt x="25" y="35"/>
                                  <a:pt x="25" y="35"/>
                                  <a:pt x="25" y="35"/>
                                </a:cubicBezTo>
                                <a:close/>
                                <a:moveTo>
                                  <a:pt x="25" y="51"/>
                                </a:moveTo>
                                <a:cubicBezTo>
                                  <a:pt x="25" y="55"/>
                                  <a:pt x="25" y="55"/>
                                  <a:pt x="25" y="55"/>
                                </a:cubicBezTo>
                                <a:cubicBezTo>
                                  <a:pt x="63" y="55"/>
                                  <a:pt x="63" y="55"/>
                                  <a:pt x="63" y="55"/>
                                </a:cubicBezTo>
                                <a:cubicBezTo>
                                  <a:pt x="63" y="51"/>
                                  <a:pt x="63" y="51"/>
                                  <a:pt x="63" y="51"/>
                                </a:cubicBezTo>
                                <a:cubicBezTo>
                                  <a:pt x="25" y="51"/>
                                  <a:pt x="25" y="51"/>
                                  <a:pt x="25" y="51"/>
                                </a:cubicBezTo>
                                <a:close/>
                                <a:moveTo>
                                  <a:pt x="25" y="43"/>
                                </a:moveTo>
                                <a:cubicBezTo>
                                  <a:pt x="25" y="47"/>
                                  <a:pt x="25" y="47"/>
                                  <a:pt x="25" y="47"/>
                                </a:cubicBezTo>
                                <a:cubicBezTo>
                                  <a:pt x="63" y="47"/>
                                  <a:pt x="63" y="47"/>
                                  <a:pt x="63" y="47"/>
                                </a:cubicBezTo>
                                <a:cubicBezTo>
                                  <a:pt x="63" y="43"/>
                                  <a:pt x="63" y="43"/>
                                  <a:pt x="63" y="43"/>
                                </a:cubicBezTo>
                                <a:cubicBezTo>
                                  <a:pt x="25" y="43"/>
                                  <a:pt x="25" y="43"/>
                                  <a:pt x="25" y="43"/>
                                </a:cubicBezTo>
                                <a:close/>
                                <a:moveTo>
                                  <a:pt x="10" y="87"/>
                                </a:moveTo>
                                <a:cubicBezTo>
                                  <a:pt x="28" y="69"/>
                                  <a:pt x="28" y="69"/>
                                  <a:pt x="28" y="69"/>
                                </a:cubicBezTo>
                                <a:cubicBezTo>
                                  <a:pt x="28" y="69"/>
                                  <a:pt x="28" y="68"/>
                                  <a:pt x="28" y="67"/>
                                </a:cubicBezTo>
                                <a:cubicBezTo>
                                  <a:pt x="27" y="66"/>
                                  <a:pt x="26" y="66"/>
                                  <a:pt x="25" y="67"/>
                                </a:cubicBezTo>
                                <a:cubicBezTo>
                                  <a:pt x="7" y="84"/>
                                  <a:pt x="7" y="84"/>
                                  <a:pt x="7" y="84"/>
                                </a:cubicBezTo>
                                <a:cubicBezTo>
                                  <a:pt x="6" y="85"/>
                                  <a:pt x="6" y="86"/>
                                  <a:pt x="7" y="87"/>
                                </a:cubicBezTo>
                                <a:cubicBezTo>
                                  <a:pt x="8" y="87"/>
                                  <a:pt x="9" y="87"/>
                                  <a:pt x="10" y="87"/>
                                </a:cubicBezTo>
                                <a:close/>
                                <a:moveTo>
                                  <a:pt x="84" y="84"/>
                                </a:moveTo>
                                <a:cubicBezTo>
                                  <a:pt x="66" y="67"/>
                                  <a:pt x="66" y="67"/>
                                  <a:pt x="66" y="67"/>
                                </a:cubicBezTo>
                                <a:cubicBezTo>
                                  <a:pt x="65" y="66"/>
                                  <a:pt x="64" y="66"/>
                                  <a:pt x="63" y="67"/>
                                </a:cubicBezTo>
                                <a:cubicBezTo>
                                  <a:pt x="62" y="68"/>
                                  <a:pt x="62" y="69"/>
                                  <a:pt x="63" y="69"/>
                                </a:cubicBezTo>
                                <a:cubicBezTo>
                                  <a:pt x="81" y="87"/>
                                  <a:pt x="81" y="87"/>
                                  <a:pt x="81" y="87"/>
                                </a:cubicBezTo>
                                <a:cubicBezTo>
                                  <a:pt x="82" y="87"/>
                                  <a:pt x="83" y="87"/>
                                  <a:pt x="84" y="87"/>
                                </a:cubicBezTo>
                                <a:cubicBezTo>
                                  <a:pt x="85" y="86"/>
                                  <a:pt x="85" y="85"/>
                                  <a:pt x="84" y="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16.5pt;margin-top:616.5pt;height:99pt;width:377.35pt;mso-position-horizontal-relative:margin;z-index:251653120;mso-width-relative:page;mso-height-relative:page;" coordsize="4792654,1257148" o:gfxdata="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">
                <o:lock v:ext="edit" aspectratio="f"/>
                <v:rect id="_x0000_s1026" o:spid="_x0000_s1026" o:spt="1" style="position:absolute;left:0;top:0;height:1257148;width:4792654;v-text-anchor:middle;" fillcolor="#333F50" filled="t" stroked="f" coordsize="21600,21600" o:gfxdata="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IQLdG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ect>
                <v:shape id="文本框 2" o:spid="_x0000_s1026" o:spt="202" type="#_x0000_t202" style="position:absolute;left:1553985;top:9526;height:1139862;width:1034945;" filled="f" stroked="f" coordsize="21600,21600" o:gfxdata="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Mu3Ae5AAAA2wAA&#10;AA8AAAAAAAAAAQAgAAAAIgAAAGRycy9kb3ducmV2LnhtbFBLAQIUABQAAAAIAIdO4kAzLwWeOwAA&#10;ADkAAAAQAAAAAAAAAAEAIAAAAAgBAABkcnMvc2hhcGV4bWwueG1sUEsFBgAAAAAGAAYAWwEAALID&#10;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 w:line="800" w:lineRule="exact"/>
                        </w:pPr>
                        <w:r>
                          <w:rPr>
                            <w:rFonts w:hint="eastAsia" w:hAnsi="微软雅黑" w:eastAsia="微软雅黑" w:cs="Times New Roman" w:asciiTheme="minorHAnsi"/>
                            <w:color w:val="FFFFFF"/>
                            <w:kern w:val="2"/>
                            <w:sz w:val="32"/>
                            <w:szCs w:val="32"/>
                          </w:rPr>
                          <w:t>手机：</w:t>
                        </w:r>
                      </w:p>
                      <w:p>
                        <w:pPr>
                          <w:pStyle w:val="4"/>
                          <w:spacing w:before="0" w:beforeAutospacing="0" w:after="0" w:afterAutospacing="0" w:line="800" w:lineRule="exact"/>
                        </w:pPr>
                        <w:r>
                          <w:rPr>
                            <w:rFonts w:hint="eastAsia" w:hAnsi="微软雅黑" w:eastAsia="微软雅黑" w:cs="Times New Roman" w:asciiTheme="minorHAnsi"/>
                            <w:color w:val="FFFFFF"/>
                            <w:kern w:val="2"/>
                            <w:sz w:val="32"/>
                            <w:szCs w:val="32"/>
                          </w:rPr>
                          <w:t>邮箱：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272827;top:0;height:1139862;width:1734851;" filled="f" stroked="f" coordsize="21600,21600" o:gfxdata="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xieZy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 w:line="800" w:lineRule="exact"/>
                          <w:jc w:val="both"/>
                          <w:rPr>
                            <w:rFonts w:hint="eastAsia" w:eastAsia="微软雅黑"/>
                            <w:lang w:val="en-US" w:eastAsia="zh-CN"/>
                          </w:rPr>
                        </w:pPr>
                        <w:r>
                          <w:rPr>
                            <w:rFonts w:hAnsi="Calibri" w:eastAsia="微软雅黑" w:cs="Times New Roman" w:asciiTheme="minorHAnsi"/>
                            <w:color w:val="FFFFFF"/>
                            <w:kern w:val="2"/>
                            <w:sz w:val="32"/>
                            <w:szCs w:val="32"/>
                          </w:rPr>
                          <w:t>152 0032</w:t>
                        </w:r>
                        <w:r>
                          <w:rPr>
                            <w:rFonts w:hint="eastAsia" w:hAnsi="Calibri" w:eastAsia="微软雅黑" w:cs="Times New Roman" w:asciiTheme="minorHAnsi"/>
                            <w:color w:val="FFFFFF"/>
                            <w:kern w:val="2"/>
                            <w:sz w:val="32"/>
                            <w:szCs w:val="32"/>
                            <w:lang w:val="en-US" w:eastAsia="zh-CN"/>
                          </w:rPr>
                          <w:t xml:space="preserve"> 1234</w:t>
                        </w:r>
                      </w:p>
                      <w:p>
                        <w:pPr>
                          <w:pStyle w:val="4"/>
                          <w:spacing w:before="0" w:beforeAutospacing="0" w:after="0" w:afterAutospacing="0" w:line="800" w:lineRule="exact"/>
                          <w:jc w:val="both"/>
                          <w:rPr>
                            <w:rFonts w:hint="eastAsia" w:hAnsi="Calibri" w:cs="Times New Roman" w:asciiTheme="minorHAnsi" w:eastAsiaTheme="minorEastAsia"/>
                            <w:color w:val="FFFFFF"/>
                            <w:kern w:val="2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 w:hAnsi="Calibri" w:cs="Times New Roman" w:asciiTheme="minorHAnsi" w:eastAsiaTheme="minorEastAsia"/>
                            <w:color w:val="FFFFFF"/>
                            <w:kern w:val="2"/>
                            <w:sz w:val="32"/>
                            <w:szCs w:val="32"/>
                            <w:lang w:val="en-US" w:eastAsia="zh-CN"/>
                          </w:rPr>
                          <w:t>5412541@qq.com</w:t>
                        </w:r>
                      </w:p>
                    </w:txbxContent>
                  </v:textbox>
                </v:shape>
                <v:shape id="KSO_Shape" o:spid="_x0000_s1026" o:spt="100" style="position:absolute;left:1135468;top:265822;height:225336;width:225336;v-text-anchor:middle;" fillcolor="#FFFFFF" filled="t" stroked="f" coordsize="5581,5581" o:gfxdata="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5znxvQAA&#10;ANsAAAAPAAAAAAAAAAEAIAAAACIAAABkcnMvZG93bnJldi54bWxQSwECFAAUAAAACACHTuJAMy8F&#10;njsAAAA5AAAAEAAAAAAAAAABACAAAAAMAQAAZHJzL3NoYXBleG1sLnhtbFBLBQYAAAAABgAGAFsB&#10;AAC2AwAAAAA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  <v:path o:connectlocs="@0,@0;@0,@0;@0,@0;@0,@0;@0,@0;@0,@0;@0,@0;@0,@0;@0,@0;@0,@0;@0,@0;@0,@0;@0,@0;@0,@0;@0,@0;@0,@0;@0,@0;@0,@0;@0,@0;@0,@0;@0,1604130040;@0,@0;@0,@0;@0,@0;@0,@0;160413004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1135413;top:745083;height:233532;width:225750;v-text-anchor:middle;" fillcolor="#FFFFFF" filled="t" stroked="f" coordsize="90,93" o:gfxdata="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8uYcrsAAADb&#10;AAAADwAAAAAAAAABACAAAAAiAAAAZHJzL2Rvd25yZXYueG1sUEsBAhQAFAAAAAgAh07iQDMvBZ47&#10;AAAAOQAAABAAAAAAAAAAAQAgAAAACgEAAGRycy9zaGFwZXhtbC54bWxQSwUGAAAAAAYABgBbAQAA&#10;tAMAAAAA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方正粗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造字工房力黑（非商用）常规体">
    <w:altName w:val="黑体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硬笔行书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13F1"/>
    <w:multiLevelType w:val="multilevel"/>
    <w:tmpl w:val="004F13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A9D6505"/>
    <w:multiLevelType w:val="multilevel"/>
    <w:tmpl w:val="6A9D65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52812"/>
    <w:rsid w:val="0018101A"/>
    <w:rsid w:val="002C2436"/>
    <w:rsid w:val="00371775"/>
    <w:rsid w:val="0038365E"/>
    <w:rsid w:val="003C3140"/>
    <w:rsid w:val="006D204E"/>
    <w:rsid w:val="00DB4FF8"/>
    <w:rsid w:val="00E64177"/>
    <w:rsid w:val="05F41568"/>
    <w:rsid w:val="07E57476"/>
    <w:rsid w:val="13D41990"/>
    <w:rsid w:val="18F52812"/>
    <w:rsid w:val="1B410BAE"/>
    <w:rsid w:val="28C817FC"/>
    <w:rsid w:val="2C9E00A7"/>
    <w:rsid w:val="2D3E364B"/>
    <w:rsid w:val="35D1148F"/>
    <w:rsid w:val="39BE686F"/>
    <w:rsid w:val="4421255A"/>
    <w:rsid w:val="4623139B"/>
    <w:rsid w:val="50B40A4D"/>
    <w:rsid w:val="55756223"/>
    <w:rsid w:val="5B3206FB"/>
    <w:rsid w:val="5D390223"/>
    <w:rsid w:val="5DF34140"/>
    <w:rsid w:val="5E541158"/>
    <w:rsid w:val="62433C0C"/>
    <w:rsid w:val="66333454"/>
    <w:rsid w:val="71EA07F5"/>
    <w:rsid w:val="7A1E5C46"/>
    <w:rsid w:val="7DF8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31616;&#21382;&#23553;&#38754;+&#31616;&#21382;+&#31616;&#21382;&#23553;&#24213;-2016&#26368;&#26032;&#23553;&#38754;&#31616;&#21382;&#23553;&#38754;&#31616;&#21382;16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简历封面+简历+简历封底-2016最新封面简历封面简历16</Template>
  <Pages>1</Pages>
  <Words>13</Words>
  <Characters>80</Characters>
  <Lines>1</Lines>
  <Paragraphs>1</Paragraphs>
  <TotalTime>3</TotalTime>
  <ScaleCrop>false</ScaleCrop>
  <LinksUpToDate>false</LinksUpToDate>
  <CharactersWithSpaces>92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2017-05-18T03:57:00Z</dcterms:created>
  <dc:creator>Administrator</dc:creator>
  <cp:lastModifiedBy>WPS_1528193819</cp:lastModifiedBy>
  <dcterms:modified xsi:type="dcterms:W3CDTF">2018-07-24T04:36:36Z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